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1F5627A6" w:rsidR="0016385D" w:rsidRPr="00DF297C" w:rsidRDefault="00061432" w:rsidP="00D30640">
      <w:pPr>
        <w:pStyle w:val="PaperTitle"/>
        <w:spacing w:before="0"/>
        <w:rPr>
          <w:b w:val="0"/>
          <w:bCs/>
          <w:sz w:val="24"/>
          <w:szCs w:val="24"/>
        </w:rPr>
      </w:pPr>
      <w:r w:rsidRPr="00DF297C">
        <w:t>Multi-Task</w:t>
      </w:r>
      <w:r w:rsidR="00F54478" w:rsidRPr="00DF297C">
        <w:t xml:space="preserve"> D</w:t>
      </w:r>
      <w:r w:rsidR="00F9354B" w:rsidRPr="00DF297C">
        <w:t>eep</w:t>
      </w:r>
      <w:r w:rsidR="00F54478" w:rsidRPr="00DF297C">
        <w:t xml:space="preserve"> L</w:t>
      </w:r>
      <w:r w:rsidR="00F9354B" w:rsidRPr="00DF297C">
        <w:t>earning</w:t>
      </w:r>
      <w:r w:rsidR="00F54478" w:rsidRPr="00DF297C">
        <w:t xml:space="preserve"> </w:t>
      </w:r>
      <w:r w:rsidRPr="00DF297C">
        <w:t>for</w:t>
      </w:r>
      <w:r w:rsidR="00F54478" w:rsidRPr="00DF297C">
        <w:t xml:space="preserve"> E</w:t>
      </w:r>
      <w:r w:rsidR="00F9354B" w:rsidRPr="00DF297C">
        <w:t>lectrocardiogram</w:t>
      </w:r>
      <w:r w:rsidR="00F54478" w:rsidRPr="00DF297C">
        <w:t xml:space="preserve"> C</w:t>
      </w:r>
      <w:r w:rsidR="00F9354B" w:rsidRPr="00DF297C">
        <w:t>lassification</w:t>
      </w:r>
    </w:p>
    <w:p w14:paraId="34ED4FE4" w14:textId="3087B5BF" w:rsidR="00774707" w:rsidRPr="00DF297C" w:rsidRDefault="00774707" w:rsidP="00774707">
      <w:pPr>
        <w:pStyle w:val="AuthorName"/>
        <w:rPr>
          <w:sz w:val="20"/>
          <w:vertAlign w:val="superscript"/>
          <w:lang w:val="en-GB" w:eastAsia="en-GB"/>
        </w:rPr>
      </w:pPr>
      <w:r w:rsidRPr="00DF297C">
        <w:t>Zhen An</w:t>
      </w:r>
      <w:r w:rsidR="00B81737" w:rsidRPr="00DF297C">
        <w:t xml:space="preserve"> Ong</w:t>
      </w:r>
      <w:r w:rsidRPr="00DF297C">
        <w:rPr>
          <w:vertAlign w:val="superscript"/>
        </w:rPr>
        <w:t>2, a)</w:t>
      </w:r>
      <w:r w:rsidRPr="00DF297C">
        <w:t>, Sharifah Noor Masidayu Sayed Ismail</w:t>
      </w:r>
      <w:r w:rsidRPr="00DF297C">
        <w:rPr>
          <w:vertAlign w:val="superscript"/>
        </w:rPr>
        <w:t xml:space="preserve">1, 2, b) </w:t>
      </w:r>
      <w:r w:rsidRPr="00DF297C">
        <w:t>and Noor Azleen Anuar</w:t>
      </w:r>
      <w:r w:rsidRPr="00DF297C">
        <w:rPr>
          <w:vertAlign w:val="superscript"/>
        </w:rPr>
        <w:t>1, 2, c)</w:t>
      </w:r>
    </w:p>
    <w:p w14:paraId="29B7FE70" w14:textId="41C88B7C" w:rsidR="00774707" w:rsidRPr="00DF297C" w:rsidRDefault="00774707" w:rsidP="00774707">
      <w:pPr>
        <w:jc w:val="center"/>
        <w:rPr>
          <w:i/>
          <w:sz w:val="20"/>
        </w:rPr>
      </w:pPr>
      <w:r w:rsidRPr="00DF297C">
        <w:rPr>
          <w:iCs/>
          <w:sz w:val="20"/>
          <w:vertAlign w:val="superscript"/>
        </w:rPr>
        <w:t>1</w:t>
      </w:r>
      <w:r w:rsidRPr="00DF297C">
        <w:rPr>
          <w:i/>
          <w:sz w:val="20"/>
        </w:rPr>
        <w:t>Centre for Intelligent Cloud Computing, COE for Advance Cloud</w:t>
      </w:r>
      <w:r w:rsidR="00DF297C">
        <w:rPr>
          <w:i/>
          <w:sz w:val="20"/>
        </w:rPr>
        <w:t xml:space="preserve">, </w:t>
      </w:r>
      <w:r w:rsidR="00DF297C" w:rsidRPr="00DF297C">
        <w:rPr>
          <w:i/>
          <w:sz w:val="20"/>
        </w:rPr>
        <w:t>Jalan Ayer Keroh Lama, 75450, Bukit Beruang, Melaka, Malaysi</w:t>
      </w:r>
      <w:r w:rsidR="00DF297C">
        <w:rPr>
          <w:i/>
          <w:sz w:val="20"/>
        </w:rPr>
        <w:t>a.</w:t>
      </w:r>
    </w:p>
    <w:p w14:paraId="12A8EB01" w14:textId="77777777" w:rsidR="00774707" w:rsidRPr="00DF297C" w:rsidRDefault="00774707" w:rsidP="00774707">
      <w:pPr>
        <w:jc w:val="center"/>
        <w:rPr>
          <w:i/>
          <w:sz w:val="20"/>
        </w:rPr>
      </w:pPr>
      <w:r w:rsidRPr="00DF297C">
        <w:rPr>
          <w:iCs/>
          <w:sz w:val="20"/>
          <w:vertAlign w:val="superscript"/>
        </w:rPr>
        <w:t>2</w:t>
      </w:r>
      <w:r w:rsidRPr="00DF297C">
        <w:rPr>
          <w:i/>
          <w:sz w:val="20"/>
        </w:rPr>
        <w:t xml:space="preserve">Faculty of Information Science and Technology, Multimedia University, Jalan Ayer Keroh Lama, 75450, Bukit Beruang, Melaka, Malaysia </w:t>
      </w:r>
    </w:p>
    <w:p w14:paraId="754C3072" w14:textId="1716DF6A" w:rsidR="00774707" w:rsidRPr="00DF297C" w:rsidRDefault="00774707" w:rsidP="00774707">
      <w:pPr>
        <w:pStyle w:val="AuthorAffiliation"/>
      </w:pPr>
    </w:p>
    <w:p w14:paraId="06EB7044" w14:textId="52617F1A" w:rsidR="00774707" w:rsidRPr="00DF297C" w:rsidRDefault="00884BD2" w:rsidP="00867A94">
      <w:pPr>
        <w:pStyle w:val="AuthorEmail"/>
        <w:rPr>
          <w:i/>
          <w:iCs/>
          <w:lang w:val="en-MY"/>
        </w:rPr>
      </w:pPr>
      <w:r w:rsidRPr="00DF297C">
        <w:rPr>
          <w:i/>
          <w:iCs/>
          <w:szCs w:val="28"/>
          <w:vertAlign w:val="superscript"/>
        </w:rPr>
        <w:t>b</w:t>
      </w:r>
      <w:commentRangeStart w:id="0"/>
      <w:r w:rsidR="00774707" w:rsidRPr="00DF297C">
        <w:rPr>
          <w:i/>
          <w:iCs/>
          <w:szCs w:val="28"/>
          <w:vertAlign w:val="superscript"/>
        </w:rPr>
        <w:t>)</w:t>
      </w:r>
      <w:r w:rsidR="00774707" w:rsidRPr="00DF297C">
        <w:rPr>
          <w:i/>
          <w:iCs/>
        </w:rPr>
        <w:t xml:space="preserve"> </w:t>
      </w:r>
      <w:r w:rsidR="00867A94" w:rsidRPr="00DF297C">
        <w:rPr>
          <w:i/>
          <w:iCs/>
          <w:lang w:val="en-MY"/>
        </w:rPr>
        <w:t xml:space="preserve">corresponding author: </w:t>
      </w:r>
      <w:r w:rsidRPr="00DF297C">
        <w:rPr>
          <w:i/>
          <w:iCs/>
        </w:rPr>
        <w:t>sharifah noor@mmu.edu.my</w:t>
      </w:r>
      <w:r w:rsidRPr="00DF297C">
        <w:rPr>
          <w:i/>
          <w:iCs/>
          <w:lang w:val="en-MY"/>
        </w:rPr>
        <w:t xml:space="preserve"> </w:t>
      </w:r>
    </w:p>
    <w:p w14:paraId="113E9515" w14:textId="3C9AE56F" w:rsidR="00774707" w:rsidRPr="00DF297C" w:rsidRDefault="00884BD2" w:rsidP="00774707">
      <w:pPr>
        <w:pStyle w:val="AuthorEmail"/>
        <w:rPr>
          <w:i/>
          <w:iCs/>
        </w:rPr>
      </w:pPr>
      <w:r w:rsidRPr="00DF297C">
        <w:rPr>
          <w:i/>
          <w:iCs/>
          <w:szCs w:val="28"/>
          <w:vertAlign w:val="superscript"/>
        </w:rPr>
        <w:t>a</w:t>
      </w:r>
      <w:r w:rsidR="00774707" w:rsidRPr="00DF297C">
        <w:rPr>
          <w:i/>
          <w:iCs/>
          <w:szCs w:val="28"/>
          <w:vertAlign w:val="superscript"/>
        </w:rPr>
        <w:t>)</w:t>
      </w:r>
      <w:r w:rsidR="009B22D0" w:rsidRPr="00DF297C">
        <w:rPr>
          <w:i/>
          <w:iCs/>
          <w:szCs w:val="28"/>
        </w:rPr>
        <w:t>zhenanong@gmail.com</w:t>
      </w:r>
    </w:p>
    <w:p w14:paraId="28E9F8D5" w14:textId="1D60A2E7" w:rsidR="00774707" w:rsidRPr="00DF297C" w:rsidRDefault="00774707" w:rsidP="00774707">
      <w:pPr>
        <w:pStyle w:val="AuthorEmail"/>
        <w:rPr>
          <w:i/>
          <w:iCs/>
        </w:rPr>
      </w:pPr>
      <w:r w:rsidRPr="00DF297C">
        <w:rPr>
          <w:i/>
          <w:iCs/>
          <w:szCs w:val="28"/>
          <w:vertAlign w:val="superscript"/>
        </w:rPr>
        <w:t>c)</w:t>
      </w:r>
      <w:r w:rsidRPr="00DF297C">
        <w:rPr>
          <w:i/>
          <w:iCs/>
        </w:rPr>
        <w:t>noor.azleen@mmu.edu.my</w:t>
      </w:r>
      <w:commentRangeEnd w:id="0"/>
      <w:r w:rsidR="00867A94" w:rsidRPr="00DF297C">
        <w:rPr>
          <w:rStyle w:val="CommentReference"/>
          <w:i/>
          <w:iCs/>
        </w:rPr>
        <w:commentReference w:id="0"/>
      </w:r>
    </w:p>
    <w:p w14:paraId="22C3F2A8" w14:textId="0C49D2EB" w:rsidR="0016385D" w:rsidRPr="00DF297C" w:rsidRDefault="0016385D" w:rsidP="00C14B14">
      <w:pPr>
        <w:pStyle w:val="Abstract"/>
      </w:pPr>
      <w:r w:rsidRPr="00DF297C">
        <w:rPr>
          <w:b/>
          <w:bCs/>
        </w:rPr>
        <w:t>Abstract.</w:t>
      </w:r>
      <w:r w:rsidRPr="00DF297C">
        <w:t xml:space="preserve"> </w:t>
      </w:r>
      <w:r w:rsidR="003F49BF" w:rsidRPr="00DF297C">
        <w:t xml:space="preserve">In today's high-tech age, </w:t>
      </w:r>
      <w:r w:rsidR="00EB2DD7" w:rsidRPr="00DF297C">
        <w:t>cardiovascular</w:t>
      </w:r>
      <w:r w:rsidR="003F49BF" w:rsidRPr="00DF297C">
        <w:t xml:space="preserve"> diseases and mental health disorders remain major global health challenges but an AI system that </w:t>
      </w:r>
      <w:r w:rsidR="002F180B" w:rsidRPr="00DF297C">
        <w:t xml:space="preserve">is </w:t>
      </w:r>
      <w:r w:rsidR="003F49BF" w:rsidRPr="00DF297C">
        <w:t xml:space="preserve">capable </w:t>
      </w:r>
      <w:r w:rsidR="00FF256B" w:rsidRPr="00DF297C">
        <w:t>of detecting</w:t>
      </w:r>
      <w:r w:rsidR="003F49BF" w:rsidRPr="00DF297C">
        <w:t xml:space="preserve"> both emotion and cardiac conditions are quite scarce. </w:t>
      </w:r>
      <w:r w:rsidR="00FF256B" w:rsidRPr="00DF297C">
        <w:t xml:space="preserve">Hence, this research focused on developing a CNN-BiLSTM model that </w:t>
      </w:r>
      <w:r w:rsidR="00EB2DD7" w:rsidRPr="00DF297C">
        <w:t>combined</w:t>
      </w:r>
      <w:r w:rsidR="00FF256B" w:rsidRPr="00DF297C">
        <w:t xml:space="preserve"> two types of deep learning methods such as </w:t>
      </w:r>
      <w:r w:rsidR="004E0BB6" w:rsidRPr="00DF297C">
        <w:t>C</w:t>
      </w:r>
      <w:r w:rsidR="00EB2DD7" w:rsidRPr="00DF297C">
        <w:t xml:space="preserve">onvolutional </w:t>
      </w:r>
      <w:r w:rsidR="004E0BB6" w:rsidRPr="00DF297C">
        <w:t>N</w:t>
      </w:r>
      <w:r w:rsidR="00EB2DD7" w:rsidRPr="00DF297C">
        <w:t xml:space="preserve">eural </w:t>
      </w:r>
      <w:r w:rsidR="004E0BB6" w:rsidRPr="00DF297C">
        <w:t>N</w:t>
      </w:r>
      <w:r w:rsidR="00EB2DD7" w:rsidRPr="00DF297C">
        <w:t xml:space="preserve">etworks (CNN) and </w:t>
      </w:r>
      <w:r w:rsidR="004E0BB6" w:rsidRPr="00DF297C">
        <w:t>B</w:t>
      </w:r>
      <w:r w:rsidR="00EB2DD7" w:rsidRPr="00DF297C">
        <w:t xml:space="preserve">idirectional </w:t>
      </w:r>
      <w:r w:rsidR="004E0BB6" w:rsidRPr="00DF297C">
        <w:t>L</w:t>
      </w:r>
      <w:r w:rsidR="00EB2DD7" w:rsidRPr="00DF297C">
        <w:t xml:space="preserve">ong </w:t>
      </w:r>
      <w:r w:rsidR="004E0BB6" w:rsidRPr="00DF297C">
        <w:t>S</w:t>
      </w:r>
      <w:r w:rsidR="00EB2DD7" w:rsidRPr="00DF297C">
        <w:t>hort-</w:t>
      </w:r>
      <w:r w:rsidR="004E0BB6" w:rsidRPr="00DF297C">
        <w:t>T</w:t>
      </w:r>
      <w:r w:rsidR="00EB2DD7" w:rsidRPr="00DF297C">
        <w:t xml:space="preserve">erm </w:t>
      </w:r>
      <w:r w:rsidR="004E0BB6" w:rsidRPr="00DF297C">
        <w:t>M</w:t>
      </w:r>
      <w:r w:rsidR="00EB2DD7" w:rsidRPr="00DF297C">
        <w:t>emory (BiLSTM) layers</w:t>
      </w:r>
      <w:r w:rsidR="00FF256B" w:rsidRPr="00DF297C">
        <w:t xml:space="preserve">. This model leveraged two different types of datasets including MIT-BIH </w:t>
      </w:r>
      <w:r w:rsidR="00EB2DD7" w:rsidRPr="00DF297C">
        <w:t xml:space="preserve">for </w:t>
      </w:r>
      <w:r w:rsidR="002F180B" w:rsidRPr="00DF297C">
        <w:t>cardiac conditions</w:t>
      </w:r>
      <w:r w:rsidR="00EB2DD7" w:rsidRPr="00DF297C">
        <w:t xml:space="preserve"> detection </w:t>
      </w:r>
      <w:r w:rsidR="00FF256B" w:rsidRPr="00DF297C">
        <w:t xml:space="preserve">and DREAMER </w:t>
      </w:r>
      <w:r w:rsidR="00EB2DD7" w:rsidRPr="00DF297C">
        <w:t>for</w:t>
      </w:r>
      <w:r w:rsidR="00FF256B" w:rsidRPr="00DF297C">
        <w:t xml:space="preserve"> </w:t>
      </w:r>
      <w:r w:rsidR="002F180B" w:rsidRPr="00DF297C">
        <w:t>emotion</w:t>
      </w:r>
      <w:r w:rsidR="00FF256B" w:rsidRPr="00DF297C">
        <w:t xml:space="preserve"> detection</w:t>
      </w:r>
      <w:r w:rsidR="005C5845" w:rsidRPr="00DF297C">
        <w:t xml:space="preserve"> based on the electrocardiogram (ECG) signal of the patients</w:t>
      </w:r>
      <w:r w:rsidR="00FF256B" w:rsidRPr="00DF297C">
        <w:t xml:space="preserve">. </w:t>
      </w:r>
      <w:r w:rsidR="00EB2DD7" w:rsidRPr="00DF297C">
        <w:t>The experimental results obtained indicate that the proposed model outperforms other models like standalone CNN and BiLSTM as it achieved approximately 97% of accuracy on the cardiac conditions detection and 91-94% of accuracy on the emotion recognition. These results indicate that the effectiveness of the hybrid CNN-BiLSTM model applied in both cases and its potential to employ in healthcare application for monitoring of both cardiac and emotional states.</w:t>
      </w:r>
    </w:p>
    <w:p w14:paraId="5240E3FB" w14:textId="4FEA5042" w:rsidR="003A287B" w:rsidRPr="00DF297C" w:rsidRDefault="00F9354B" w:rsidP="00003D7C">
      <w:pPr>
        <w:pStyle w:val="Heading1"/>
        <w:rPr>
          <w:b w:val="0"/>
          <w:caps w:val="0"/>
          <w:sz w:val="20"/>
        </w:rPr>
      </w:pPr>
      <w:r w:rsidRPr="00DF297C">
        <w:t>Introduction</w:t>
      </w:r>
    </w:p>
    <w:p w14:paraId="352F46FC" w14:textId="4F3EB5D5" w:rsidR="0063348A" w:rsidRPr="00DF297C" w:rsidRDefault="00815732" w:rsidP="00183695">
      <w:pPr>
        <w:pStyle w:val="Paragraph"/>
      </w:pPr>
      <w:r w:rsidRPr="00DF297C">
        <w:t>Nowadays, cardiovascular diseases have gradually become a more focus field in healthcare because according to World Health Organization (WHO), cardiovascular diseases are considered as the main killer in the world with over 18 million deaths annually</w:t>
      </w:r>
      <w:sdt>
        <w:sdtPr>
          <w:rPr>
            <w:color w:val="000000"/>
          </w:rPr>
          <w:tag w:val="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"/>
          <w:id w:val="-119072539"/>
          <w:placeholder>
            <w:docPart w:val="DefaultPlaceholder_-1854013440"/>
          </w:placeholder>
        </w:sdtPr>
        <w:sdtContent>
          <w:r w:rsidR="00993549" w:rsidRPr="00DF297C">
            <w:rPr>
              <w:color w:val="000000"/>
            </w:rPr>
            <w:t xml:space="preserve"> </w:t>
          </w:r>
          <w:r w:rsidR="00C91C3F" w:rsidRPr="00DF297C">
            <w:rPr>
              <w:color w:val="000000"/>
            </w:rPr>
            <w:t>[1], [2], [3]</w:t>
          </w:r>
        </w:sdtContent>
      </w:sdt>
      <w:r w:rsidRPr="00DF297C">
        <w:t xml:space="preserve">. Based on their research, there was about 85% </w:t>
      </w:r>
      <w:r w:rsidR="00873608" w:rsidRPr="00DF297C">
        <w:t>of</w:t>
      </w:r>
      <w:r w:rsidRPr="00DF297C">
        <w:t xml:space="preserve"> all the deaths of heart diseases </w:t>
      </w:r>
      <w:r w:rsidR="00A56320" w:rsidRPr="00DF297C">
        <w:t>because of the heart attacks which are</w:t>
      </w:r>
      <w:r w:rsidRPr="00DF297C">
        <w:t xml:space="preserve"> also known as myocardial infarction</w:t>
      </w:r>
      <w:sdt>
        <w:sdtPr>
          <w:rPr>
            <w:color w:val="000000"/>
          </w:rPr>
          <w:tag w:val="MENDELEY_CITATION_v3_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"/>
          <w:id w:val="754557059"/>
          <w:placeholder>
            <w:docPart w:val="DefaultPlaceholder_-1854013440"/>
          </w:placeholder>
        </w:sdtPr>
        <w:sdtContent>
          <w:r w:rsidR="00993549" w:rsidRPr="00DF297C">
            <w:rPr>
              <w:color w:val="000000"/>
            </w:rPr>
            <w:t xml:space="preserve"> </w:t>
          </w:r>
          <w:r w:rsidR="00C91C3F" w:rsidRPr="00DF297C">
            <w:rPr>
              <w:color w:val="000000"/>
            </w:rPr>
            <w:t>[1]</w:t>
          </w:r>
        </w:sdtContent>
      </w:sdt>
      <w:r w:rsidRPr="00DF297C">
        <w:t>.</w:t>
      </w:r>
      <w:r w:rsidR="00C3018B" w:rsidRPr="00DF297C">
        <w:t xml:space="preserve"> </w:t>
      </w:r>
      <w:r w:rsidR="0063348A" w:rsidRPr="00DF297C">
        <w:t>Besides that, there is credible evidence that some emotional states such as stress and anxiety will affect people’s cardiovascular health</w:t>
      </w:r>
      <w:sdt>
        <w:sdtPr>
          <w:rPr>
            <w:color w:val="000000"/>
          </w:rPr>
          <w:tag w:val="MENDELEY_CITATION_v3_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"/>
          <w:id w:val="-367520947"/>
          <w:placeholder>
            <w:docPart w:val="173391F1D1DF42418C263D5793BBA1E5"/>
          </w:placeholder>
        </w:sdtPr>
        <w:sdtContent>
          <w:r w:rsidR="00993549" w:rsidRPr="00DF297C">
            <w:rPr>
              <w:color w:val="000000"/>
            </w:rPr>
            <w:t xml:space="preserve"> </w:t>
          </w:r>
          <w:r w:rsidR="00C91C3F" w:rsidRPr="00DF297C">
            <w:rPr>
              <w:color w:val="000000"/>
            </w:rPr>
            <w:t>[4]</w:t>
          </w:r>
        </w:sdtContent>
      </w:sdt>
      <w:r w:rsidR="002F180B" w:rsidRPr="00DF297C">
        <w:t>. This is because</w:t>
      </w:r>
      <w:r w:rsidR="0063348A" w:rsidRPr="00DF297C">
        <w:t xml:space="preserve"> the emotions can </w:t>
      </w:r>
      <w:r w:rsidR="00061432" w:rsidRPr="00DF297C">
        <w:t>influence</w:t>
      </w:r>
      <w:r w:rsidR="0063348A" w:rsidRPr="00DF297C">
        <w:t xml:space="preserve"> the autonomic nervous system </w:t>
      </w:r>
      <w:r w:rsidR="00796460" w:rsidRPr="00DF297C">
        <w:t>which</w:t>
      </w:r>
      <w:r w:rsidR="0063348A" w:rsidRPr="00DF297C">
        <w:t xml:space="preserve"> </w:t>
      </w:r>
      <w:r w:rsidR="00873608" w:rsidRPr="00DF297C">
        <w:t>controls</w:t>
      </w:r>
      <w:r w:rsidR="0063348A" w:rsidRPr="00DF297C">
        <w:t xml:space="preserve"> the rhythm of heart beats</w:t>
      </w:r>
      <w:sdt>
        <w:sdtPr>
          <w:rPr>
            <w:color w:val="000000"/>
          </w:rPr>
          <w:tag w:val="MENDELEY_CITATION_v3_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"/>
          <w:id w:val="1929852729"/>
          <w:placeholder>
            <w:docPart w:val="DefaultPlaceholder_-1854013440"/>
          </w:placeholder>
        </w:sdtPr>
        <w:sdtContent>
          <w:r w:rsidR="00993549" w:rsidRPr="00DF297C">
            <w:rPr>
              <w:color w:val="000000"/>
            </w:rPr>
            <w:t xml:space="preserve"> </w:t>
          </w:r>
          <w:r w:rsidR="00C91C3F" w:rsidRPr="00DF297C">
            <w:rPr>
              <w:color w:val="000000"/>
            </w:rPr>
            <w:t>[4]</w:t>
          </w:r>
        </w:sdtContent>
      </w:sdt>
      <w:r w:rsidR="0063348A" w:rsidRPr="00DF297C">
        <w:t>. For instance, arachnophobia, which is a type of anxiety disorder where the patients will experience bad emotional reactions such as fear, panic or nervousness when faced with the phobic object like spiders which can cause their breathing rate and cardiovascular activity increases</w:t>
      </w:r>
      <w:sdt>
        <w:sdtPr>
          <w:rPr>
            <w:color w:val="000000"/>
          </w:rPr>
          <w:tag w:val="MENDELEY_CITATION_v3_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"/>
          <w:id w:val="-1348007081"/>
          <w:placeholder>
            <w:docPart w:val="DefaultPlaceholder_-1854013440"/>
          </w:placeholder>
        </w:sdtPr>
        <w:sdtContent>
          <w:r w:rsidR="00993549" w:rsidRPr="00DF297C">
            <w:rPr>
              <w:color w:val="000000"/>
            </w:rPr>
            <w:t xml:space="preserve"> </w:t>
          </w:r>
          <w:r w:rsidR="00C91C3F" w:rsidRPr="00DF297C">
            <w:rPr>
              <w:color w:val="000000"/>
            </w:rPr>
            <w:t>[5]</w:t>
          </w:r>
        </w:sdtContent>
      </w:sdt>
      <w:r w:rsidR="0063348A" w:rsidRPr="00DF297C">
        <w:t xml:space="preserve">. These changes can </w:t>
      </w:r>
      <w:r w:rsidR="00061432" w:rsidRPr="00DF297C">
        <w:t>increase</w:t>
      </w:r>
      <w:r w:rsidR="0063348A" w:rsidRPr="00DF297C">
        <w:t xml:space="preserve"> the possibility of getting severe cardiovascular disease like heart attacks. Hence, the early diagnosis of mental illnesses and cardiovascular diseases is important preventive steps against severe disorders and improved delivery of health care services.</w:t>
      </w:r>
    </w:p>
    <w:p w14:paraId="57E66A91" w14:textId="33D28A44" w:rsidR="00AF377B" w:rsidRPr="00DF297C" w:rsidRDefault="005C5845" w:rsidP="00B1000D">
      <w:pPr>
        <w:pStyle w:val="Paragraph"/>
      </w:pPr>
      <w:r w:rsidRPr="00DF297C">
        <w:t xml:space="preserve">Electrocardiogram signals or ECG </w:t>
      </w:r>
      <w:r w:rsidR="0063348A" w:rsidRPr="00DF297C">
        <w:t>are</w:t>
      </w:r>
      <w:r w:rsidRPr="00DF297C">
        <w:t xml:space="preserve"> considered as one of the most conventional physiological signals that can be used in both emotional detection and </w:t>
      </w:r>
      <w:r w:rsidR="0063348A" w:rsidRPr="00DF297C">
        <w:t xml:space="preserve">heart </w:t>
      </w:r>
      <w:r w:rsidRPr="00DF297C">
        <w:t>diseases detection based on current research as it records the electrical impulses of the heart to detect irregularities</w:t>
      </w:r>
      <w:sdt>
        <w:sdtPr>
          <w:rPr>
            <w:color w:val="000000"/>
          </w:rPr>
          <w:tag w:val="MENDELEY_CITATION_v3_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"/>
          <w:id w:val="-1921330252"/>
          <w:placeholder>
            <w:docPart w:val="91BB64651CEF4E6CB2A3C22BB37F49FD"/>
          </w:placeholder>
        </w:sdtPr>
        <w:sdtContent>
          <w:r w:rsidR="00993549" w:rsidRPr="00DF297C">
            <w:rPr>
              <w:color w:val="000000"/>
            </w:rPr>
            <w:t xml:space="preserve"> </w:t>
          </w:r>
          <w:r w:rsidR="00C91C3F" w:rsidRPr="00DF297C">
            <w:rPr>
              <w:color w:val="000000"/>
            </w:rPr>
            <w:t>[3]</w:t>
          </w:r>
        </w:sdtContent>
      </w:sdt>
      <w:r w:rsidRPr="00DF297C">
        <w:t xml:space="preserve">. </w:t>
      </w:r>
      <w:r w:rsidR="00525105" w:rsidRPr="00DF297C">
        <w:t xml:space="preserve">However, existing diagnostic AI systems often treat these conditions separately using different tools and models as most of the deep learning or machine learning methods employed are </w:t>
      </w:r>
      <w:r w:rsidRPr="00DF297C">
        <w:t>single task</w:t>
      </w:r>
      <w:r w:rsidR="00525105" w:rsidRPr="00DF297C">
        <w:t xml:space="preserve"> oriented that </w:t>
      </w:r>
      <w:r w:rsidRPr="00DF297C">
        <w:t>focus</w:t>
      </w:r>
      <w:r w:rsidR="00525105" w:rsidRPr="00DF297C">
        <w:t xml:space="preserve"> solely on either </w:t>
      </w:r>
      <w:r w:rsidRPr="00DF297C">
        <w:t>emotion recognition or cardiac condition detection</w:t>
      </w:r>
      <w:r w:rsidR="00525105" w:rsidRPr="00DF297C">
        <w:t xml:space="preserve">. </w:t>
      </w:r>
    </w:p>
    <w:p w14:paraId="56B829C5" w14:textId="0636D453" w:rsidR="003F31C6" w:rsidRPr="00DF297C" w:rsidRDefault="00CE0527" w:rsidP="00B1000D">
      <w:pPr>
        <w:pStyle w:val="Paragraph"/>
      </w:pPr>
      <w:r w:rsidRPr="00DF297C">
        <w:t xml:space="preserve">To address this limitation, this project aims to develop a multi-task deep learning model </w:t>
      </w:r>
      <w:r w:rsidR="00796460" w:rsidRPr="00DF297C">
        <w:t xml:space="preserve">that can perform two tasks at the same time. The model is </w:t>
      </w:r>
      <w:r w:rsidRPr="00DF297C">
        <w:t xml:space="preserve">based on a hybrid CNN-BiLSTM architecture that is capable to perform </w:t>
      </w:r>
      <w:r w:rsidR="00796460" w:rsidRPr="00DF297C">
        <w:t>cardiac condition detection and emotion recognition</w:t>
      </w:r>
      <w:r w:rsidRPr="00DF297C">
        <w:t xml:space="preserve"> by using two different datasets. The first dataset used was MIT-BIH that specifically for cardiac conditions detection while the second one was DREAMER that specifically for emotional recognition.</w:t>
      </w:r>
      <w:r w:rsidR="00AF377B" w:rsidRPr="00DF297C">
        <w:t xml:space="preserve"> The project involves datasets preprocessing, model design, performance evaluation, and analysis of the model's strengths and limitations. The goal is to create an effective, comprehensive, and cost-efficient AI system for ECG-based emotion and cardiac condition monitoring in the healthcare field.</w:t>
      </w:r>
    </w:p>
    <w:p w14:paraId="5976B879" w14:textId="0C2BCFB8" w:rsidR="00AF377B" w:rsidRPr="00DF297C" w:rsidRDefault="00AF377B" w:rsidP="00AF377B">
      <w:pPr>
        <w:pStyle w:val="Heading1"/>
      </w:pPr>
      <w:r w:rsidRPr="00DF297C">
        <w:lastRenderedPageBreak/>
        <w:t>Literature review</w:t>
      </w:r>
    </w:p>
    <w:p w14:paraId="7674FFD5" w14:textId="01879242" w:rsidR="00993549" w:rsidRPr="00DF297C" w:rsidRDefault="00C0740B" w:rsidP="003F3C8C">
      <w:pPr>
        <w:pStyle w:val="Paragraph"/>
      </w:pPr>
      <w:r w:rsidRPr="00DF297C">
        <w:t>Emotions are typically classified into three categories such as arousal, valence, and dominance</w:t>
      </w:r>
      <w:sdt>
        <w:sdtPr>
          <w:rPr>
            <w:color w:val="000000"/>
          </w:rPr>
          <w:tag w:val="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"/>
          <w:id w:val="-482846467"/>
          <w:placeholder>
            <w:docPart w:val="DefaultPlaceholder_-1854013440"/>
          </w:placeholder>
        </w:sdtPr>
        <w:sdtContent>
          <w:r w:rsidR="00993549" w:rsidRPr="00DF297C">
            <w:rPr>
              <w:color w:val="000000"/>
            </w:rPr>
            <w:t xml:space="preserve"> </w:t>
          </w:r>
          <w:r w:rsidR="00C91C3F" w:rsidRPr="00DF297C">
            <w:rPr>
              <w:color w:val="000000"/>
            </w:rPr>
            <w:t>[6], [7], [8], [9]</w:t>
          </w:r>
        </w:sdtContent>
      </w:sdt>
      <w:r w:rsidRPr="00DF297C">
        <w:t xml:space="preserve">. </w:t>
      </w:r>
      <w:r w:rsidR="004E0BB6" w:rsidRPr="00DF297C">
        <w:t>In order t</w:t>
      </w:r>
      <w:r w:rsidRPr="00DF297C">
        <w:t xml:space="preserve">o detect emotions from ECG data, DL models like CNN and Long Short-Term Memory networks (LSTM), as well as ML models like Support Vector Machine (SVM), Extreme Learning Machine (ELM), and Model-Agnostic Meta-Learning (MAML), are commonly used. </w:t>
      </w:r>
      <w:r w:rsidR="00915636" w:rsidRPr="00DF297C">
        <w:t xml:space="preserve">CNNs are the most widely used </w:t>
      </w:r>
      <w:r w:rsidR="00B83283" w:rsidRPr="00DF297C">
        <w:t xml:space="preserve">model </w:t>
      </w:r>
      <w:r w:rsidR="00915636" w:rsidRPr="00DF297C">
        <w:t xml:space="preserve">in emotion detection because of their strong abilities in feature learning. For example, 1D CNN achieved 83.29% </w:t>
      </w:r>
      <w:r w:rsidR="00B83283" w:rsidRPr="00DF297C">
        <w:t xml:space="preserve">of </w:t>
      </w:r>
      <w:r w:rsidR="00915636" w:rsidRPr="00DF297C">
        <w:t xml:space="preserve">accuracy in detecting anxiety in arachnophobia subjects </w:t>
      </w:r>
      <w:r w:rsidR="00B83283" w:rsidRPr="00DF297C">
        <w:t xml:space="preserve">by </w:t>
      </w:r>
      <w:r w:rsidR="00915636" w:rsidRPr="00DF297C">
        <w:t>using ECG data</w:t>
      </w:r>
      <w:sdt>
        <w:sdtPr>
          <w:rPr>
            <w:color w:val="000000"/>
          </w:rPr>
          <w:tag w:val="MENDELEY_CITATION_v3_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"/>
          <w:id w:val="1058439472"/>
          <w:placeholder>
            <w:docPart w:val="DefaultPlaceholder_-1854013440"/>
          </w:placeholder>
        </w:sdtPr>
        <w:sdtContent>
          <w:r w:rsidR="00993549" w:rsidRPr="00DF297C">
            <w:rPr>
              <w:color w:val="000000"/>
            </w:rPr>
            <w:t xml:space="preserve"> </w:t>
          </w:r>
          <w:r w:rsidR="00C91C3F" w:rsidRPr="00DF297C">
            <w:rPr>
              <w:color w:val="000000"/>
            </w:rPr>
            <w:t>[5]</w:t>
          </w:r>
        </w:sdtContent>
      </w:sdt>
      <w:r w:rsidR="00915636" w:rsidRPr="00DF297C">
        <w:t>. A 7-layer CNN outperformed SVM and N</w:t>
      </w:r>
      <w:r w:rsidR="00B83283" w:rsidRPr="00DF297C">
        <w:t>eural Network (NN)</w:t>
      </w:r>
      <w:r w:rsidR="00915636" w:rsidRPr="00DF297C">
        <w:t xml:space="preserve"> on the DREAMER dataset </w:t>
      </w:r>
      <w:r w:rsidR="00B83283" w:rsidRPr="00DF297C">
        <w:t>by achieving about</w:t>
      </w:r>
      <w:r w:rsidR="00915636" w:rsidRPr="00DF297C">
        <w:t xml:space="preserve"> 95.16%, 85.56%, and 77.54% accuracy in valence, arousal, and dominance</w:t>
      </w:r>
      <w:r w:rsidR="00061432" w:rsidRPr="00DF297C">
        <w:t>,</w:t>
      </w:r>
      <w:r w:rsidR="00915636" w:rsidRPr="00DF297C">
        <w:t xml:space="preserve"> respectively</w:t>
      </w:r>
      <w:sdt>
        <w:sdtPr>
          <w:rPr>
            <w:color w:val="000000"/>
          </w:rPr>
          <w:tag w:val="MENDELEY_CITATION_v3_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"/>
          <w:id w:val="697278034"/>
          <w:placeholder>
            <w:docPart w:val="DefaultPlaceholder_-1854013440"/>
          </w:placeholder>
        </w:sdtPr>
        <w:sdtContent>
          <w:r w:rsidR="00993549" w:rsidRPr="00DF297C">
            <w:rPr>
              <w:color w:val="000000"/>
            </w:rPr>
            <w:t xml:space="preserve"> </w:t>
          </w:r>
          <w:r w:rsidR="00C91C3F" w:rsidRPr="00DF297C">
            <w:rPr>
              <w:color w:val="000000"/>
            </w:rPr>
            <w:t>[6]</w:t>
          </w:r>
        </w:sdtContent>
      </w:sdt>
      <w:r w:rsidR="00915636" w:rsidRPr="00DF297C">
        <w:t>.</w:t>
      </w:r>
      <w:r w:rsidR="00993549" w:rsidRPr="00DF297C">
        <w:t xml:space="preserve"> </w:t>
      </w:r>
    </w:p>
    <w:p w14:paraId="04CFDF5E" w14:textId="567E8FA3" w:rsidR="003F3C8C" w:rsidRPr="00DF297C" w:rsidRDefault="005D7C68" w:rsidP="003F3C8C">
      <w:pPr>
        <w:pStyle w:val="Paragraph"/>
      </w:pPr>
      <w:r w:rsidRPr="00DF297C">
        <w:t>Besides that, o</w:t>
      </w:r>
      <w:r w:rsidR="00915636" w:rsidRPr="00DF297C">
        <w:t xml:space="preserve">ther CNN variants include VGG16, which </w:t>
      </w:r>
      <w:r w:rsidRPr="00DF297C">
        <w:t>also outperformed others like</w:t>
      </w:r>
      <w:r w:rsidR="00915636" w:rsidRPr="00DF297C">
        <w:t xml:space="preserve"> CNN and AlexNet for classifying four emotion classes</w:t>
      </w:r>
      <w:r w:rsidR="00061432" w:rsidRPr="00DF297C">
        <w:t>,</w:t>
      </w:r>
      <w:r w:rsidR="00B83283" w:rsidRPr="00DF297C">
        <w:t xml:space="preserve"> </w:t>
      </w:r>
      <w:r w:rsidR="00B83283" w:rsidRPr="00DF297C">
        <w:rPr>
          <w:color w:val="000000"/>
        </w:rPr>
        <w:t>such as amusing, boring, relaxing</w:t>
      </w:r>
      <w:r w:rsidR="00061432" w:rsidRPr="00DF297C">
        <w:rPr>
          <w:color w:val="000000"/>
        </w:rPr>
        <w:t>,</w:t>
      </w:r>
      <w:r w:rsidR="00B83283" w:rsidRPr="00DF297C">
        <w:rPr>
          <w:color w:val="000000"/>
        </w:rPr>
        <w:t xml:space="preserve"> and scaring</w:t>
      </w:r>
      <w:sdt>
        <w:sdtPr>
          <w:rPr>
            <w:color w:val="000000"/>
          </w:rPr>
          <w:tag w:val="MENDELEY_CITATION_v3_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"/>
          <w:id w:val="-712421860"/>
          <w:placeholder>
            <w:docPart w:val="DefaultPlaceholder_-1854013440"/>
          </w:placeholder>
        </w:sdtPr>
        <w:sdtContent>
          <w:r w:rsidR="00993549" w:rsidRPr="00DF297C">
            <w:rPr>
              <w:color w:val="000000"/>
            </w:rPr>
            <w:t xml:space="preserve"> </w:t>
          </w:r>
          <w:r w:rsidR="00C91C3F" w:rsidRPr="00DF297C">
            <w:rPr>
              <w:color w:val="000000"/>
            </w:rPr>
            <w:t>[10]</w:t>
          </w:r>
        </w:sdtContent>
      </w:sdt>
      <w:r w:rsidRPr="00DF297C">
        <w:t xml:space="preserve"> while </w:t>
      </w:r>
      <w:r w:rsidR="00915636" w:rsidRPr="00DF297C">
        <w:t>MobileNet, which achieved the best performance on the AMIGOS dataset in both speed and accuracy</w:t>
      </w:r>
      <w:sdt>
        <w:sdtPr>
          <w:rPr>
            <w:color w:val="000000"/>
          </w:rPr>
          <w:tag w:val="MENDELEY_CITATION_v3_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"/>
          <w:id w:val="-845933047"/>
          <w:placeholder>
            <w:docPart w:val="DefaultPlaceholder_-1854013440"/>
          </w:placeholder>
        </w:sdtPr>
        <w:sdtContent>
          <w:r w:rsidR="00993549" w:rsidRPr="00DF297C">
            <w:rPr>
              <w:color w:val="000000"/>
            </w:rPr>
            <w:t xml:space="preserve"> </w:t>
          </w:r>
          <w:r w:rsidR="00C91C3F" w:rsidRPr="00DF297C">
            <w:rPr>
              <w:color w:val="000000"/>
            </w:rPr>
            <w:t>[7]</w:t>
          </w:r>
        </w:sdtContent>
      </w:sdt>
      <w:r w:rsidR="00915636" w:rsidRPr="00DF297C">
        <w:t xml:space="preserve">. </w:t>
      </w:r>
      <w:r w:rsidR="003F3C8C" w:rsidRPr="00DF297C">
        <w:t xml:space="preserve">Other CNN adaptations like </w:t>
      </w:r>
      <w:r w:rsidR="00915636" w:rsidRPr="00DF297C">
        <w:t>MultiResUNet3p also outperformed traditional ML classifiers with 96.12% and 94.25% accuracy in binary and multiclass emotion classification</w:t>
      </w:r>
      <w:r w:rsidR="00061432" w:rsidRPr="00DF297C">
        <w:t>,</w:t>
      </w:r>
      <w:r w:rsidR="00915636" w:rsidRPr="00DF297C">
        <w:t xml:space="preserve"> respectively</w:t>
      </w:r>
      <w:sdt>
        <w:sdtPr>
          <w:rPr>
            <w:color w:val="000000"/>
          </w:rPr>
          <w:tag w:val="MENDELEY_CITATION_v3_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"/>
          <w:id w:val="-1819253497"/>
          <w:placeholder>
            <w:docPart w:val="DefaultPlaceholder_-1854013440"/>
          </w:placeholder>
        </w:sdtPr>
        <w:sdtContent>
          <w:r w:rsidR="00993549" w:rsidRPr="00DF297C">
            <w:rPr>
              <w:color w:val="000000"/>
            </w:rPr>
            <w:t xml:space="preserve"> </w:t>
          </w:r>
          <w:r w:rsidR="00C91C3F" w:rsidRPr="00DF297C">
            <w:rPr>
              <w:color w:val="000000"/>
            </w:rPr>
            <w:t>[11]</w:t>
          </w:r>
        </w:sdtContent>
      </w:sdt>
      <w:r w:rsidR="00915636" w:rsidRPr="00DF297C">
        <w:t>.</w:t>
      </w:r>
      <w:r w:rsidR="00183695" w:rsidRPr="00DF297C">
        <w:t xml:space="preserve"> </w:t>
      </w:r>
      <w:r w:rsidR="00915636" w:rsidRPr="00DF297C">
        <w:t>Advanced CNN models like the CBAM-enhanced CNN improved feature extraction and achieved high accuracy across WESAD, DREAMER, and ASCERTAIN datasets</w:t>
      </w:r>
      <w:sdt>
        <w:sdtPr>
          <w:rPr>
            <w:color w:val="000000"/>
          </w:rPr>
          <w:tag w:val="MENDELEY_CITATION_v3_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"/>
          <w:id w:val="1849828229"/>
          <w:placeholder>
            <w:docPart w:val="DefaultPlaceholder_-1854013440"/>
          </w:placeholder>
        </w:sdtPr>
        <w:sdtContent>
          <w:r w:rsidR="00993549" w:rsidRPr="00DF297C">
            <w:rPr>
              <w:color w:val="000000"/>
            </w:rPr>
            <w:t xml:space="preserve"> </w:t>
          </w:r>
          <w:r w:rsidR="00C91C3F" w:rsidRPr="00DF297C">
            <w:rPr>
              <w:color w:val="000000"/>
            </w:rPr>
            <w:t>[12]</w:t>
          </w:r>
        </w:sdtContent>
      </w:sdt>
      <w:r w:rsidR="00915636" w:rsidRPr="00DF297C">
        <w:t xml:space="preserve">. Similarly, a </w:t>
      </w:r>
      <w:r w:rsidR="00873608" w:rsidRPr="00DF297C">
        <w:t>timescale</w:t>
      </w:r>
      <w:r w:rsidR="00915636" w:rsidRPr="00DF297C">
        <w:t xml:space="preserve"> 2D transformed CNN ensemble </w:t>
      </w:r>
      <w:r w:rsidRPr="00DF297C">
        <w:t xml:space="preserve">obtained </w:t>
      </w:r>
      <w:r w:rsidR="00061432" w:rsidRPr="00DF297C">
        <w:t>a</w:t>
      </w:r>
      <w:r w:rsidR="00915636" w:rsidRPr="00DF297C">
        <w:t xml:space="preserve"> 98.41% accuracy on ASCERTAIN</w:t>
      </w:r>
      <w:r w:rsidR="00061432" w:rsidRPr="00DF297C">
        <w:t>,</w:t>
      </w:r>
      <w:r w:rsidRPr="00DF297C">
        <w:t xml:space="preserve"> which </w:t>
      </w:r>
      <w:r w:rsidR="00061432" w:rsidRPr="00DF297C">
        <w:t>outperforms</w:t>
      </w:r>
      <w:r w:rsidR="00915636" w:rsidRPr="00DF297C">
        <w:t xml:space="preserve"> </w:t>
      </w:r>
      <w:r w:rsidRPr="00DF297C">
        <w:t xml:space="preserve">the </w:t>
      </w:r>
      <w:r w:rsidR="00915636" w:rsidRPr="00DF297C">
        <w:t>basic CNN and ResNet18</w:t>
      </w:r>
      <w:sdt>
        <w:sdtPr>
          <w:rPr>
            <w:color w:val="000000"/>
          </w:rPr>
          <w:tag w:val="MENDELEY_CITATION_v3_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"/>
          <w:id w:val="-1722055239"/>
          <w:placeholder>
            <w:docPart w:val="DefaultPlaceholder_-1854013440"/>
          </w:placeholder>
        </w:sdtPr>
        <w:sdtContent>
          <w:r w:rsidR="00993549" w:rsidRPr="00DF297C">
            <w:rPr>
              <w:color w:val="000000"/>
            </w:rPr>
            <w:t xml:space="preserve"> </w:t>
          </w:r>
          <w:r w:rsidR="00C91C3F" w:rsidRPr="00DF297C">
            <w:rPr>
              <w:color w:val="000000"/>
            </w:rPr>
            <w:t>[13]</w:t>
          </w:r>
        </w:sdtContent>
      </w:sdt>
      <w:r w:rsidR="00915636" w:rsidRPr="00DF297C">
        <w:t>.</w:t>
      </w:r>
      <w:r w:rsidRPr="00DF297C">
        <w:t xml:space="preserve"> </w:t>
      </w:r>
    </w:p>
    <w:p w14:paraId="29DC2CB7" w14:textId="0679ACA4" w:rsidR="00023358" w:rsidRPr="00DF297C" w:rsidRDefault="003F3C8C" w:rsidP="003F3C8C">
      <w:pPr>
        <w:pStyle w:val="Paragraph"/>
      </w:pPr>
      <w:r w:rsidRPr="00DF297C">
        <w:t>Though CNNs do well at learning spatial features, they are limited in representing the temporal pattern of ECG data. This issue is addressed by using LSTMs which are meant to find connections in the data over time.</w:t>
      </w:r>
      <w:r w:rsidR="00023358" w:rsidRPr="00DF297C">
        <w:t xml:space="preserve"> For instance, the application of LSTM on multimodal signals like EEG, ECG</w:t>
      </w:r>
      <w:r w:rsidR="00061432" w:rsidRPr="00DF297C">
        <w:t>,</w:t>
      </w:r>
      <w:r w:rsidR="00FA461E" w:rsidRPr="00DF297C">
        <w:t xml:space="preserve"> and</w:t>
      </w:r>
      <w:r w:rsidR="00023358" w:rsidRPr="00DF297C">
        <w:t xml:space="preserve"> EMG achieved an F-score of 95%</w:t>
      </w:r>
      <w:sdt>
        <w:sdtPr>
          <w:rPr>
            <w:color w:val="000000"/>
          </w:rPr>
          <w:tag w:val="MENDELEY_CITATION_v3_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"/>
          <w:id w:val="684561176"/>
          <w:placeholder>
            <w:docPart w:val="DefaultPlaceholder_-1854013440"/>
          </w:placeholder>
        </w:sdtPr>
        <w:sdtContent>
          <w:r w:rsidR="00993549" w:rsidRPr="00DF297C">
            <w:rPr>
              <w:color w:val="000000"/>
            </w:rPr>
            <w:t xml:space="preserve"> </w:t>
          </w:r>
          <w:r w:rsidR="00C91C3F" w:rsidRPr="00DF297C">
            <w:rPr>
              <w:color w:val="000000"/>
            </w:rPr>
            <w:t>[9]</w:t>
          </w:r>
        </w:sdtContent>
      </w:sdt>
      <w:r w:rsidR="00023358" w:rsidRPr="00DF297C">
        <w:t xml:space="preserve"> </w:t>
      </w:r>
      <w:r w:rsidR="00FA461E" w:rsidRPr="00DF297C">
        <w:t xml:space="preserve">even though </w:t>
      </w:r>
      <w:r w:rsidR="00023358" w:rsidRPr="00DF297C">
        <w:t>they often require multiple sensors and higher deployment complexity.</w:t>
      </w:r>
      <w:r w:rsidR="00FA461E" w:rsidRPr="00DF297C">
        <w:t xml:space="preserve"> Another example is the application of bidirectional LSTM able to perform better than SVM and FNN on the MAHNOB-HCI dataset by achieving 78.28% accuracy for valence and 83.61% for arousal</w:t>
      </w:r>
      <w:sdt>
        <w:sdtPr>
          <w:rPr>
            <w:color w:val="000000"/>
          </w:rPr>
          <w:tag w:val="MENDELEY_CITATION_v3_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"/>
          <w:id w:val="92759765"/>
          <w:placeholder>
            <w:docPart w:val="DefaultPlaceholder_-1854013440"/>
          </w:placeholder>
        </w:sdtPr>
        <w:sdtContent>
          <w:r w:rsidR="00993549" w:rsidRPr="00DF297C">
            <w:rPr>
              <w:color w:val="000000"/>
            </w:rPr>
            <w:t xml:space="preserve"> </w:t>
          </w:r>
          <w:r w:rsidR="00C91C3F" w:rsidRPr="00DF297C">
            <w:rPr>
              <w:color w:val="000000"/>
            </w:rPr>
            <w:t>[8]</w:t>
          </w:r>
        </w:sdtContent>
      </w:sdt>
      <w:r w:rsidR="00FA461E" w:rsidRPr="00DF297C">
        <w:t xml:space="preserve">. Furthermore, a hybrid </w:t>
      </w:r>
      <w:r w:rsidR="00183695" w:rsidRPr="00DF297C">
        <w:t>CNN–LSTM</w:t>
      </w:r>
      <w:r w:rsidR="00FA461E" w:rsidRPr="00DF297C">
        <w:t xml:space="preserve"> model often outperforms standalone models. For instance, a hybrid model with Bayesian inference outperformed standalone CNN and LSTM as it achieved about 90% and 86%</w:t>
      </w:r>
      <w:r w:rsidR="00061432" w:rsidRPr="00DF297C">
        <w:t>,</w:t>
      </w:r>
      <w:r w:rsidR="00FA461E" w:rsidRPr="00DF297C">
        <w:t xml:space="preserve"> respectively</w:t>
      </w:r>
      <w:r w:rsidR="00061432" w:rsidRPr="00DF297C">
        <w:t>,</w:t>
      </w:r>
      <w:r w:rsidR="00FA461E" w:rsidRPr="00DF297C">
        <w:t xml:space="preserve"> on both AMIGOS and DREAMER datasets</w:t>
      </w:r>
      <w:sdt>
        <w:sdtPr>
          <w:rPr>
            <w:color w:val="000000"/>
          </w:rPr>
          <w:tag w:val="MENDELEY_CITATION_v3_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"/>
          <w:id w:val="7033291"/>
          <w:placeholder>
            <w:docPart w:val="DefaultPlaceholder_-1854013440"/>
          </w:placeholder>
        </w:sdtPr>
        <w:sdtContent>
          <w:r w:rsidR="00993549" w:rsidRPr="00DF297C">
            <w:rPr>
              <w:color w:val="000000"/>
            </w:rPr>
            <w:t xml:space="preserve"> </w:t>
          </w:r>
          <w:r w:rsidR="00C91C3F" w:rsidRPr="00DF297C">
            <w:rPr>
              <w:color w:val="000000"/>
            </w:rPr>
            <w:t>[14]</w:t>
          </w:r>
        </w:sdtContent>
      </w:sdt>
      <w:r w:rsidR="00FA461E" w:rsidRPr="00DF297C">
        <w:t xml:space="preserve">. Another hybrid model combining CNN, LSTM, ensemble learning, and MAML achieved 98.2% accuracy on </w:t>
      </w:r>
      <w:r w:rsidR="00061432" w:rsidRPr="00DF297C">
        <w:t xml:space="preserve">the </w:t>
      </w:r>
      <w:r w:rsidR="00FA461E" w:rsidRPr="00DF297C">
        <w:t>AMIGOS</w:t>
      </w:r>
      <w:r w:rsidR="00490EBF" w:rsidRPr="00DF297C">
        <w:t xml:space="preserve"> dataset, so it</w:t>
      </w:r>
      <w:r w:rsidR="00FA461E" w:rsidRPr="00DF297C">
        <w:t xml:space="preserve"> </w:t>
      </w:r>
      <w:r w:rsidR="00490EBF" w:rsidRPr="00DF297C">
        <w:t>is significantly</w:t>
      </w:r>
      <w:r w:rsidR="00FA461E" w:rsidRPr="00DF297C">
        <w:t xml:space="preserve"> better than models without MAML</w:t>
      </w:r>
      <w:sdt>
        <w:sdtPr>
          <w:rPr>
            <w:color w:val="000000"/>
          </w:rPr>
          <w:tag w:val="MENDELEY_CITATION_v3_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"/>
          <w:id w:val="-366059869"/>
          <w:placeholder>
            <w:docPart w:val="DefaultPlaceholder_-1854013440"/>
          </w:placeholder>
        </w:sdtPr>
        <w:sdtContent>
          <w:r w:rsidR="00993549" w:rsidRPr="00DF297C">
            <w:rPr>
              <w:color w:val="000000"/>
            </w:rPr>
            <w:t xml:space="preserve"> </w:t>
          </w:r>
          <w:r w:rsidR="00C91C3F" w:rsidRPr="00DF297C">
            <w:rPr>
              <w:color w:val="000000"/>
            </w:rPr>
            <w:t>[15]</w:t>
          </w:r>
        </w:sdtContent>
      </w:sdt>
      <w:r w:rsidR="00FA461E" w:rsidRPr="00DF297C">
        <w:t>,</w:t>
      </w:r>
      <w:r w:rsidR="004C44C5" w:rsidRPr="00DF297C">
        <w:t xml:space="preserve"> </w:t>
      </w:r>
      <w:r w:rsidR="00490EBF" w:rsidRPr="00DF297C">
        <w:t xml:space="preserve">even </w:t>
      </w:r>
      <w:r w:rsidR="00FA461E" w:rsidRPr="00DF297C">
        <w:t>though it required high computational resources and was tested on limited datasets.</w:t>
      </w:r>
    </w:p>
    <w:p w14:paraId="14360CD9" w14:textId="335BA391" w:rsidR="001E36DA" w:rsidRPr="00DF297C" w:rsidRDefault="00117F41" w:rsidP="001E36DA">
      <w:pPr>
        <w:pStyle w:val="Paragraph"/>
        <w:rPr>
          <w:lang w:val="en-MY"/>
        </w:rPr>
      </w:pPr>
      <w:r w:rsidRPr="00DF297C">
        <w:t xml:space="preserve">In </w:t>
      </w:r>
      <w:r w:rsidR="004C44C5" w:rsidRPr="00DF297C">
        <w:t>detection of heart disease</w:t>
      </w:r>
      <w:r w:rsidRPr="00DF297C">
        <w:t>, modern approaches that primarily use ECG include Convolutional Neural Networks (CNN), Recurrent Neural Networks (RNN)</w:t>
      </w:r>
      <w:r w:rsidR="004C44C5" w:rsidRPr="00DF297C">
        <w:t>,</w:t>
      </w:r>
      <w:r w:rsidRPr="00DF297C">
        <w:t xml:space="preserve"> and their variants, as well as hybrid and ensemble methods.</w:t>
      </w:r>
      <w:r w:rsidR="001E36DA" w:rsidRPr="00DF297C">
        <w:t xml:space="preserve"> </w:t>
      </w:r>
      <w:r w:rsidR="001E36DA" w:rsidRPr="00DF297C">
        <w:rPr>
          <w:lang w:val="en-MY"/>
        </w:rPr>
        <w:t>CNNs are widely adopted because of their ability to learn features directly from raw ECG data without heavy preprocessing</w:t>
      </w:r>
      <w:r w:rsidR="004C44C5" w:rsidRPr="00DF297C">
        <w:rPr>
          <w:lang w:val="en-MY"/>
        </w:rPr>
        <w:t>,</w:t>
      </w:r>
      <w:r w:rsidR="001E36DA" w:rsidRPr="00DF297C">
        <w:rPr>
          <w:lang w:val="en-MY"/>
        </w:rPr>
        <w:t xml:space="preserve"> which shows a strong performance in both heart disease and emotion detection</w:t>
      </w:r>
      <w:sdt>
        <w:sdtPr>
          <w:rPr>
            <w:color w:val="000000"/>
            <w:lang w:val="en-MY"/>
          </w:rPr>
          <w:tag w:val="MENDELEY_CITATION_v3_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"/>
          <w:id w:val="569470137"/>
          <w:placeholder>
            <w:docPart w:val="DefaultPlaceholder_-1854013440"/>
          </w:placeholder>
        </w:sdtPr>
        <w:sdtContent>
          <w:r w:rsidR="00993549" w:rsidRPr="00DF297C">
            <w:rPr>
              <w:color w:val="000000"/>
              <w:lang w:val="en-MY"/>
            </w:rPr>
            <w:t xml:space="preserve"> </w:t>
          </w:r>
          <w:r w:rsidR="00C91C3F" w:rsidRPr="00DF297C">
            <w:rPr>
              <w:color w:val="000000"/>
              <w:lang w:val="en-MY"/>
            </w:rPr>
            <w:t>[16]</w:t>
          </w:r>
        </w:sdtContent>
      </w:sdt>
      <w:r w:rsidR="001E36DA" w:rsidRPr="00DF297C">
        <w:rPr>
          <w:lang w:val="en-MY"/>
        </w:rPr>
        <w:t>. For instance, the CNN-based SEER model achieved an AUC of 0.83</w:t>
      </w:r>
      <w:r w:rsidR="004C44C5" w:rsidRPr="00DF297C">
        <w:rPr>
          <w:lang w:val="en-MY"/>
        </w:rPr>
        <w:t>,</w:t>
      </w:r>
      <w:r w:rsidR="001E36DA" w:rsidRPr="00DF297C">
        <w:rPr>
          <w:lang w:val="en-MY"/>
        </w:rPr>
        <w:t xml:space="preserve"> </w:t>
      </w:r>
      <w:r w:rsidR="004C44C5" w:rsidRPr="00DF297C">
        <w:rPr>
          <w:lang w:val="en-MY"/>
        </w:rPr>
        <w:t>which</w:t>
      </w:r>
      <w:r w:rsidR="001E36DA" w:rsidRPr="00DF297C">
        <w:rPr>
          <w:lang w:val="en-MY"/>
        </w:rPr>
        <w:t xml:space="preserve"> </w:t>
      </w:r>
      <w:r w:rsidR="004C44C5" w:rsidRPr="00DF297C">
        <w:rPr>
          <w:lang w:val="en-MY"/>
        </w:rPr>
        <w:t>proves</w:t>
      </w:r>
      <w:r w:rsidR="001E36DA" w:rsidRPr="00DF297C">
        <w:rPr>
          <w:lang w:val="en-MY"/>
        </w:rPr>
        <w:t xml:space="preserve"> to outperform conventional models like Random Forest, which only obtained an AUC of 0.68</w:t>
      </w:r>
      <w:sdt>
        <w:sdtPr>
          <w:rPr>
            <w:color w:val="000000"/>
            <w:lang w:val="en-MY"/>
          </w:rPr>
          <w:tag w:val="MENDELEY_CITATION_v3_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"/>
          <w:id w:val="-1636567049"/>
          <w:placeholder>
            <w:docPart w:val="DefaultPlaceholder_-1854013440"/>
          </w:placeholder>
        </w:sdtPr>
        <w:sdtContent>
          <w:r w:rsidR="00993549" w:rsidRPr="00DF297C">
            <w:rPr>
              <w:color w:val="000000"/>
              <w:lang w:val="en-MY"/>
            </w:rPr>
            <w:t xml:space="preserve"> </w:t>
          </w:r>
          <w:r w:rsidR="00C91C3F" w:rsidRPr="00DF297C">
            <w:rPr>
              <w:color w:val="000000"/>
              <w:lang w:val="en-MY"/>
            </w:rPr>
            <w:t>[17]</w:t>
          </w:r>
        </w:sdtContent>
      </w:sdt>
      <w:r w:rsidR="001E36DA" w:rsidRPr="00DF297C">
        <w:rPr>
          <w:lang w:val="en-MY"/>
        </w:rPr>
        <w:t>. Another notable model</w:t>
      </w:r>
      <w:r w:rsidR="004C44C5" w:rsidRPr="00DF297C">
        <w:rPr>
          <w:lang w:val="en-MY"/>
        </w:rPr>
        <w:t>,</w:t>
      </w:r>
      <w:r w:rsidR="001E36DA" w:rsidRPr="00DF297C">
        <w:rPr>
          <w:lang w:val="en-MY"/>
        </w:rPr>
        <w:t xml:space="preserve"> which is a modified VGG-16 trained on the China Physiological Signal Challenge 2018 dataset</w:t>
      </w:r>
      <w:r w:rsidR="004C44C5" w:rsidRPr="00DF297C">
        <w:rPr>
          <w:lang w:val="en-MY"/>
        </w:rPr>
        <w:t>,</w:t>
      </w:r>
      <w:r w:rsidR="001E36DA" w:rsidRPr="00DF297C">
        <w:rPr>
          <w:lang w:val="en-MY"/>
        </w:rPr>
        <w:t xml:space="preserve"> achieved about 96.2% subset accuracy and outperformed ensemble classifiers and other CNN variants due to its use of Grad-CAM for interpretability</w:t>
      </w:r>
      <w:sdt>
        <w:sdtPr>
          <w:rPr>
            <w:color w:val="000000"/>
            <w:lang w:val="en-MY"/>
          </w:rPr>
          <w:tag w:val="MENDELEY_CITATION_v3_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"/>
          <w:id w:val="644484522"/>
          <w:placeholder>
            <w:docPart w:val="DefaultPlaceholder_-1854013440"/>
          </w:placeholder>
        </w:sdtPr>
        <w:sdtContent>
          <w:r w:rsidR="00993549" w:rsidRPr="00DF297C">
            <w:rPr>
              <w:color w:val="000000"/>
              <w:lang w:val="en-MY"/>
            </w:rPr>
            <w:t xml:space="preserve"> </w:t>
          </w:r>
          <w:r w:rsidR="00C91C3F" w:rsidRPr="00DF297C">
            <w:rPr>
              <w:color w:val="000000"/>
              <w:lang w:val="en-MY"/>
            </w:rPr>
            <w:t>[18]</w:t>
          </w:r>
        </w:sdtContent>
      </w:sdt>
      <w:r w:rsidR="001E36DA" w:rsidRPr="00DF297C">
        <w:rPr>
          <w:lang w:val="en-MY"/>
        </w:rPr>
        <w:t xml:space="preserve">. CNNs also presented </w:t>
      </w:r>
      <w:r w:rsidR="004C44C5" w:rsidRPr="00DF297C">
        <w:rPr>
          <w:lang w:val="en-MY"/>
        </w:rPr>
        <w:t>their</w:t>
      </w:r>
      <w:r w:rsidR="001E36DA" w:rsidRPr="00DF297C">
        <w:rPr>
          <w:lang w:val="en-MY"/>
        </w:rPr>
        <w:t xml:space="preserve"> superiority over human experts, as seen in the ECG12Net model, which achieved an AUC of 0.947 for pneumothorax detection, utilizing an 82-layer convolutional architecture and attention mechanisms to uncover subtle ECG patterns</w:t>
      </w:r>
      <w:sdt>
        <w:sdtPr>
          <w:rPr>
            <w:color w:val="000000"/>
            <w:lang w:val="en-MY"/>
          </w:rPr>
          <w:tag w:val="MENDELEY_CITATION_v3_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"/>
          <w:id w:val="974336825"/>
          <w:placeholder>
            <w:docPart w:val="DefaultPlaceholder_-1854013440"/>
          </w:placeholder>
        </w:sdtPr>
        <w:sdtContent>
          <w:r w:rsidR="00993549" w:rsidRPr="00DF297C">
            <w:rPr>
              <w:color w:val="000000"/>
              <w:lang w:val="en-MY"/>
            </w:rPr>
            <w:t xml:space="preserve"> </w:t>
          </w:r>
          <w:r w:rsidR="00C91C3F" w:rsidRPr="00DF297C">
            <w:rPr>
              <w:color w:val="000000"/>
              <w:lang w:val="en-MY"/>
            </w:rPr>
            <w:t>[19]</w:t>
          </w:r>
          <w:r w:rsidR="006A3EA6" w:rsidRPr="00DF297C">
            <w:rPr>
              <w:color w:val="000000"/>
              <w:lang w:val="en-MY"/>
            </w:rPr>
            <w:t>,[20]</w:t>
          </w:r>
        </w:sdtContent>
      </w:sdt>
      <w:r w:rsidR="001E36DA" w:rsidRPr="00DF297C">
        <w:rPr>
          <w:lang w:val="en-MY"/>
        </w:rPr>
        <w:t>.</w:t>
      </w:r>
    </w:p>
    <w:p w14:paraId="62E52F01" w14:textId="0929CA7E" w:rsidR="00070E6D" w:rsidRPr="00DF297C" w:rsidRDefault="006555B9" w:rsidP="00070E6D">
      <w:pPr>
        <w:pStyle w:val="Paragraph"/>
      </w:pPr>
      <w:r w:rsidRPr="00DF297C">
        <w:t>Moreover, RNNs also achieved strong performance in sequential ECG data for heart condition predictions. A two-stage LSTM model trained on the MIT-BIH dataset achieved 89.3% in terms of classification efficiency</w:t>
      </w:r>
      <w:r w:rsidR="004C44C5" w:rsidRPr="00DF297C">
        <w:t>,</w:t>
      </w:r>
      <w:r w:rsidRPr="00DF297C">
        <w:t xml:space="preserve"> </w:t>
      </w:r>
      <w:r w:rsidR="004C44C5" w:rsidRPr="00DF297C">
        <w:t>which</w:t>
      </w:r>
      <w:r w:rsidRPr="00DF297C">
        <w:t xml:space="preserve"> </w:t>
      </w:r>
      <w:r w:rsidR="004C44C5" w:rsidRPr="00DF297C">
        <w:t>outperforms</w:t>
      </w:r>
      <w:r w:rsidRPr="00DF297C">
        <w:t xml:space="preserve"> 1D-CNN in certain aspects due to its ability to model temporal dependencies</w:t>
      </w:r>
      <w:sdt>
        <w:sdtPr>
          <w:rPr>
            <w:color w:val="000000"/>
          </w:rPr>
          <w:tag w:val="MENDELEY_CITATION_v3_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"/>
          <w:id w:val="540489608"/>
          <w:placeholder>
            <w:docPart w:val="DefaultPlaceholder_-1854013440"/>
          </w:placeholder>
        </w:sdtPr>
        <w:sdtContent>
          <w:r w:rsidR="00993549" w:rsidRPr="00DF297C">
            <w:rPr>
              <w:color w:val="000000"/>
            </w:rPr>
            <w:t xml:space="preserve"> </w:t>
          </w:r>
          <w:r w:rsidR="00C91C3F" w:rsidRPr="00DF297C">
            <w:rPr>
              <w:color w:val="000000"/>
            </w:rPr>
            <w:t>[3]</w:t>
          </w:r>
        </w:sdtContent>
      </w:sdt>
      <w:r w:rsidRPr="00DF297C">
        <w:t xml:space="preserve">. </w:t>
      </w:r>
      <w:r w:rsidR="00070E6D" w:rsidRPr="00DF297C">
        <w:t xml:space="preserve">Finally, the hybrid methods that integrate CNN and LSTM have </w:t>
      </w:r>
      <w:r w:rsidR="004C44C5" w:rsidRPr="00DF297C">
        <w:t>shown</w:t>
      </w:r>
      <w:r w:rsidR="00070E6D" w:rsidRPr="00DF297C">
        <w:t xml:space="preserve"> excellent results. For example, a 2D-CNN-LSTM model transformed 1D ECG into 2D scalograms and achieved about 98.7% accuracy for arrhythmia detection. </w:t>
      </w:r>
    </w:p>
    <w:p w14:paraId="40D2B79F" w14:textId="4FDCCC78" w:rsidR="00E208E5" w:rsidRPr="00DF297C" w:rsidRDefault="00E208E5" w:rsidP="00070E6D">
      <w:pPr>
        <w:pStyle w:val="Paragraph"/>
      </w:pPr>
      <w:r w:rsidRPr="00DF297C">
        <w:t>Current models usually concentrate on either recognizing emotions or diagnosing the cardiac conditions separately, but the CNN–BiLSTM model fills this gap by using CNN’s abilities in spatial detection and BiLSTM’s time-aware learning in one design which helps improve the performance more accurately in multi-task learning based on the ECG data from different datasets.</w:t>
      </w:r>
    </w:p>
    <w:p w14:paraId="43FD6FB6" w14:textId="16C14498" w:rsidR="00070E6D" w:rsidRPr="00DF297C" w:rsidRDefault="00070E6D" w:rsidP="00070E6D">
      <w:pPr>
        <w:pStyle w:val="Heading1"/>
      </w:pPr>
      <w:r w:rsidRPr="00DF297C">
        <w:t>Methodology</w:t>
      </w:r>
    </w:p>
    <w:p w14:paraId="7B36ACA1" w14:textId="1B1B282F" w:rsidR="00D171D6" w:rsidRPr="00DF297C" w:rsidRDefault="00990A4F" w:rsidP="00D171D6">
      <w:pPr>
        <w:pStyle w:val="Paragraph"/>
      </w:pPr>
      <w:r w:rsidRPr="00DF297C">
        <w:t xml:space="preserve">In the study, the ECG signal records obtained from both MIT-BIH and DREAMER </w:t>
      </w:r>
      <w:r w:rsidR="00D171D6" w:rsidRPr="00DF297C">
        <w:t>datasets</w:t>
      </w:r>
      <w:r w:rsidRPr="00DF297C">
        <w:t xml:space="preserve"> </w:t>
      </w:r>
      <w:r w:rsidR="004C44C5" w:rsidRPr="00DF297C">
        <w:t>underwent</w:t>
      </w:r>
      <w:r w:rsidRPr="00DF297C">
        <w:t xml:space="preserve"> different kinds of data preprocessing methods separately </w:t>
      </w:r>
      <w:r w:rsidRPr="00DF297C">
        <w:rPr>
          <w:bCs/>
        </w:rPr>
        <w:t>to ensure that the heart-related features</w:t>
      </w:r>
      <w:r w:rsidR="004C44C5" w:rsidRPr="00DF297C">
        <w:rPr>
          <w:bCs/>
        </w:rPr>
        <w:t>,</w:t>
      </w:r>
      <w:r w:rsidRPr="00DF297C">
        <w:rPr>
          <w:bCs/>
        </w:rPr>
        <w:t xml:space="preserve"> such as P waves, QRS complexes</w:t>
      </w:r>
      <w:r w:rsidR="004C44C5" w:rsidRPr="00DF297C">
        <w:rPr>
          <w:bCs/>
        </w:rPr>
        <w:t>,</w:t>
      </w:r>
      <w:r w:rsidRPr="00DF297C">
        <w:rPr>
          <w:bCs/>
        </w:rPr>
        <w:t xml:space="preserve"> and T </w:t>
      </w:r>
      <w:r w:rsidR="004C44C5" w:rsidRPr="00DF297C">
        <w:rPr>
          <w:bCs/>
        </w:rPr>
        <w:t>waves,</w:t>
      </w:r>
      <w:r w:rsidRPr="00DF297C">
        <w:rPr>
          <w:bCs/>
        </w:rPr>
        <w:t xml:space="preserve"> can be extracted. After that, two hybrid CNN-BiLSTM model</w:t>
      </w:r>
      <w:r w:rsidR="00D171D6" w:rsidRPr="00DF297C">
        <w:rPr>
          <w:bCs/>
        </w:rPr>
        <w:t>s</w:t>
      </w:r>
      <w:r w:rsidRPr="00DF297C">
        <w:rPr>
          <w:bCs/>
        </w:rPr>
        <w:t xml:space="preserve"> </w:t>
      </w:r>
      <w:r w:rsidR="004C44C5" w:rsidRPr="00DF297C">
        <w:rPr>
          <w:bCs/>
        </w:rPr>
        <w:t xml:space="preserve">were </w:t>
      </w:r>
      <w:r w:rsidRPr="00DF297C">
        <w:rPr>
          <w:bCs/>
        </w:rPr>
        <w:t xml:space="preserve">developed with similar </w:t>
      </w:r>
      <w:r w:rsidRPr="00DF297C">
        <w:rPr>
          <w:bCs/>
        </w:rPr>
        <w:lastRenderedPageBreak/>
        <w:t xml:space="preserve">architecture </w:t>
      </w:r>
      <w:r w:rsidR="00D171D6" w:rsidRPr="00DF297C">
        <w:rPr>
          <w:bCs/>
        </w:rPr>
        <w:t xml:space="preserve">but different hyperparameter settings that </w:t>
      </w:r>
      <w:r w:rsidR="004C44C5" w:rsidRPr="00DF297C">
        <w:rPr>
          <w:bCs/>
        </w:rPr>
        <w:t xml:space="preserve">were </w:t>
      </w:r>
      <w:r w:rsidR="00D171D6" w:rsidRPr="00DF297C">
        <w:rPr>
          <w:bCs/>
        </w:rPr>
        <w:t xml:space="preserve">determined using </w:t>
      </w:r>
      <w:r w:rsidR="004C44C5" w:rsidRPr="00DF297C">
        <w:rPr>
          <w:bCs/>
        </w:rPr>
        <w:t xml:space="preserve">the </w:t>
      </w:r>
      <w:r w:rsidR="00D171D6" w:rsidRPr="00DF297C">
        <w:rPr>
          <w:bCs/>
        </w:rPr>
        <w:t xml:space="preserve">Optuna hyperparameter optimization method to train on the preprocessed MIT-BIH and DREAMER datasets. </w:t>
      </w:r>
    </w:p>
    <w:p w14:paraId="49D6FBD1" w14:textId="69CD816B" w:rsidR="00725861" w:rsidRPr="00DF297C" w:rsidRDefault="008911D5" w:rsidP="00725861">
      <w:pPr>
        <w:pStyle w:val="Heading2"/>
      </w:pPr>
      <w:r w:rsidRPr="00DF297C">
        <w:t>Data Preprocessing</w:t>
      </w:r>
    </w:p>
    <w:p w14:paraId="70F2AE1A" w14:textId="2C6F316C" w:rsidR="008911D5" w:rsidRPr="00DF297C" w:rsidRDefault="00AB0D3B" w:rsidP="00117F97">
      <w:pPr>
        <w:pStyle w:val="Paragraph"/>
        <w:rPr>
          <w:bCs/>
        </w:rPr>
      </w:pPr>
      <w:bookmarkStart w:id="1" w:name="_Hlk199630066"/>
      <w:r w:rsidRPr="00DF297C">
        <w:rPr>
          <w:bCs/>
        </w:rPr>
        <w:t xml:space="preserve">The DREAMER and MIT-BIH datasets selected because DREAMER includes noise as well as real‐world ECGs and labels that describe how aroused and </w:t>
      </w:r>
      <w:r w:rsidR="00BC37E3" w:rsidRPr="00DF297C">
        <w:rPr>
          <w:bCs/>
        </w:rPr>
        <w:t>valence</w:t>
      </w:r>
      <w:r w:rsidRPr="00DF297C">
        <w:rPr>
          <w:bCs/>
        </w:rPr>
        <w:t xml:space="preserve"> each person was while MIT-BIH includes ECGs with precise annotations and beat‐by‐beat labels that ideal for working on arrhythmia classification. </w:t>
      </w:r>
      <w:bookmarkEnd w:id="1"/>
      <w:r w:rsidRPr="00DF297C">
        <w:rPr>
          <w:bCs/>
        </w:rPr>
        <w:t>Both</w:t>
      </w:r>
      <w:r w:rsidR="00061432" w:rsidRPr="00DF297C">
        <w:rPr>
          <w:bCs/>
        </w:rPr>
        <w:t xml:space="preserve"> datasets have undergone different types of data preprocessing methods because the characteristics of both datasets are different. The ECG signals from the MIT-BIH dataset are less noisy compared to the DREAMER dataset since it was captured under medical settings that are primarily used for the detection of arrhythmia. In contrast, the DREAMER dataset was captured in an environment induced by emotions, which may affect the consistency of the dataset</w:t>
      </w:r>
      <w:r w:rsidR="008911D5" w:rsidRPr="00DF297C">
        <w:rPr>
          <w:bCs/>
        </w:rPr>
        <w:t>.</w:t>
      </w:r>
    </w:p>
    <w:p w14:paraId="1D58C047" w14:textId="522391A7" w:rsidR="008911D5" w:rsidRPr="00DF297C" w:rsidRDefault="008911D5" w:rsidP="008911D5">
      <w:pPr>
        <w:pStyle w:val="Heading3"/>
      </w:pPr>
      <w:r w:rsidRPr="00DF297C">
        <w:t>DREAMER Dataset</w:t>
      </w:r>
    </w:p>
    <w:p w14:paraId="1322F95A" w14:textId="0A41160D" w:rsidR="00117F97" w:rsidRPr="00DF297C" w:rsidRDefault="00117F97" w:rsidP="00117F97">
      <w:pPr>
        <w:pStyle w:val="Paragraph"/>
        <w:rPr>
          <w:bCs/>
        </w:rPr>
      </w:pPr>
      <w:r w:rsidRPr="00DF297C">
        <w:rPr>
          <w:bCs/>
        </w:rPr>
        <w:t>The DREAMER dataset consists of EEG, ECG, and respiration signals from 23 participants</w:t>
      </w:r>
      <w:r w:rsidR="004C44C5" w:rsidRPr="00DF297C">
        <w:rPr>
          <w:bCs/>
        </w:rPr>
        <w:t>,</w:t>
      </w:r>
      <w:r w:rsidRPr="00DF297C">
        <w:rPr>
          <w:bCs/>
        </w:rPr>
        <w:t xml:space="preserve"> where 13 males </w:t>
      </w:r>
      <w:r w:rsidR="004C44C5" w:rsidRPr="00DF297C">
        <w:rPr>
          <w:bCs/>
        </w:rPr>
        <w:t>and 10</w:t>
      </w:r>
      <w:r w:rsidRPr="00DF297C">
        <w:rPr>
          <w:bCs/>
        </w:rPr>
        <w:t xml:space="preserve"> females between </w:t>
      </w:r>
      <w:r w:rsidR="004C44C5" w:rsidRPr="00DF297C">
        <w:rPr>
          <w:bCs/>
        </w:rPr>
        <w:t>the ages</w:t>
      </w:r>
      <w:r w:rsidRPr="00DF297C">
        <w:rPr>
          <w:bCs/>
        </w:rPr>
        <w:t xml:space="preserve"> </w:t>
      </w:r>
      <w:r w:rsidR="004C44C5" w:rsidRPr="00DF297C">
        <w:rPr>
          <w:bCs/>
        </w:rPr>
        <w:t xml:space="preserve">of </w:t>
      </w:r>
      <w:r w:rsidRPr="00DF297C">
        <w:rPr>
          <w:bCs/>
        </w:rPr>
        <w:t>22 to 33</w:t>
      </w:r>
      <w:r w:rsidR="003C016E" w:rsidRPr="00DF297C">
        <w:rPr>
          <w:bCs/>
        </w:rPr>
        <w:t xml:space="preserve"> were</w:t>
      </w:r>
      <w:r w:rsidRPr="00DF297C">
        <w:rPr>
          <w:bCs/>
        </w:rPr>
        <w:t xml:space="preserve"> recorded while watching 18 video clips</w:t>
      </w:r>
      <w:sdt>
        <w:sdtPr>
          <w:rPr>
            <w:bCs/>
            <w:color w:val="000000"/>
          </w:rPr>
          <w:tag w:val="MENDELEY_CITATION_v3_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"/>
          <w:id w:val="685171055"/>
          <w:placeholder>
            <w:docPart w:val="DefaultPlaceholder_-1854013440"/>
          </w:placeholder>
        </w:sdtPr>
        <w:sdtContent>
          <w:r w:rsidR="00A74437" w:rsidRPr="00DF297C">
            <w:rPr>
              <w:bCs/>
              <w:color w:val="000000"/>
            </w:rPr>
            <w:t xml:space="preserve"> </w:t>
          </w:r>
          <w:r w:rsidR="00C91C3F" w:rsidRPr="00DF297C">
            <w:rPr>
              <w:bCs/>
              <w:color w:val="000000"/>
            </w:rPr>
            <w:t>[12], [14]</w:t>
          </w:r>
        </w:sdtContent>
      </w:sdt>
      <w:r w:rsidRPr="00DF297C">
        <w:rPr>
          <w:bCs/>
        </w:rPr>
        <w:t xml:space="preserve">. Each participant </w:t>
      </w:r>
      <w:r w:rsidR="003C016E" w:rsidRPr="00DF297C">
        <w:rPr>
          <w:bCs/>
        </w:rPr>
        <w:t xml:space="preserve">then </w:t>
      </w:r>
      <w:r w:rsidRPr="00DF297C">
        <w:rPr>
          <w:bCs/>
        </w:rPr>
        <w:t>rated their emotional response using arousal, valence, and dominance scores on a scale of 1 to 5</w:t>
      </w:r>
      <w:sdt>
        <w:sdtPr>
          <w:rPr>
            <w:bCs/>
            <w:color w:val="000000"/>
          </w:rPr>
          <w:tag w:val="MENDELEY_CITATION_v3_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"/>
          <w:id w:val="1881435884"/>
          <w:placeholder>
            <w:docPart w:val="DefaultPlaceholder_-1854013440"/>
          </w:placeholder>
        </w:sdtPr>
        <w:sdtContent>
          <w:r w:rsidR="00A74437" w:rsidRPr="00DF297C">
            <w:rPr>
              <w:bCs/>
              <w:color w:val="000000"/>
            </w:rPr>
            <w:t xml:space="preserve"> </w:t>
          </w:r>
          <w:r w:rsidR="00C91C3F" w:rsidRPr="00DF297C">
            <w:rPr>
              <w:bCs/>
              <w:color w:val="000000"/>
            </w:rPr>
            <w:t>[14]</w:t>
          </w:r>
        </w:sdtContent>
      </w:sdt>
      <w:r w:rsidRPr="00DF297C">
        <w:rPr>
          <w:bCs/>
        </w:rPr>
        <w:t xml:space="preserve">. The data is stored in a .mat file containing nested cell arrays for baseline and stimulus </w:t>
      </w:r>
      <w:r w:rsidR="003C016E" w:rsidRPr="00DF297C">
        <w:rPr>
          <w:bCs/>
        </w:rPr>
        <w:t xml:space="preserve">signal </w:t>
      </w:r>
      <w:r w:rsidRPr="00DF297C">
        <w:rPr>
          <w:bCs/>
        </w:rPr>
        <w:t>recordings from two ECG channels</w:t>
      </w:r>
      <w:r w:rsidR="003C016E" w:rsidRPr="00DF297C">
        <w:rPr>
          <w:bCs/>
        </w:rPr>
        <w:t>.</w:t>
      </w:r>
    </w:p>
    <w:p w14:paraId="2C91C2C6" w14:textId="5F30506C" w:rsidR="00117F97" w:rsidRPr="00DF297C" w:rsidRDefault="00313D30" w:rsidP="00117F97">
      <w:pPr>
        <w:pStyle w:val="Paragraph"/>
        <w:rPr>
          <w:bCs/>
        </w:rPr>
      </w:pPr>
      <w:r w:rsidRPr="00DF297C">
        <w:rPr>
          <w:bCs/>
        </w:rPr>
        <w:t>T</w:t>
      </w:r>
      <w:r w:rsidR="00E61F68" w:rsidRPr="00DF297C">
        <w:rPr>
          <w:bCs/>
        </w:rPr>
        <w:t xml:space="preserve">he .mat file </w:t>
      </w:r>
      <w:r w:rsidRPr="00DF297C">
        <w:rPr>
          <w:bCs/>
        </w:rPr>
        <w:t xml:space="preserve">of DREAMER dataset </w:t>
      </w:r>
      <w:r w:rsidR="00E61F68" w:rsidRPr="00DF297C">
        <w:rPr>
          <w:bCs/>
        </w:rPr>
        <w:t xml:space="preserve">was </w:t>
      </w:r>
      <w:r w:rsidR="00117F97" w:rsidRPr="00DF297C">
        <w:rPr>
          <w:bCs/>
        </w:rPr>
        <w:t>load</w:t>
      </w:r>
      <w:r w:rsidR="00E61F68" w:rsidRPr="00DF297C">
        <w:rPr>
          <w:bCs/>
        </w:rPr>
        <w:t>ed in the MATLAB platform</w:t>
      </w:r>
      <w:r w:rsidR="004C44C5" w:rsidRPr="00DF297C">
        <w:rPr>
          <w:bCs/>
        </w:rPr>
        <w:t>,</w:t>
      </w:r>
      <w:r w:rsidR="00117F97" w:rsidRPr="00DF297C">
        <w:rPr>
          <w:bCs/>
        </w:rPr>
        <w:t xml:space="preserve"> and the dataset structure</w:t>
      </w:r>
      <w:r w:rsidR="004C44C5" w:rsidRPr="00DF297C">
        <w:rPr>
          <w:bCs/>
        </w:rPr>
        <w:t>,</w:t>
      </w:r>
      <w:r w:rsidR="00E61F68" w:rsidRPr="00DF297C">
        <w:rPr>
          <w:bCs/>
        </w:rPr>
        <w:t xml:space="preserve"> which</w:t>
      </w:r>
      <w:r w:rsidR="00117F97" w:rsidRPr="00DF297C">
        <w:rPr>
          <w:bCs/>
        </w:rPr>
        <w:t xml:space="preserve"> includ</w:t>
      </w:r>
      <w:r w:rsidR="00E61F68" w:rsidRPr="00DF297C">
        <w:rPr>
          <w:bCs/>
        </w:rPr>
        <w:t>es</w:t>
      </w:r>
      <w:r w:rsidR="00117F97" w:rsidRPr="00DF297C">
        <w:rPr>
          <w:bCs/>
        </w:rPr>
        <w:t xml:space="preserve"> participant count and sampling rate</w:t>
      </w:r>
      <w:r w:rsidR="004C44C5" w:rsidRPr="00DF297C">
        <w:rPr>
          <w:bCs/>
        </w:rPr>
        <w:t>,</w:t>
      </w:r>
      <w:r w:rsidR="00E61F68" w:rsidRPr="00DF297C">
        <w:rPr>
          <w:bCs/>
        </w:rPr>
        <w:t xml:space="preserve"> was examined</w:t>
      </w:r>
      <w:r w:rsidR="00117F97" w:rsidRPr="00DF297C">
        <w:rPr>
          <w:bCs/>
        </w:rPr>
        <w:t xml:space="preserve">. </w:t>
      </w:r>
      <w:r w:rsidRPr="00DF297C">
        <w:rPr>
          <w:bCs/>
        </w:rPr>
        <w:t>E</w:t>
      </w:r>
      <w:r w:rsidR="00117F97" w:rsidRPr="00DF297C">
        <w:rPr>
          <w:bCs/>
        </w:rPr>
        <w:t>ach ECG signal under</w:t>
      </w:r>
      <w:r w:rsidR="00E61F68" w:rsidRPr="00DF297C">
        <w:rPr>
          <w:bCs/>
        </w:rPr>
        <w:t>went</w:t>
      </w:r>
      <w:r w:rsidR="00117F97" w:rsidRPr="00DF297C">
        <w:rPr>
          <w:bCs/>
        </w:rPr>
        <w:t xml:space="preserve"> </w:t>
      </w:r>
      <w:r w:rsidR="00E61F68" w:rsidRPr="00DF297C">
        <w:rPr>
          <w:bCs/>
        </w:rPr>
        <w:t>the initial</w:t>
      </w:r>
      <w:r w:rsidR="00117F97" w:rsidRPr="00DF297C">
        <w:rPr>
          <w:bCs/>
        </w:rPr>
        <w:t xml:space="preserve"> preprocessing step</w:t>
      </w:r>
      <w:r w:rsidR="004C44C5" w:rsidRPr="00DF297C">
        <w:rPr>
          <w:bCs/>
        </w:rPr>
        <w:t>,</w:t>
      </w:r>
      <w:r w:rsidR="00E61F68" w:rsidRPr="00DF297C">
        <w:rPr>
          <w:bCs/>
        </w:rPr>
        <w:t xml:space="preserve"> which was </w:t>
      </w:r>
      <w:r w:rsidR="00117F97" w:rsidRPr="00DF297C">
        <w:rPr>
          <w:bCs/>
        </w:rPr>
        <w:t xml:space="preserve">detrending to remove </w:t>
      </w:r>
      <w:r w:rsidR="004C44C5" w:rsidRPr="00DF297C">
        <w:t>slowly changing</w:t>
      </w:r>
      <w:r w:rsidR="00E61F68" w:rsidRPr="00DF297C">
        <w:t xml:space="preserve"> trends that </w:t>
      </w:r>
      <w:r w:rsidR="00F74AF7" w:rsidRPr="00DF297C">
        <w:t>were potentially</w:t>
      </w:r>
      <w:r w:rsidR="00E61F68" w:rsidRPr="00DF297C">
        <w:t xml:space="preserve"> due to the baseline wandering of sensor drift</w:t>
      </w:r>
      <w:r w:rsidR="00E61F68" w:rsidRPr="00DF297C">
        <w:rPr>
          <w:bCs/>
        </w:rPr>
        <w:t>. Then, the</w:t>
      </w:r>
      <w:r w:rsidR="00117F97" w:rsidRPr="00DF297C">
        <w:rPr>
          <w:bCs/>
        </w:rPr>
        <w:t xml:space="preserve"> outlier correction </w:t>
      </w:r>
      <w:r w:rsidR="004C44C5" w:rsidRPr="00DF297C">
        <w:rPr>
          <w:bCs/>
        </w:rPr>
        <w:t xml:space="preserve">is performed </w:t>
      </w:r>
      <w:r w:rsidR="00117F97" w:rsidRPr="00DF297C">
        <w:rPr>
          <w:bCs/>
        </w:rPr>
        <w:t>using a moving median with linear interpolation</w:t>
      </w:r>
      <w:r w:rsidR="00F74AF7" w:rsidRPr="00DF297C">
        <w:rPr>
          <w:bCs/>
        </w:rPr>
        <w:t xml:space="preserve"> applied </w:t>
      </w:r>
      <w:r w:rsidR="00F74AF7" w:rsidRPr="00DF297C">
        <w:t>to replace the outliers with the new values computed by linear interpolation</w:t>
      </w:r>
      <w:r w:rsidR="00F74AF7" w:rsidRPr="00DF297C">
        <w:rPr>
          <w:bCs/>
        </w:rPr>
        <w:t>.</w:t>
      </w:r>
      <w:r w:rsidR="00117F97" w:rsidRPr="00DF297C">
        <w:rPr>
          <w:bCs/>
        </w:rPr>
        <w:t xml:space="preserve"> </w:t>
      </w:r>
      <w:r w:rsidR="00F74AF7" w:rsidRPr="00DF297C">
        <w:rPr>
          <w:bCs/>
        </w:rPr>
        <w:t xml:space="preserve">Next, the </w:t>
      </w:r>
      <w:r w:rsidR="00117F97" w:rsidRPr="00DF297C">
        <w:rPr>
          <w:bCs/>
        </w:rPr>
        <w:t xml:space="preserve">bandpass filtering </w:t>
      </w:r>
      <w:r w:rsidR="00F74AF7" w:rsidRPr="00DF297C">
        <w:rPr>
          <w:bCs/>
        </w:rPr>
        <w:t xml:space="preserve">with the range between </w:t>
      </w:r>
      <w:r w:rsidR="00117F97" w:rsidRPr="00DF297C">
        <w:rPr>
          <w:bCs/>
        </w:rPr>
        <w:t>0.5</w:t>
      </w:r>
      <w:r w:rsidR="00F74AF7" w:rsidRPr="00DF297C">
        <w:rPr>
          <w:bCs/>
        </w:rPr>
        <w:t xml:space="preserve"> to </w:t>
      </w:r>
      <w:r w:rsidR="00117F97" w:rsidRPr="00DF297C">
        <w:rPr>
          <w:bCs/>
        </w:rPr>
        <w:t>30 Hz</w:t>
      </w:r>
      <w:r w:rsidR="00F74AF7" w:rsidRPr="00DF297C">
        <w:rPr>
          <w:bCs/>
        </w:rPr>
        <w:t xml:space="preserve"> </w:t>
      </w:r>
      <w:r w:rsidR="004C44C5" w:rsidRPr="00DF297C">
        <w:rPr>
          <w:bCs/>
        </w:rPr>
        <w:t xml:space="preserve">was </w:t>
      </w:r>
      <w:r w:rsidR="00F74AF7" w:rsidRPr="00DF297C">
        <w:rPr>
          <w:bCs/>
        </w:rPr>
        <w:t>applied on the signals</w:t>
      </w:r>
      <w:r w:rsidR="00117F97" w:rsidRPr="00DF297C">
        <w:rPr>
          <w:bCs/>
        </w:rPr>
        <w:t xml:space="preserve"> to isolate relevant cardiac frequencies. Additional noise reduction </w:t>
      </w:r>
      <w:r w:rsidR="00F74AF7" w:rsidRPr="00DF297C">
        <w:rPr>
          <w:bCs/>
        </w:rPr>
        <w:t>methods</w:t>
      </w:r>
      <w:r w:rsidR="004C44C5" w:rsidRPr="00DF297C">
        <w:rPr>
          <w:bCs/>
        </w:rPr>
        <w:t>,</w:t>
      </w:r>
      <w:r w:rsidR="00F74AF7" w:rsidRPr="00DF297C">
        <w:rPr>
          <w:bCs/>
        </w:rPr>
        <w:t xml:space="preserve"> such as</w:t>
      </w:r>
      <w:r w:rsidR="00117F97" w:rsidRPr="00DF297C">
        <w:rPr>
          <w:bCs/>
        </w:rPr>
        <w:t xml:space="preserve"> median filtering and moving average smoothing</w:t>
      </w:r>
      <w:r w:rsidR="004C44C5" w:rsidRPr="00DF297C">
        <w:rPr>
          <w:bCs/>
        </w:rPr>
        <w:t>,</w:t>
      </w:r>
      <w:r w:rsidR="00F74AF7" w:rsidRPr="00DF297C">
        <w:rPr>
          <w:bCs/>
        </w:rPr>
        <w:t xml:space="preserve"> were conducted</w:t>
      </w:r>
      <w:r w:rsidR="00117F97" w:rsidRPr="00DF297C">
        <w:rPr>
          <w:bCs/>
        </w:rPr>
        <w:t xml:space="preserve">. </w:t>
      </w:r>
      <w:r w:rsidR="00F74AF7" w:rsidRPr="00DF297C">
        <w:rPr>
          <w:bCs/>
        </w:rPr>
        <w:t>After that, t</w:t>
      </w:r>
      <w:r w:rsidR="00117F97" w:rsidRPr="00DF297C">
        <w:rPr>
          <w:bCs/>
        </w:rPr>
        <w:t xml:space="preserve">he signals </w:t>
      </w:r>
      <w:r w:rsidR="00F74AF7" w:rsidRPr="00DF297C">
        <w:rPr>
          <w:bCs/>
        </w:rPr>
        <w:t>were</w:t>
      </w:r>
      <w:r w:rsidR="00117F97" w:rsidRPr="00DF297C">
        <w:rPr>
          <w:bCs/>
        </w:rPr>
        <w:t xml:space="preserve"> then standardized </w:t>
      </w:r>
      <w:r w:rsidR="00F74AF7" w:rsidRPr="00DF297C">
        <w:t xml:space="preserve">by subtracting the mean of the signal and dividing by </w:t>
      </w:r>
      <w:r w:rsidR="004C44C5" w:rsidRPr="00DF297C">
        <w:t>its</w:t>
      </w:r>
      <w:r w:rsidR="00F74AF7" w:rsidRPr="00DF297C">
        <w:t xml:space="preserve"> standard deviation</w:t>
      </w:r>
      <w:r w:rsidR="00117F97" w:rsidRPr="00DF297C">
        <w:rPr>
          <w:bCs/>
        </w:rPr>
        <w:t xml:space="preserve">, and </w:t>
      </w:r>
      <w:r w:rsidR="00F74AF7" w:rsidRPr="00DF297C">
        <w:rPr>
          <w:bCs/>
        </w:rPr>
        <w:t>then</w:t>
      </w:r>
      <w:r w:rsidR="004C44C5" w:rsidRPr="00DF297C">
        <w:rPr>
          <w:bCs/>
        </w:rPr>
        <w:t xml:space="preserve"> the</w:t>
      </w:r>
      <w:r w:rsidR="00F74AF7" w:rsidRPr="00DF297C">
        <w:rPr>
          <w:bCs/>
        </w:rPr>
        <w:t xml:space="preserve"> missing values were handled by </w:t>
      </w:r>
      <w:r w:rsidR="00F74AF7" w:rsidRPr="00DF297C">
        <w:t>using linear interpolation</w:t>
      </w:r>
      <w:r w:rsidR="00117F97" w:rsidRPr="00DF297C">
        <w:rPr>
          <w:bCs/>
        </w:rPr>
        <w:t xml:space="preserve">. To </w:t>
      </w:r>
      <w:r w:rsidRPr="00DF297C">
        <w:rPr>
          <w:bCs/>
        </w:rPr>
        <w:t>ensure uniform input length</w:t>
      </w:r>
      <w:r w:rsidR="00117F97" w:rsidRPr="00DF297C">
        <w:rPr>
          <w:bCs/>
        </w:rPr>
        <w:t xml:space="preserve">, a sliding window of 1000 samples with 50% overlap </w:t>
      </w:r>
      <w:r w:rsidR="00F74AF7" w:rsidRPr="00DF297C">
        <w:rPr>
          <w:bCs/>
        </w:rPr>
        <w:t>was</w:t>
      </w:r>
      <w:r w:rsidR="00117F97" w:rsidRPr="00DF297C">
        <w:rPr>
          <w:bCs/>
        </w:rPr>
        <w:t xml:space="preserve"> u</w:t>
      </w:r>
      <w:r w:rsidR="00F74AF7" w:rsidRPr="00DF297C">
        <w:rPr>
          <w:bCs/>
        </w:rPr>
        <w:t>tilized in order</w:t>
      </w:r>
      <w:r w:rsidR="00117F97" w:rsidRPr="00DF297C">
        <w:rPr>
          <w:bCs/>
        </w:rPr>
        <w:t xml:space="preserve"> to extract ECG segments</w:t>
      </w:r>
      <w:r w:rsidR="004C44C5" w:rsidRPr="00DF297C">
        <w:rPr>
          <w:bCs/>
        </w:rPr>
        <w:t>,</w:t>
      </w:r>
      <w:r w:rsidR="00F74AF7" w:rsidRPr="00DF297C">
        <w:rPr>
          <w:bCs/>
        </w:rPr>
        <w:t xml:space="preserve"> and </w:t>
      </w:r>
      <w:r w:rsidR="00117F97" w:rsidRPr="00DF297C">
        <w:rPr>
          <w:bCs/>
        </w:rPr>
        <w:t xml:space="preserve">with zero-padding applied to </w:t>
      </w:r>
      <w:r w:rsidR="00F74AF7" w:rsidRPr="00DF297C">
        <w:rPr>
          <w:bCs/>
        </w:rPr>
        <w:t xml:space="preserve">those </w:t>
      </w:r>
      <w:r w:rsidR="00117F97" w:rsidRPr="00DF297C">
        <w:rPr>
          <w:bCs/>
        </w:rPr>
        <w:t xml:space="preserve">shorter signals. Each window </w:t>
      </w:r>
      <w:r w:rsidR="00F74AF7" w:rsidRPr="00DF297C">
        <w:rPr>
          <w:bCs/>
        </w:rPr>
        <w:t>was then</w:t>
      </w:r>
      <w:r w:rsidR="00117F97" w:rsidRPr="00DF297C">
        <w:rPr>
          <w:bCs/>
        </w:rPr>
        <w:t xml:space="preserve"> </w:t>
      </w:r>
      <w:r w:rsidR="00F74AF7" w:rsidRPr="00DF297C">
        <w:rPr>
          <w:bCs/>
        </w:rPr>
        <w:t>stored</w:t>
      </w:r>
      <w:r w:rsidR="00117F97" w:rsidRPr="00DF297C">
        <w:rPr>
          <w:bCs/>
        </w:rPr>
        <w:t xml:space="preserve"> with </w:t>
      </w:r>
      <w:r w:rsidR="00F74AF7" w:rsidRPr="00DF297C">
        <w:rPr>
          <w:bCs/>
        </w:rPr>
        <w:t xml:space="preserve">the corresponding </w:t>
      </w:r>
      <w:r w:rsidR="00117F97" w:rsidRPr="00DF297C">
        <w:rPr>
          <w:bCs/>
        </w:rPr>
        <w:t xml:space="preserve">participant ID, stimulus index, and emotional scores. </w:t>
      </w:r>
      <w:r w:rsidR="00F74AF7" w:rsidRPr="00DF297C">
        <w:rPr>
          <w:bCs/>
        </w:rPr>
        <w:t>Then, the a</w:t>
      </w:r>
      <w:r w:rsidR="00117F97" w:rsidRPr="00DF297C">
        <w:rPr>
          <w:bCs/>
        </w:rPr>
        <w:t xml:space="preserve">rousal and valence scores </w:t>
      </w:r>
      <w:r w:rsidR="00F74AF7" w:rsidRPr="00DF297C">
        <w:rPr>
          <w:bCs/>
        </w:rPr>
        <w:t>were converted to binary classes</w:t>
      </w:r>
      <w:r w:rsidR="00117F97" w:rsidRPr="00DF297C">
        <w:rPr>
          <w:bCs/>
        </w:rPr>
        <w:t xml:space="preserve"> </w:t>
      </w:r>
      <w:r w:rsidR="00F74AF7" w:rsidRPr="00DF297C">
        <w:rPr>
          <w:bCs/>
        </w:rPr>
        <w:t xml:space="preserve">where the scores </w:t>
      </w:r>
      <w:r w:rsidR="007B7080" w:rsidRPr="00DF297C">
        <w:rPr>
          <w:bCs/>
        </w:rPr>
        <w:t>below three as class 1 and scores of 3 or above as class 2.</w:t>
      </w:r>
      <w:r w:rsidR="00117F97" w:rsidRPr="00DF297C">
        <w:rPr>
          <w:bCs/>
        </w:rPr>
        <w:t xml:space="preserve"> </w:t>
      </w:r>
      <w:r w:rsidR="007B7080" w:rsidRPr="00DF297C">
        <w:rPr>
          <w:bCs/>
        </w:rPr>
        <w:t xml:space="preserve">Then, </w:t>
      </w:r>
      <w:r w:rsidR="00117F97" w:rsidRPr="00DF297C">
        <w:rPr>
          <w:bCs/>
        </w:rPr>
        <w:t xml:space="preserve">one-hot </w:t>
      </w:r>
      <w:r w:rsidR="004C44C5" w:rsidRPr="00DF297C">
        <w:rPr>
          <w:bCs/>
        </w:rPr>
        <w:t>encoding is</w:t>
      </w:r>
      <w:r w:rsidR="00117F97" w:rsidRPr="00DF297C">
        <w:rPr>
          <w:bCs/>
        </w:rPr>
        <w:t xml:space="preserve"> </w:t>
      </w:r>
      <w:r w:rsidR="007B7080" w:rsidRPr="00DF297C">
        <w:rPr>
          <w:bCs/>
        </w:rPr>
        <w:t xml:space="preserve">applied </w:t>
      </w:r>
      <w:r w:rsidR="004C44C5" w:rsidRPr="00DF297C">
        <w:rPr>
          <w:bCs/>
        </w:rPr>
        <w:t>to</w:t>
      </w:r>
      <w:r w:rsidR="007B7080" w:rsidRPr="00DF297C">
        <w:rPr>
          <w:bCs/>
        </w:rPr>
        <w:t xml:space="preserve"> the binary labels to convert categorical class values into </w:t>
      </w:r>
      <w:r w:rsidR="004C44C5" w:rsidRPr="00DF297C">
        <w:rPr>
          <w:bCs/>
        </w:rPr>
        <w:t xml:space="preserve">a </w:t>
      </w:r>
      <w:r w:rsidR="007B7080" w:rsidRPr="00DF297C">
        <w:rPr>
          <w:bCs/>
        </w:rPr>
        <w:t>numerical format</w:t>
      </w:r>
      <w:r w:rsidR="00117F97" w:rsidRPr="00DF297C">
        <w:rPr>
          <w:bCs/>
        </w:rPr>
        <w:t xml:space="preserve">. </w:t>
      </w:r>
      <w:r w:rsidR="007B7080" w:rsidRPr="00DF297C">
        <w:rPr>
          <w:bCs/>
        </w:rPr>
        <w:t>Finally, t</w:t>
      </w:r>
      <w:r w:rsidR="00117F97" w:rsidRPr="00DF297C">
        <w:rPr>
          <w:bCs/>
        </w:rPr>
        <w:t xml:space="preserve">he ECG segments </w:t>
      </w:r>
      <w:r w:rsidR="007B7080" w:rsidRPr="00DF297C">
        <w:rPr>
          <w:bCs/>
        </w:rPr>
        <w:t>with their corresponding participant and emotion labels in arousal and valence</w:t>
      </w:r>
      <w:r w:rsidR="00117F97" w:rsidRPr="00DF297C">
        <w:rPr>
          <w:bCs/>
        </w:rPr>
        <w:t xml:space="preserve"> </w:t>
      </w:r>
      <w:r w:rsidR="007B7080" w:rsidRPr="00DF297C">
        <w:rPr>
          <w:bCs/>
        </w:rPr>
        <w:t>were</w:t>
      </w:r>
      <w:r w:rsidR="00117F97" w:rsidRPr="00DF297C">
        <w:rPr>
          <w:bCs/>
        </w:rPr>
        <w:t xml:space="preserve"> compiled into a structured table and saved as </w:t>
      </w:r>
      <w:r w:rsidR="007B7080" w:rsidRPr="00DF297C">
        <w:rPr>
          <w:bCs/>
        </w:rPr>
        <w:t xml:space="preserve">a file named </w:t>
      </w:r>
      <w:r w:rsidR="00117F97" w:rsidRPr="00DF297C">
        <w:rPr>
          <w:bCs/>
        </w:rPr>
        <w:t>DREAMER.csv.</w:t>
      </w:r>
      <w:r w:rsidR="007B7080" w:rsidRPr="00DF297C">
        <w:rPr>
          <w:bCs/>
        </w:rPr>
        <w:t xml:space="preserve"> </w:t>
      </w:r>
      <w:r w:rsidR="00201120" w:rsidRPr="00DF297C">
        <w:rPr>
          <w:bCs/>
        </w:rPr>
        <w:t xml:space="preserve">The DREAMER.csv file </w:t>
      </w:r>
      <w:r w:rsidR="004C44C5" w:rsidRPr="00DF297C">
        <w:rPr>
          <w:bCs/>
        </w:rPr>
        <w:t xml:space="preserve">was </w:t>
      </w:r>
      <w:r w:rsidR="00201120" w:rsidRPr="00DF297C">
        <w:rPr>
          <w:bCs/>
        </w:rPr>
        <w:t xml:space="preserve">then loaded </w:t>
      </w:r>
      <w:r w:rsidR="004C44C5" w:rsidRPr="00DF297C">
        <w:rPr>
          <w:bCs/>
        </w:rPr>
        <w:t>into</w:t>
      </w:r>
      <w:r w:rsidR="00201120" w:rsidRPr="00DF297C">
        <w:rPr>
          <w:bCs/>
        </w:rPr>
        <w:t xml:space="preserve"> Google Colab to apply oversampling to balance the class distributions and then split into 70% training and 30% testing sets.</w:t>
      </w:r>
    </w:p>
    <w:p w14:paraId="52F23CC1" w14:textId="5FA9F3A6" w:rsidR="008911D5" w:rsidRPr="00DF297C" w:rsidRDefault="008911D5" w:rsidP="008911D5">
      <w:pPr>
        <w:pStyle w:val="Heading3"/>
      </w:pPr>
      <w:r w:rsidRPr="00DF297C">
        <w:t>MIT-BIH Dataset</w:t>
      </w:r>
    </w:p>
    <w:p w14:paraId="101D287A" w14:textId="37293842" w:rsidR="00117F97" w:rsidRPr="00DF297C" w:rsidRDefault="00117F97" w:rsidP="003A2999">
      <w:pPr>
        <w:pStyle w:val="Paragraph"/>
        <w:rPr>
          <w:bCs/>
        </w:rPr>
      </w:pPr>
      <w:r w:rsidRPr="00DF297C">
        <w:rPr>
          <w:bCs/>
        </w:rPr>
        <w:t>The MIT-BIH dataset consists of two-channel ECG recordings from 47 patients</w:t>
      </w:r>
      <w:r w:rsidR="004C44C5" w:rsidRPr="00DF297C">
        <w:rPr>
          <w:bCs/>
        </w:rPr>
        <w:t>,</w:t>
      </w:r>
      <w:r w:rsidRPr="00DF297C">
        <w:rPr>
          <w:bCs/>
        </w:rPr>
        <w:t xml:space="preserve"> where 25 of them with abnormal rhythms and another 22 of them with normal cardiac activity which sampled at 360 Hz over approximately 30 minutes</w:t>
      </w:r>
      <w:sdt>
        <w:sdtPr>
          <w:rPr>
            <w:bCs/>
            <w:color w:val="000000"/>
          </w:rPr>
          <w:tag w:val="MENDELEY_CITATION_v3_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"/>
          <w:id w:val="-152828486"/>
          <w:placeholder>
            <w:docPart w:val="DefaultPlaceholder_-1854013440"/>
          </w:placeholder>
        </w:sdtPr>
        <w:sdtContent>
          <w:r w:rsidR="00A74437" w:rsidRPr="00DF297C">
            <w:rPr>
              <w:bCs/>
              <w:color w:val="000000"/>
            </w:rPr>
            <w:t xml:space="preserve"> </w:t>
          </w:r>
          <w:r w:rsidR="00C91C3F" w:rsidRPr="00DF297C">
            <w:rPr>
              <w:bCs/>
              <w:color w:val="000000"/>
            </w:rPr>
            <w:t>[3]</w:t>
          </w:r>
        </w:sdtContent>
      </w:sdt>
      <w:r w:rsidRPr="00DF297C">
        <w:rPr>
          <w:bCs/>
        </w:rPr>
        <w:t>. Each patient’s data includes a .dat file with raw signals, a .hea file with metadata, and an .atr file containing annotations for beat types and R-peak locations</w:t>
      </w:r>
      <w:sdt>
        <w:sdtPr>
          <w:rPr>
            <w:bCs/>
            <w:color w:val="000000"/>
          </w:rPr>
          <w:tag w:val="MENDELEY_CITATION_v3_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"/>
          <w:id w:val="-1048526419"/>
          <w:placeholder>
            <w:docPart w:val="DefaultPlaceholder_-1854013440"/>
          </w:placeholder>
        </w:sdtPr>
        <w:sdtContent>
          <w:r w:rsidR="00A74437" w:rsidRPr="00DF297C">
            <w:rPr>
              <w:bCs/>
              <w:color w:val="000000"/>
            </w:rPr>
            <w:t xml:space="preserve"> </w:t>
          </w:r>
          <w:r w:rsidR="00C91C3F" w:rsidRPr="00DF297C">
            <w:rPr>
              <w:bCs/>
              <w:color w:val="000000"/>
            </w:rPr>
            <w:t>[3]</w:t>
          </w:r>
        </w:sdtContent>
      </w:sdt>
      <w:r w:rsidRPr="00DF297C">
        <w:rPr>
          <w:bCs/>
        </w:rPr>
        <w:t>.</w:t>
      </w:r>
    </w:p>
    <w:p w14:paraId="7C3A78B2" w14:textId="56829D52" w:rsidR="00201120" w:rsidRPr="00DF297C" w:rsidRDefault="00313D30" w:rsidP="00201120">
      <w:pPr>
        <w:pStyle w:val="Paragraph"/>
        <w:rPr>
          <w:bCs/>
        </w:rPr>
      </w:pPr>
      <w:r w:rsidRPr="00DF297C">
        <w:rPr>
          <w:bCs/>
        </w:rPr>
        <w:t>T</w:t>
      </w:r>
      <w:r w:rsidR="003A2999" w:rsidRPr="00DF297C">
        <w:rPr>
          <w:bCs/>
        </w:rPr>
        <w:t>he MIT-BIH dataset</w:t>
      </w:r>
      <w:r w:rsidRPr="00DF297C">
        <w:rPr>
          <w:bCs/>
        </w:rPr>
        <w:t xml:space="preserve"> in a zip file format</w:t>
      </w:r>
      <w:r w:rsidR="003A2999" w:rsidRPr="00DF297C">
        <w:rPr>
          <w:bCs/>
        </w:rPr>
        <w:t xml:space="preserve"> was extracted to ensure that all necessary files</w:t>
      </w:r>
      <w:r w:rsidR="004C44C5" w:rsidRPr="00DF297C">
        <w:rPr>
          <w:bCs/>
        </w:rPr>
        <w:t>,</w:t>
      </w:r>
      <w:r w:rsidR="003A2999" w:rsidRPr="00DF297C">
        <w:rPr>
          <w:bCs/>
        </w:rPr>
        <w:t xml:space="preserve"> such as .dat, .atr, and .hea were loading properly. The raw ECG signals and corresponding annotations for each record were read and visualized for </w:t>
      </w:r>
      <w:r w:rsidR="00E61F68" w:rsidRPr="00DF297C">
        <w:rPr>
          <w:bCs/>
        </w:rPr>
        <w:t>the first</w:t>
      </w:r>
      <w:r w:rsidR="003A2999" w:rsidRPr="00DF297C">
        <w:rPr>
          <w:bCs/>
        </w:rPr>
        <w:t xml:space="preserve"> 1000 samples </w:t>
      </w:r>
      <w:r w:rsidR="003A2999" w:rsidRPr="00DF297C">
        <w:rPr>
          <w:bCs/>
          <w:lang w:val="en-MY"/>
        </w:rPr>
        <w:t>by using the wfdb library</w:t>
      </w:r>
      <w:r w:rsidR="003A2999" w:rsidRPr="00DF297C">
        <w:rPr>
          <w:bCs/>
        </w:rPr>
        <w:t xml:space="preserve">. </w:t>
      </w:r>
      <w:r w:rsidRPr="00DF297C">
        <w:rPr>
          <w:bCs/>
        </w:rPr>
        <w:t>The p</w:t>
      </w:r>
      <w:r w:rsidR="003A2999" w:rsidRPr="00DF297C">
        <w:rPr>
          <w:bCs/>
        </w:rPr>
        <w:t xml:space="preserve">reprocessing steps began with applying a bandpass Butterworth filter </w:t>
      </w:r>
      <w:r w:rsidR="003A2999" w:rsidRPr="00DF297C">
        <w:rPr>
          <w:bCs/>
          <w:lang w:val="en-MY"/>
        </w:rPr>
        <w:t>to preserve the frequencies between the range of 0.5 Hz and 40</w:t>
      </w:r>
      <w:r w:rsidR="003A2999" w:rsidRPr="00DF297C">
        <w:rPr>
          <w:bCs/>
        </w:rPr>
        <w:t xml:space="preserve">. Next, the baseline wander caused by patients’ breathing and electrode movement was removed using detrending from the NeuroKit2 library, followed by additional denoising via the ecg_clean() function to eliminate high-frequency noise and small artifacts. The cleaned signals were then normalized to a range of [-1, 1] using MinMaxScaler </w:t>
      </w:r>
      <w:r w:rsidR="009E4B0D" w:rsidRPr="00DF297C">
        <w:rPr>
          <w:bCs/>
          <w:lang w:val="en-MY"/>
        </w:rPr>
        <w:t>so that the proposed model can converge faster</w:t>
      </w:r>
      <w:r w:rsidR="003A2999" w:rsidRPr="00DF297C">
        <w:rPr>
          <w:bCs/>
        </w:rPr>
        <w:t xml:space="preserve">. </w:t>
      </w:r>
      <w:r w:rsidR="009E4B0D" w:rsidRPr="00DF297C">
        <w:rPr>
          <w:bCs/>
        </w:rPr>
        <w:t xml:space="preserve">Then, the </w:t>
      </w:r>
      <w:r w:rsidR="003A2999" w:rsidRPr="00DF297C">
        <w:rPr>
          <w:bCs/>
        </w:rPr>
        <w:t>ECG signals were segmented around R-peaks</w:t>
      </w:r>
      <w:r w:rsidR="009E4B0D" w:rsidRPr="00DF297C">
        <w:rPr>
          <w:bCs/>
        </w:rPr>
        <w:t xml:space="preserve"> by</w:t>
      </w:r>
      <w:r w:rsidR="003A2999" w:rsidRPr="00DF297C">
        <w:rPr>
          <w:bCs/>
        </w:rPr>
        <w:t xml:space="preserve"> capturing 200 ms before and 400 ms after each peak, and </w:t>
      </w:r>
      <w:r w:rsidR="009E4B0D" w:rsidRPr="00DF297C">
        <w:rPr>
          <w:bCs/>
        </w:rPr>
        <w:t xml:space="preserve">those </w:t>
      </w:r>
      <w:r w:rsidR="003A2999" w:rsidRPr="00DF297C">
        <w:rPr>
          <w:bCs/>
        </w:rPr>
        <w:t>noisy or invalid beats</w:t>
      </w:r>
      <w:r w:rsidR="004C44C5" w:rsidRPr="00DF297C">
        <w:rPr>
          <w:bCs/>
        </w:rPr>
        <w:t>,</w:t>
      </w:r>
      <w:r w:rsidR="003A2999" w:rsidRPr="00DF297C">
        <w:rPr>
          <w:bCs/>
        </w:rPr>
        <w:t xml:space="preserve"> </w:t>
      </w:r>
      <w:r w:rsidR="009E4B0D" w:rsidRPr="00DF297C">
        <w:rPr>
          <w:bCs/>
        </w:rPr>
        <w:t>such as</w:t>
      </w:r>
      <w:r w:rsidR="003A2999" w:rsidRPr="00DF297C">
        <w:rPr>
          <w:bCs/>
        </w:rPr>
        <w:t xml:space="preserve"> “~” </w:t>
      </w:r>
      <w:r w:rsidR="009E4B0D" w:rsidRPr="00DF297C">
        <w:rPr>
          <w:bCs/>
        </w:rPr>
        <w:t>and</w:t>
      </w:r>
      <w:r w:rsidR="003A2999" w:rsidRPr="00DF297C">
        <w:rPr>
          <w:bCs/>
        </w:rPr>
        <w:t xml:space="preserve"> “|”</w:t>
      </w:r>
      <w:r w:rsidR="004C44C5" w:rsidRPr="00DF297C">
        <w:rPr>
          <w:bCs/>
        </w:rPr>
        <w:t>,</w:t>
      </w:r>
      <w:r w:rsidR="009E4B0D" w:rsidRPr="00DF297C">
        <w:rPr>
          <w:bCs/>
        </w:rPr>
        <w:t xml:space="preserve"> were removed</w:t>
      </w:r>
      <w:r w:rsidR="003A2999" w:rsidRPr="00DF297C">
        <w:rPr>
          <w:bCs/>
        </w:rPr>
        <w:t xml:space="preserve">. These segmented beats were padded to ensure uniform input lengths required for batch processing. </w:t>
      </w:r>
      <w:r w:rsidR="009E4B0D" w:rsidRPr="00DF297C">
        <w:rPr>
          <w:bCs/>
          <w:lang w:val="en-MY"/>
        </w:rPr>
        <w:t xml:space="preserve">The corresponding beat labels </w:t>
      </w:r>
      <w:r w:rsidR="004C44C5" w:rsidRPr="00DF297C">
        <w:rPr>
          <w:bCs/>
          <w:lang w:val="en-MY"/>
        </w:rPr>
        <w:t xml:space="preserve">were </w:t>
      </w:r>
      <w:r w:rsidR="009E4B0D" w:rsidRPr="00DF297C">
        <w:rPr>
          <w:bCs/>
          <w:lang w:val="en-MY"/>
        </w:rPr>
        <w:t>then mapped to the categories</w:t>
      </w:r>
      <w:r w:rsidR="003A2999" w:rsidRPr="00DF297C">
        <w:rPr>
          <w:bCs/>
        </w:rPr>
        <w:t xml:space="preserve"> and encoded numerically for model interpretation. </w:t>
      </w:r>
      <w:r w:rsidR="0072558D" w:rsidRPr="00DF297C">
        <w:rPr>
          <w:bCs/>
        </w:rPr>
        <w:t xml:space="preserve">There are a total of 14 classes of the beat labels such as </w:t>
      </w:r>
      <w:r w:rsidR="0072558D" w:rsidRPr="00DF297C">
        <w:t>Normal Beat</w:t>
      </w:r>
      <w:r w:rsidR="0072558D" w:rsidRPr="00DF297C">
        <w:rPr>
          <w:bCs/>
        </w:rPr>
        <w:t xml:space="preserve">, </w:t>
      </w:r>
      <w:r w:rsidR="0072558D" w:rsidRPr="00DF297C">
        <w:t>Left Bundle Branch Blok Beat</w:t>
      </w:r>
      <w:r w:rsidR="0072558D" w:rsidRPr="00DF297C">
        <w:rPr>
          <w:bCs/>
        </w:rPr>
        <w:t xml:space="preserve">, </w:t>
      </w:r>
      <w:r w:rsidR="0072558D" w:rsidRPr="00DF297C">
        <w:t>Right Bundle Branch Block Beat</w:t>
      </w:r>
      <w:r w:rsidR="0072558D" w:rsidRPr="00DF297C">
        <w:rPr>
          <w:bCs/>
        </w:rPr>
        <w:t xml:space="preserve">, </w:t>
      </w:r>
      <w:r w:rsidR="0072558D" w:rsidRPr="00DF297C">
        <w:t>Premature Ventricular Contradiction</w:t>
      </w:r>
      <w:r w:rsidR="0072558D" w:rsidRPr="00DF297C">
        <w:rPr>
          <w:bCs/>
        </w:rPr>
        <w:t xml:space="preserve">, </w:t>
      </w:r>
      <w:r w:rsidR="0072558D" w:rsidRPr="00DF297C">
        <w:t xml:space="preserve">Atrial </w:t>
      </w:r>
      <w:r w:rsidR="0072558D" w:rsidRPr="00DF297C">
        <w:lastRenderedPageBreak/>
        <w:t>Premature Beat</w:t>
      </w:r>
      <w:r w:rsidR="0072558D" w:rsidRPr="00DF297C">
        <w:rPr>
          <w:bCs/>
        </w:rPr>
        <w:t xml:space="preserve">, </w:t>
      </w:r>
      <w:r w:rsidR="0072558D" w:rsidRPr="00DF297C">
        <w:t>Fusion of Ventricular and Normal Beat</w:t>
      </w:r>
      <w:r w:rsidR="0072558D" w:rsidRPr="00DF297C">
        <w:rPr>
          <w:bCs/>
        </w:rPr>
        <w:t xml:space="preserve">, </w:t>
      </w:r>
      <w:r w:rsidR="0072558D" w:rsidRPr="00DF297C">
        <w:t>Ventricular Escape Beat</w:t>
      </w:r>
      <w:r w:rsidR="0072558D" w:rsidRPr="00DF297C">
        <w:rPr>
          <w:bCs/>
        </w:rPr>
        <w:t xml:space="preserve">, </w:t>
      </w:r>
      <w:r w:rsidR="0072558D" w:rsidRPr="00DF297C">
        <w:t>Nodal (Junctional) Escape Beat</w:t>
      </w:r>
      <w:r w:rsidR="0072558D" w:rsidRPr="00DF297C">
        <w:rPr>
          <w:bCs/>
        </w:rPr>
        <w:t xml:space="preserve">, </w:t>
      </w:r>
      <w:r w:rsidR="0072558D" w:rsidRPr="00DF297C">
        <w:t>Aberrated Atrial Premature Beat</w:t>
      </w:r>
      <w:r w:rsidR="0072558D" w:rsidRPr="00DF297C">
        <w:rPr>
          <w:bCs/>
        </w:rPr>
        <w:t xml:space="preserve">, </w:t>
      </w:r>
      <w:r w:rsidR="0072558D" w:rsidRPr="00DF297C">
        <w:t>Nodal (Junctional) Premature Beat</w:t>
      </w:r>
      <w:r w:rsidR="0072558D" w:rsidRPr="00DF297C">
        <w:rPr>
          <w:bCs/>
        </w:rPr>
        <w:t xml:space="preserve">, </w:t>
      </w:r>
      <w:r w:rsidR="0072558D" w:rsidRPr="00DF297C">
        <w:t>Supraventricular Premature Beat</w:t>
      </w:r>
      <w:r w:rsidR="0072558D" w:rsidRPr="00DF297C">
        <w:rPr>
          <w:bCs/>
        </w:rPr>
        <w:t xml:space="preserve">, </w:t>
      </w:r>
      <w:r w:rsidR="0072558D" w:rsidRPr="00DF297C">
        <w:t>Fusion of Paced and Normal Beat</w:t>
      </w:r>
      <w:r w:rsidR="0072558D" w:rsidRPr="00DF297C">
        <w:rPr>
          <w:bCs/>
        </w:rPr>
        <w:t xml:space="preserve"> and </w:t>
      </w:r>
      <w:r w:rsidR="0072558D" w:rsidRPr="00DF297C">
        <w:t>Unclassifiable Beat</w:t>
      </w:r>
      <w:r w:rsidR="0072558D" w:rsidRPr="00DF297C">
        <w:rPr>
          <w:bCs/>
        </w:rPr>
        <w:t xml:space="preserve">. </w:t>
      </w:r>
      <w:r w:rsidR="003A2999" w:rsidRPr="00DF297C">
        <w:rPr>
          <w:bCs/>
        </w:rPr>
        <w:t xml:space="preserve">Due to </w:t>
      </w:r>
      <w:r w:rsidR="009E4B0D" w:rsidRPr="00DF297C">
        <w:rPr>
          <w:bCs/>
        </w:rPr>
        <w:t>the dataset is quite imbalanced so</w:t>
      </w:r>
      <w:r w:rsidR="003A2999" w:rsidRPr="00DF297C">
        <w:rPr>
          <w:bCs/>
        </w:rPr>
        <w:t xml:space="preserve"> both Random Oversampling and the Synthetic Minority Oversampling Technique (SMOTE) were employed to balance </w:t>
      </w:r>
      <w:r w:rsidR="009E4B0D" w:rsidRPr="00DF297C">
        <w:rPr>
          <w:bCs/>
        </w:rPr>
        <w:t xml:space="preserve">the </w:t>
      </w:r>
      <w:r w:rsidR="004C44C5" w:rsidRPr="00DF297C">
        <w:rPr>
          <w:bCs/>
        </w:rPr>
        <w:t>classes</w:t>
      </w:r>
      <w:r w:rsidR="003A2999" w:rsidRPr="00DF297C">
        <w:rPr>
          <w:bCs/>
        </w:rPr>
        <w:t>. Finally, the dataset was split into 70% training and 30% testing sets</w:t>
      </w:r>
      <w:r w:rsidR="004C44C5" w:rsidRPr="00DF297C">
        <w:rPr>
          <w:bCs/>
        </w:rPr>
        <w:t>,</w:t>
      </w:r>
      <w:r w:rsidR="003A2999" w:rsidRPr="00DF297C">
        <w:rPr>
          <w:bCs/>
        </w:rPr>
        <w:t xml:space="preserve"> and </w:t>
      </w:r>
      <w:r w:rsidR="009E4B0D" w:rsidRPr="00DF297C">
        <w:rPr>
          <w:bCs/>
        </w:rPr>
        <w:t xml:space="preserve">then </w:t>
      </w:r>
      <w:r w:rsidR="003A2999" w:rsidRPr="00DF297C">
        <w:rPr>
          <w:bCs/>
        </w:rPr>
        <w:t xml:space="preserve">a random subsampling </w:t>
      </w:r>
      <w:r w:rsidR="009E4B0D" w:rsidRPr="00DF297C">
        <w:rPr>
          <w:bCs/>
        </w:rPr>
        <w:t>method</w:t>
      </w:r>
      <w:r w:rsidR="003A2999" w:rsidRPr="00DF297C">
        <w:rPr>
          <w:bCs/>
        </w:rPr>
        <w:t xml:space="preserve"> was conducted to reduce </w:t>
      </w:r>
      <w:r w:rsidR="009E4B0D" w:rsidRPr="00DF297C">
        <w:rPr>
          <w:bCs/>
        </w:rPr>
        <w:t xml:space="preserve">the size of </w:t>
      </w:r>
      <w:r w:rsidR="004C44C5" w:rsidRPr="00DF297C">
        <w:rPr>
          <w:bCs/>
        </w:rPr>
        <w:t xml:space="preserve">the </w:t>
      </w:r>
      <w:r w:rsidR="009E4B0D" w:rsidRPr="00DF297C">
        <w:rPr>
          <w:bCs/>
        </w:rPr>
        <w:t>dataset</w:t>
      </w:r>
      <w:r w:rsidR="003A2999" w:rsidRPr="00DF297C">
        <w:rPr>
          <w:bCs/>
        </w:rPr>
        <w:t xml:space="preserve"> and </w:t>
      </w:r>
      <w:r w:rsidR="009E4B0D" w:rsidRPr="00DF297C">
        <w:rPr>
          <w:bCs/>
        </w:rPr>
        <w:t xml:space="preserve">further </w:t>
      </w:r>
      <w:r w:rsidR="003A2999" w:rsidRPr="00DF297C">
        <w:rPr>
          <w:bCs/>
        </w:rPr>
        <w:t xml:space="preserve">improve </w:t>
      </w:r>
      <w:r w:rsidR="009E4B0D" w:rsidRPr="00DF297C">
        <w:rPr>
          <w:bCs/>
        </w:rPr>
        <w:t>the efficiency of training</w:t>
      </w:r>
      <w:r w:rsidR="003A2999" w:rsidRPr="00DF297C">
        <w:rPr>
          <w:bCs/>
        </w:rPr>
        <w:t xml:space="preserve">. </w:t>
      </w:r>
    </w:p>
    <w:p w14:paraId="4CFE2F85" w14:textId="4A00118F" w:rsidR="00201120" w:rsidRPr="00DF297C" w:rsidRDefault="00201120" w:rsidP="00201120">
      <w:pPr>
        <w:pStyle w:val="Heading2"/>
      </w:pPr>
      <w:r w:rsidRPr="00DF297C">
        <w:t>Model Development</w:t>
      </w:r>
    </w:p>
    <w:p w14:paraId="7CB6B583" w14:textId="6BDA389D" w:rsidR="003A2999" w:rsidRPr="00DF297C" w:rsidRDefault="00E2247E" w:rsidP="00E2247E">
      <w:pPr>
        <w:pStyle w:val="Paragraph"/>
        <w:rPr>
          <w:bCs/>
        </w:rPr>
      </w:pPr>
      <w:r w:rsidRPr="00DF297C">
        <w:rPr>
          <w:bCs/>
        </w:rPr>
        <w:t xml:space="preserve">The proposed model combined two </w:t>
      </w:r>
      <w:r w:rsidR="00833CF8" w:rsidRPr="00DF297C">
        <w:rPr>
          <w:bCs/>
        </w:rPr>
        <w:t>DL</w:t>
      </w:r>
      <w:r w:rsidRPr="00DF297C">
        <w:rPr>
          <w:bCs/>
        </w:rPr>
        <w:t xml:space="preserve"> methods such as CNN and BiLSTM. The CNN layers in the hybrid model focused on extracting spatial features </w:t>
      </w:r>
      <w:r w:rsidR="0049568E" w:rsidRPr="00DF297C">
        <w:t xml:space="preserve">like P-waves, QRS complexes, and T-waves </w:t>
      </w:r>
      <w:r w:rsidRPr="00DF297C">
        <w:rPr>
          <w:bCs/>
        </w:rPr>
        <w:t xml:space="preserve">from ECG signals and then passed </w:t>
      </w:r>
      <w:r w:rsidR="004C44C5" w:rsidRPr="00DF297C">
        <w:rPr>
          <w:bCs/>
        </w:rPr>
        <w:t xml:space="preserve">them </w:t>
      </w:r>
      <w:r w:rsidRPr="00DF297C">
        <w:rPr>
          <w:bCs/>
        </w:rPr>
        <w:t>to BiLSTM layers to capture temporal dependencies in both forward and backward directions of the signals.</w:t>
      </w:r>
      <w:r w:rsidR="00B15A44" w:rsidRPr="00DF297C">
        <w:rPr>
          <w:bCs/>
        </w:rPr>
        <w:t xml:space="preserve"> </w:t>
      </w:r>
      <w:r w:rsidR="00833CF8" w:rsidRPr="00DF297C">
        <w:rPr>
          <w:bCs/>
        </w:rPr>
        <w:t>Even though the model</w:t>
      </w:r>
      <w:r w:rsidR="005002A0" w:rsidRPr="00DF297C">
        <w:rPr>
          <w:bCs/>
        </w:rPr>
        <w:t>s</w:t>
      </w:r>
      <w:r w:rsidR="00833CF8" w:rsidRPr="00DF297C">
        <w:rPr>
          <w:bCs/>
        </w:rPr>
        <w:t xml:space="preserve"> used in both emotional recognition and cardiac conditions used </w:t>
      </w:r>
      <w:r w:rsidR="00911AB5" w:rsidRPr="00DF297C">
        <w:rPr>
          <w:bCs/>
        </w:rPr>
        <w:t>the same</w:t>
      </w:r>
      <w:r w:rsidR="00833CF8" w:rsidRPr="00DF297C">
        <w:rPr>
          <w:bCs/>
        </w:rPr>
        <w:t xml:space="preserve"> DL methods but the model </w:t>
      </w:r>
      <w:r w:rsidR="005002A0" w:rsidRPr="00DF297C">
        <w:rPr>
          <w:bCs/>
        </w:rPr>
        <w:t xml:space="preserve">for emotional recognition was multi-output where it split into two branches at the end, one for arousal classification and the other for valence classification </w:t>
      </w:r>
      <w:r w:rsidR="00833CF8" w:rsidRPr="00DF297C">
        <w:rPr>
          <w:bCs/>
        </w:rPr>
        <w:t xml:space="preserve">while the </w:t>
      </w:r>
      <w:r w:rsidR="005002A0" w:rsidRPr="00DF297C">
        <w:rPr>
          <w:bCs/>
        </w:rPr>
        <w:t>model</w:t>
      </w:r>
      <w:r w:rsidR="00833CF8" w:rsidRPr="00DF297C">
        <w:rPr>
          <w:bCs/>
        </w:rPr>
        <w:t xml:space="preserve"> for</w:t>
      </w:r>
      <w:r w:rsidR="005002A0" w:rsidRPr="00DF297C">
        <w:rPr>
          <w:bCs/>
        </w:rPr>
        <w:t xml:space="preserve"> cardiac conditions detection was </w:t>
      </w:r>
      <w:r w:rsidR="00911AB5" w:rsidRPr="00DF297C">
        <w:rPr>
          <w:bCs/>
        </w:rPr>
        <w:t>single output</w:t>
      </w:r>
      <w:r w:rsidR="005002A0" w:rsidRPr="00DF297C">
        <w:rPr>
          <w:bCs/>
        </w:rPr>
        <w:t xml:space="preserve"> that ended with a softmax layer.</w:t>
      </w:r>
    </w:p>
    <w:p w14:paraId="58149B2E" w14:textId="2CB800EE" w:rsidR="00E2247E" w:rsidRPr="00DF297C" w:rsidRDefault="00E2247E" w:rsidP="00E2247E">
      <w:pPr>
        <w:pStyle w:val="Heading3"/>
      </w:pPr>
      <w:r w:rsidRPr="00DF297C">
        <w:t>Emotional Recognition</w:t>
      </w:r>
    </w:p>
    <w:p w14:paraId="22F958F5" w14:textId="73A24843" w:rsidR="00E2247E" w:rsidRPr="00DF297C" w:rsidRDefault="00833CF8" w:rsidP="00833CF8">
      <w:pPr>
        <w:pStyle w:val="Paragraph"/>
        <w:rPr>
          <w:bCs/>
          <w:lang w:val="en-MY"/>
        </w:rPr>
      </w:pPr>
      <w:r w:rsidRPr="00DF297C">
        <w:rPr>
          <w:bCs/>
          <w:lang w:val="en-MY"/>
        </w:rPr>
        <w:t>The model used in emotional recognition begins with three layers of 1D convolutional</w:t>
      </w:r>
      <w:r w:rsidR="004C44C5" w:rsidRPr="00DF297C">
        <w:rPr>
          <w:bCs/>
          <w:lang w:val="en-MY"/>
        </w:rPr>
        <w:t>,</w:t>
      </w:r>
      <w:r w:rsidRPr="00DF297C">
        <w:rPr>
          <w:bCs/>
          <w:lang w:val="en-MY"/>
        </w:rPr>
        <w:t xml:space="preserve"> followed by </w:t>
      </w:r>
      <w:r w:rsidR="004C44C5" w:rsidRPr="00DF297C">
        <w:rPr>
          <w:bCs/>
          <w:lang w:val="en-MY"/>
        </w:rPr>
        <w:t xml:space="preserve">a </w:t>
      </w:r>
      <w:r w:rsidR="005002A0" w:rsidRPr="00DF297C">
        <w:rPr>
          <w:bCs/>
          <w:lang w:val="en-MY"/>
        </w:rPr>
        <w:t xml:space="preserve">batch normalization layer, </w:t>
      </w:r>
      <w:r w:rsidR="004C44C5" w:rsidRPr="00DF297C">
        <w:rPr>
          <w:bCs/>
          <w:lang w:val="en-MY"/>
        </w:rPr>
        <w:t xml:space="preserve">a </w:t>
      </w:r>
      <w:r w:rsidRPr="00DF297C">
        <w:rPr>
          <w:bCs/>
          <w:lang w:val="en-MY"/>
        </w:rPr>
        <w:t>max pooling layer</w:t>
      </w:r>
      <w:r w:rsidR="004C44C5" w:rsidRPr="00DF297C">
        <w:rPr>
          <w:bCs/>
          <w:lang w:val="en-MY"/>
        </w:rPr>
        <w:t>,</w:t>
      </w:r>
      <w:r w:rsidRPr="00DF297C">
        <w:rPr>
          <w:bCs/>
          <w:lang w:val="en-MY"/>
        </w:rPr>
        <w:t xml:space="preserve"> </w:t>
      </w:r>
      <w:r w:rsidR="005002A0" w:rsidRPr="00DF297C">
        <w:rPr>
          <w:bCs/>
          <w:lang w:val="en-MY"/>
        </w:rPr>
        <w:t xml:space="preserve">and </w:t>
      </w:r>
      <w:r w:rsidR="004C44C5" w:rsidRPr="00DF297C">
        <w:rPr>
          <w:bCs/>
          <w:lang w:val="en-MY"/>
        </w:rPr>
        <w:t xml:space="preserve">a </w:t>
      </w:r>
      <w:r w:rsidRPr="00DF297C">
        <w:rPr>
          <w:bCs/>
          <w:lang w:val="en-MY"/>
        </w:rPr>
        <w:t xml:space="preserve">dropout layer to </w:t>
      </w:r>
      <w:r w:rsidR="005002A0" w:rsidRPr="00DF297C">
        <w:rPr>
          <w:bCs/>
          <w:lang w:val="en-MY"/>
        </w:rPr>
        <w:t>extract key features of ECG</w:t>
      </w:r>
      <w:r w:rsidR="00911AB5" w:rsidRPr="00DF297C">
        <w:rPr>
          <w:bCs/>
          <w:lang w:val="en-MY"/>
        </w:rPr>
        <w:t xml:space="preserve"> signals</w:t>
      </w:r>
      <w:r w:rsidRPr="00DF297C">
        <w:rPr>
          <w:bCs/>
          <w:lang w:val="en-MY"/>
        </w:rPr>
        <w:t xml:space="preserve">. </w:t>
      </w:r>
      <w:r w:rsidR="00911AB5" w:rsidRPr="00DF297C">
        <w:rPr>
          <w:bCs/>
          <w:lang w:val="en-MY"/>
        </w:rPr>
        <w:t>These features then flow to the</w:t>
      </w:r>
      <w:r w:rsidRPr="00DF297C">
        <w:rPr>
          <w:bCs/>
          <w:lang w:val="en-MY"/>
        </w:rPr>
        <w:t xml:space="preserve"> two BiLSTM layers </w:t>
      </w:r>
      <w:r w:rsidR="00911AB5" w:rsidRPr="00DF297C">
        <w:rPr>
          <w:bCs/>
          <w:lang w:val="en-MY"/>
        </w:rPr>
        <w:t>to learn the temporal dependencies in both forward and backward directions</w:t>
      </w:r>
      <w:r w:rsidRPr="00DF297C">
        <w:rPr>
          <w:bCs/>
          <w:lang w:val="en-MY"/>
        </w:rPr>
        <w:t xml:space="preserve">. </w:t>
      </w:r>
      <w:r w:rsidR="00911AB5" w:rsidRPr="00DF297C">
        <w:rPr>
          <w:bCs/>
          <w:lang w:val="en-MY"/>
        </w:rPr>
        <w:t xml:space="preserve">Then, a shared dense layer </w:t>
      </w:r>
      <w:r w:rsidR="004C44C5" w:rsidRPr="00DF297C">
        <w:rPr>
          <w:bCs/>
          <w:lang w:val="en-MY"/>
        </w:rPr>
        <w:t>merges</w:t>
      </w:r>
      <w:r w:rsidR="00911AB5" w:rsidRPr="00DF297C">
        <w:rPr>
          <w:bCs/>
          <w:lang w:val="en-MY"/>
        </w:rPr>
        <w:t xml:space="preserve"> the sequential data and </w:t>
      </w:r>
      <w:r w:rsidR="004C44C5" w:rsidRPr="00DF297C">
        <w:rPr>
          <w:bCs/>
          <w:lang w:val="en-MY"/>
        </w:rPr>
        <w:t>passes</w:t>
      </w:r>
      <w:r w:rsidR="00911AB5" w:rsidRPr="00DF297C">
        <w:rPr>
          <w:bCs/>
          <w:lang w:val="en-MY"/>
        </w:rPr>
        <w:t xml:space="preserve"> </w:t>
      </w:r>
      <w:r w:rsidR="004C44C5" w:rsidRPr="00DF297C">
        <w:rPr>
          <w:bCs/>
          <w:lang w:val="en-MY"/>
        </w:rPr>
        <w:t xml:space="preserve">it </w:t>
      </w:r>
      <w:r w:rsidR="00911AB5" w:rsidRPr="00DF297C">
        <w:rPr>
          <w:bCs/>
          <w:lang w:val="en-MY"/>
        </w:rPr>
        <w:t>to the separate branches for arousal and valence</w:t>
      </w:r>
      <w:r w:rsidR="004C44C5" w:rsidRPr="00DF297C">
        <w:rPr>
          <w:bCs/>
          <w:lang w:val="en-MY"/>
        </w:rPr>
        <w:t>,</w:t>
      </w:r>
      <w:r w:rsidR="00911AB5" w:rsidRPr="00DF297C">
        <w:rPr>
          <w:bCs/>
          <w:lang w:val="en-MY"/>
        </w:rPr>
        <w:t xml:space="preserve"> where each of them has </w:t>
      </w:r>
      <w:r w:rsidR="004C44C5" w:rsidRPr="00DF297C">
        <w:rPr>
          <w:bCs/>
          <w:lang w:val="en-MY"/>
        </w:rPr>
        <w:t>its</w:t>
      </w:r>
      <w:r w:rsidR="00911AB5" w:rsidRPr="00DF297C">
        <w:rPr>
          <w:bCs/>
          <w:lang w:val="en-MY"/>
        </w:rPr>
        <w:t xml:space="preserve"> own dropout layer and softmax layer. </w:t>
      </w:r>
      <w:r w:rsidR="00313D30" w:rsidRPr="00DF297C">
        <w:rPr>
          <w:bCs/>
          <w:lang w:val="en-MY"/>
        </w:rPr>
        <w:t>The key hyperparameters</w:t>
      </w:r>
      <w:r w:rsidR="00A739FF" w:rsidRPr="00DF297C">
        <w:rPr>
          <w:bCs/>
          <w:lang w:val="en-MY"/>
        </w:rPr>
        <w:t xml:space="preserve"> of the model</w:t>
      </w:r>
      <w:r w:rsidR="004C44C5" w:rsidRPr="00DF297C">
        <w:rPr>
          <w:bCs/>
          <w:lang w:val="en-MY"/>
        </w:rPr>
        <w:t>,</w:t>
      </w:r>
      <w:r w:rsidR="00A739FF" w:rsidRPr="00DF297C">
        <w:rPr>
          <w:bCs/>
          <w:lang w:val="en-MY"/>
        </w:rPr>
        <w:t xml:space="preserve"> like </w:t>
      </w:r>
      <w:r w:rsidR="004C44C5" w:rsidRPr="00DF297C">
        <w:rPr>
          <w:bCs/>
          <w:lang w:val="en-MY"/>
        </w:rPr>
        <w:t xml:space="preserve">the </w:t>
      </w:r>
      <w:r w:rsidR="00A739FF" w:rsidRPr="00DF297C">
        <w:rPr>
          <w:bCs/>
          <w:lang w:val="en-MY"/>
        </w:rPr>
        <w:t xml:space="preserve">number of convolutional filters, dropout rates, number of LSTM </w:t>
      </w:r>
      <w:r w:rsidR="004C44C5" w:rsidRPr="00DF297C">
        <w:rPr>
          <w:bCs/>
          <w:lang w:val="en-MY"/>
        </w:rPr>
        <w:t>units</w:t>
      </w:r>
      <w:r w:rsidR="00A739FF" w:rsidRPr="00DF297C">
        <w:rPr>
          <w:bCs/>
          <w:lang w:val="en-MY"/>
        </w:rPr>
        <w:t xml:space="preserve">, </w:t>
      </w:r>
      <w:r w:rsidR="004C44C5" w:rsidRPr="00DF297C">
        <w:rPr>
          <w:bCs/>
          <w:lang w:val="en-MY"/>
        </w:rPr>
        <w:t xml:space="preserve">and </w:t>
      </w:r>
      <w:r w:rsidR="00A739FF" w:rsidRPr="00DF297C">
        <w:rPr>
          <w:bCs/>
          <w:lang w:val="en-MY"/>
        </w:rPr>
        <w:t>learning rate</w:t>
      </w:r>
      <w:r w:rsidR="004C44C5" w:rsidRPr="00DF297C">
        <w:rPr>
          <w:bCs/>
          <w:lang w:val="en-MY"/>
        </w:rPr>
        <w:t xml:space="preserve">, </w:t>
      </w:r>
      <w:r w:rsidR="00A739FF" w:rsidRPr="00DF297C">
        <w:rPr>
          <w:bCs/>
          <w:lang w:val="en-MY"/>
        </w:rPr>
        <w:t xml:space="preserve">were automatically tuned by </w:t>
      </w:r>
      <w:r w:rsidR="004C44C5" w:rsidRPr="00DF297C">
        <w:rPr>
          <w:bCs/>
          <w:lang w:val="en-MY"/>
        </w:rPr>
        <w:t>Optuna</w:t>
      </w:r>
      <w:r w:rsidR="00A739FF" w:rsidRPr="00DF297C">
        <w:rPr>
          <w:bCs/>
          <w:lang w:val="en-MY"/>
        </w:rPr>
        <w:t xml:space="preserve"> with early stopping and pruning. At the end</w:t>
      </w:r>
      <w:r w:rsidRPr="00DF297C">
        <w:rPr>
          <w:bCs/>
          <w:lang w:val="en-MY"/>
        </w:rPr>
        <w:t xml:space="preserve">, </w:t>
      </w:r>
      <w:r w:rsidR="00A739FF" w:rsidRPr="00DF297C">
        <w:rPr>
          <w:bCs/>
        </w:rPr>
        <w:t>the Optuna found out that a model with 32, 96, and 256 CNN filters in the three convolutional layers, dropout rates of 0.2, 0.3, and 0.5, two BiLSTM layers where each with 96 units, an RMSprop optimizer at a learning rate of 0.0006, categorical cross-entropy loss, and task-specific loss weights of 0.83 for arousal and 1.48 for valence perform the best in both arousal and valence classifications</w:t>
      </w:r>
      <w:r w:rsidRPr="00DF297C">
        <w:rPr>
          <w:bCs/>
          <w:lang w:val="en-MY"/>
        </w:rPr>
        <w:t>.</w:t>
      </w:r>
      <w:r w:rsidR="00615CD6" w:rsidRPr="00DF297C">
        <w:rPr>
          <w:bCs/>
          <w:lang w:val="en-MY"/>
        </w:rPr>
        <w:t xml:space="preserve"> Figure 1 shows the structure of the model used in emotional recognition.</w:t>
      </w:r>
    </w:p>
    <w:p w14:paraId="36AB47BF" w14:textId="77777777" w:rsidR="00615CD6" w:rsidRPr="00DF297C" w:rsidRDefault="00615CD6" w:rsidP="0049568E">
      <w:pPr>
        <w:pStyle w:val="Paragraph"/>
        <w:ind w:firstLine="0"/>
        <w:rPr>
          <w:bCs/>
          <w:lang w:val="en-MY"/>
        </w:rPr>
      </w:pPr>
    </w:p>
    <w:p w14:paraId="444BD22E" w14:textId="77777777" w:rsidR="00D13567" w:rsidRPr="00DF297C" w:rsidRDefault="00D13567" w:rsidP="0049568E">
      <w:pPr>
        <w:pStyle w:val="Paragraph"/>
        <w:jc w:val="center"/>
        <w:rPr>
          <w:bCs/>
          <w:lang w:val="en-MY"/>
        </w:rPr>
      </w:pPr>
      <w:r w:rsidRPr="00DF297C">
        <w:rPr>
          <w:noProof/>
        </w:rPr>
        <w:drawing>
          <wp:inline distT="0" distB="0" distL="0" distR="0" wp14:anchorId="27F6F0AE" wp14:editId="64179D80">
            <wp:extent cx="5078888" cy="1071563"/>
            <wp:effectExtent l="0" t="0" r="7620" b="0"/>
            <wp:docPr id="806457696" name="Picture 1" descr="A diagram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766885" name="Picture 1" descr="A diagram of a computer&#10;&#10;AI-generated content may be incorrect."/>
                    <pic:cNvPicPr/>
                  </pic:nvPicPr>
                  <pic:blipFill>
                    <a:blip r:embed="rId13"/>
                    <a:stretch>
                      <a:fillRect/>
                    </a:stretch>
                  </pic:blipFill>
                  <pic:spPr>
                    <a:xfrm>
                      <a:off x="0" y="0"/>
                      <a:ext cx="5098730" cy="1075749"/>
                    </a:xfrm>
                    <a:prstGeom prst="rect">
                      <a:avLst/>
                    </a:prstGeom>
                  </pic:spPr>
                </pic:pic>
              </a:graphicData>
            </a:graphic>
          </wp:inline>
        </w:drawing>
      </w:r>
    </w:p>
    <w:p w14:paraId="28554114" w14:textId="69AE5343" w:rsidR="00D060EE" w:rsidRPr="00DF297C" w:rsidRDefault="00D13567" w:rsidP="00D060EE">
      <w:pPr>
        <w:pStyle w:val="FigureCaption"/>
      </w:pPr>
      <w:r w:rsidRPr="00DF297C">
        <w:rPr>
          <w:b/>
          <w:caps/>
        </w:rPr>
        <w:t>Figure 1.</w:t>
      </w:r>
      <w:r w:rsidRPr="00DF297C">
        <w:t xml:space="preserve"> Block diagram of the hybrid CNN-BiLSTM model in emotional recognition</w:t>
      </w:r>
    </w:p>
    <w:p w14:paraId="6966B9FE" w14:textId="5FBD179E" w:rsidR="00E2247E" w:rsidRPr="00DF297C" w:rsidRDefault="00E2247E" w:rsidP="00E2247E">
      <w:pPr>
        <w:pStyle w:val="Heading3"/>
      </w:pPr>
      <w:r w:rsidRPr="00DF297C">
        <w:t>Cardiac Conditions Detection</w:t>
      </w:r>
    </w:p>
    <w:p w14:paraId="5E75EF65" w14:textId="40973348" w:rsidR="00615CD6" w:rsidRPr="00DF297C" w:rsidRDefault="00CD4612" w:rsidP="00615CD6">
      <w:pPr>
        <w:pStyle w:val="Paragraph"/>
        <w:rPr>
          <w:bCs/>
          <w:lang w:val="en-MY"/>
        </w:rPr>
      </w:pPr>
      <w:r w:rsidRPr="00DF297C">
        <w:rPr>
          <w:bCs/>
          <w:lang w:val="en-MY"/>
        </w:rPr>
        <w:t xml:space="preserve">The model </w:t>
      </w:r>
      <w:r w:rsidR="00775860" w:rsidRPr="00DF297C">
        <w:rPr>
          <w:bCs/>
          <w:lang w:val="en-MY"/>
        </w:rPr>
        <w:t xml:space="preserve">used in cardiac conditions detection </w:t>
      </w:r>
      <w:r w:rsidRPr="00DF297C">
        <w:rPr>
          <w:bCs/>
          <w:lang w:val="en-MY"/>
        </w:rPr>
        <w:t xml:space="preserve">begins with three </w:t>
      </w:r>
      <w:r w:rsidR="00775860" w:rsidRPr="00DF297C">
        <w:rPr>
          <w:bCs/>
          <w:lang w:val="en-MY"/>
        </w:rPr>
        <w:t xml:space="preserve">layers of </w:t>
      </w:r>
      <w:r w:rsidRPr="00DF297C">
        <w:rPr>
          <w:bCs/>
          <w:lang w:val="en-MY"/>
        </w:rPr>
        <w:t>1D convolutional</w:t>
      </w:r>
      <w:r w:rsidR="00775860" w:rsidRPr="00DF297C">
        <w:rPr>
          <w:bCs/>
          <w:lang w:val="en-MY"/>
        </w:rPr>
        <w:t xml:space="preserve"> </w:t>
      </w:r>
      <w:r w:rsidRPr="00DF297C">
        <w:rPr>
          <w:bCs/>
          <w:lang w:val="en-MY"/>
        </w:rPr>
        <w:t>each</w:t>
      </w:r>
      <w:r w:rsidR="004C44C5" w:rsidRPr="00DF297C">
        <w:rPr>
          <w:bCs/>
          <w:lang w:val="en-MY"/>
        </w:rPr>
        <w:t>,</w:t>
      </w:r>
      <w:r w:rsidRPr="00DF297C">
        <w:rPr>
          <w:bCs/>
          <w:lang w:val="en-MY"/>
        </w:rPr>
        <w:t xml:space="preserve"> followed by </w:t>
      </w:r>
      <w:r w:rsidR="004C44C5" w:rsidRPr="00DF297C">
        <w:rPr>
          <w:bCs/>
          <w:lang w:val="en-MY"/>
        </w:rPr>
        <w:t xml:space="preserve">a </w:t>
      </w:r>
      <w:r w:rsidRPr="00DF297C">
        <w:rPr>
          <w:bCs/>
          <w:lang w:val="en-MY"/>
        </w:rPr>
        <w:t xml:space="preserve">max pooling </w:t>
      </w:r>
      <w:r w:rsidR="00775860" w:rsidRPr="00DF297C">
        <w:rPr>
          <w:bCs/>
          <w:lang w:val="en-MY"/>
        </w:rPr>
        <w:t xml:space="preserve">layer </w:t>
      </w:r>
      <w:r w:rsidR="00CB1B6F" w:rsidRPr="00DF297C">
        <w:t>to decrease the dimensions of spatial</w:t>
      </w:r>
      <w:r w:rsidR="004C44C5" w:rsidRPr="00DF297C">
        <w:t>,</w:t>
      </w:r>
      <w:r w:rsidRPr="00DF297C">
        <w:rPr>
          <w:bCs/>
          <w:lang w:val="en-MY"/>
        </w:rPr>
        <w:t xml:space="preserve"> and </w:t>
      </w:r>
      <w:r w:rsidR="004C44C5" w:rsidRPr="00DF297C">
        <w:rPr>
          <w:bCs/>
          <w:lang w:val="en-MY"/>
        </w:rPr>
        <w:t xml:space="preserve">a </w:t>
      </w:r>
      <w:r w:rsidRPr="00DF297C">
        <w:rPr>
          <w:bCs/>
          <w:lang w:val="en-MY"/>
        </w:rPr>
        <w:t xml:space="preserve">dropout layer to prevent overfitting. </w:t>
      </w:r>
      <w:r w:rsidR="00CB1B6F" w:rsidRPr="00DF297C">
        <w:rPr>
          <w:bCs/>
          <w:lang w:val="en-MY"/>
        </w:rPr>
        <w:t>After</w:t>
      </w:r>
      <w:r w:rsidRPr="00DF297C">
        <w:rPr>
          <w:bCs/>
          <w:lang w:val="en-MY"/>
        </w:rPr>
        <w:t xml:space="preserve"> the CNN </w:t>
      </w:r>
      <w:r w:rsidR="00CB1B6F" w:rsidRPr="00DF297C">
        <w:rPr>
          <w:bCs/>
          <w:lang w:val="en-MY"/>
        </w:rPr>
        <w:t>layers</w:t>
      </w:r>
      <w:r w:rsidRPr="00DF297C">
        <w:rPr>
          <w:bCs/>
          <w:lang w:val="en-MY"/>
        </w:rPr>
        <w:t>, the model include</w:t>
      </w:r>
      <w:r w:rsidR="00CB1B6F" w:rsidRPr="00DF297C">
        <w:rPr>
          <w:bCs/>
          <w:lang w:val="en-MY"/>
        </w:rPr>
        <w:t>d</w:t>
      </w:r>
      <w:r w:rsidRPr="00DF297C">
        <w:rPr>
          <w:bCs/>
          <w:lang w:val="en-MY"/>
        </w:rPr>
        <w:t xml:space="preserve"> two BiLSTM layer</w:t>
      </w:r>
      <w:r w:rsidR="00CB1B6F" w:rsidRPr="00DF297C">
        <w:rPr>
          <w:bCs/>
          <w:lang w:val="en-MY"/>
        </w:rPr>
        <w:t>s with one dropout layer between them</w:t>
      </w:r>
      <w:r w:rsidRPr="00DF297C">
        <w:rPr>
          <w:bCs/>
          <w:lang w:val="en-MY"/>
        </w:rPr>
        <w:t xml:space="preserve">. The final </w:t>
      </w:r>
      <w:r w:rsidR="004C44C5" w:rsidRPr="00DF297C">
        <w:rPr>
          <w:bCs/>
          <w:lang w:val="en-MY"/>
        </w:rPr>
        <w:t>part</w:t>
      </w:r>
      <w:r w:rsidRPr="00DF297C">
        <w:rPr>
          <w:bCs/>
          <w:lang w:val="en-MY"/>
        </w:rPr>
        <w:t xml:space="preserve"> of the model consists of a softmax output layer</w:t>
      </w:r>
      <w:r w:rsidR="00CB1B6F" w:rsidRPr="00DF297C">
        <w:rPr>
          <w:bCs/>
          <w:lang w:val="en-MY"/>
        </w:rPr>
        <w:t xml:space="preserve"> that</w:t>
      </w:r>
      <w:r w:rsidRPr="00DF297C">
        <w:rPr>
          <w:bCs/>
          <w:lang w:val="en-MY"/>
        </w:rPr>
        <w:t xml:space="preserve"> performs multi-class classification. L2 regularization </w:t>
      </w:r>
      <w:r w:rsidR="00CB1B6F" w:rsidRPr="00DF297C">
        <w:rPr>
          <w:bCs/>
          <w:lang w:val="en-MY"/>
        </w:rPr>
        <w:t>was</w:t>
      </w:r>
      <w:r w:rsidRPr="00DF297C">
        <w:rPr>
          <w:bCs/>
          <w:lang w:val="en-MY"/>
        </w:rPr>
        <w:t xml:space="preserve"> applied to the dense layer to further improve generalization. </w:t>
      </w:r>
      <w:r w:rsidR="00CB1B6F" w:rsidRPr="00DF297C">
        <w:rPr>
          <w:bCs/>
          <w:lang w:val="en-MY"/>
        </w:rPr>
        <w:t>In order t</w:t>
      </w:r>
      <w:r w:rsidRPr="00DF297C">
        <w:rPr>
          <w:bCs/>
          <w:lang w:val="en-MY"/>
        </w:rPr>
        <w:t xml:space="preserve">o fine-tune the architecture, </w:t>
      </w:r>
      <w:r w:rsidR="00CB1B6F" w:rsidRPr="00DF297C">
        <w:rPr>
          <w:bCs/>
          <w:lang w:val="en-MY"/>
        </w:rPr>
        <w:t>the</w:t>
      </w:r>
      <w:r w:rsidRPr="00DF297C">
        <w:rPr>
          <w:bCs/>
          <w:lang w:val="en-MY"/>
        </w:rPr>
        <w:t xml:space="preserve"> Optuna </w:t>
      </w:r>
      <w:r w:rsidR="00CB1B6F" w:rsidRPr="00DF297C">
        <w:rPr>
          <w:bCs/>
          <w:lang w:val="en-MY"/>
        </w:rPr>
        <w:t>framework used to</w:t>
      </w:r>
      <w:r w:rsidRPr="00DF297C">
        <w:rPr>
          <w:bCs/>
          <w:lang w:val="en-MY"/>
        </w:rPr>
        <w:t xml:space="preserve"> optimize the number of filters in each convolutional layer </w:t>
      </w:r>
      <w:r w:rsidR="00CB1B6F" w:rsidRPr="00DF297C">
        <w:rPr>
          <w:bCs/>
          <w:lang w:val="en-MY"/>
        </w:rPr>
        <w:t xml:space="preserve">that </w:t>
      </w:r>
      <w:r w:rsidRPr="00DF297C">
        <w:rPr>
          <w:bCs/>
          <w:lang w:val="en-MY"/>
        </w:rPr>
        <w:t>rang</w:t>
      </w:r>
      <w:r w:rsidR="00CB1B6F" w:rsidRPr="00DF297C">
        <w:rPr>
          <w:bCs/>
          <w:lang w:val="en-MY"/>
        </w:rPr>
        <w:t>e</w:t>
      </w:r>
      <w:r w:rsidRPr="00DF297C">
        <w:rPr>
          <w:bCs/>
          <w:lang w:val="en-MY"/>
        </w:rPr>
        <w:t xml:space="preserve"> from 16 to 256, </w:t>
      </w:r>
      <w:r w:rsidR="00CB1B6F" w:rsidRPr="00DF297C">
        <w:rPr>
          <w:bCs/>
          <w:lang w:val="en-MY"/>
        </w:rPr>
        <w:t>d</w:t>
      </w:r>
      <w:r w:rsidRPr="00DF297C">
        <w:rPr>
          <w:bCs/>
          <w:lang w:val="en-MY"/>
        </w:rPr>
        <w:t xml:space="preserve">ropout rates between 0.2 and 0.5 after CNN and LSTM layers, the number of LSTM units </w:t>
      </w:r>
      <w:r w:rsidR="00CB1B6F" w:rsidRPr="00DF297C">
        <w:rPr>
          <w:bCs/>
          <w:lang w:val="en-MY"/>
        </w:rPr>
        <w:t xml:space="preserve">with a </w:t>
      </w:r>
      <w:r w:rsidRPr="00DF297C">
        <w:rPr>
          <w:bCs/>
          <w:lang w:val="en-MY"/>
        </w:rPr>
        <w:t>rang</w:t>
      </w:r>
      <w:r w:rsidR="00CB1B6F" w:rsidRPr="00DF297C">
        <w:rPr>
          <w:bCs/>
          <w:lang w:val="en-MY"/>
        </w:rPr>
        <w:t>e</w:t>
      </w:r>
      <w:r w:rsidRPr="00DF297C">
        <w:rPr>
          <w:bCs/>
          <w:lang w:val="en-MY"/>
        </w:rPr>
        <w:t xml:space="preserve"> from 32 to 128, and the choice of optimizer between Adam and RMSprop. </w:t>
      </w:r>
      <w:r w:rsidR="00CB1B6F" w:rsidRPr="00DF297C">
        <w:rPr>
          <w:bCs/>
          <w:lang w:val="en-MY"/>
        </w:rPr>
        <w:t>Finally, t</w:t>
      </w:r>
      <w:r w:rsidRPr="00DF297C">
        <w:rPr>
          <w:bCs/>
          <w:lang w:val="en-MY"/>
        </w:rPr>
        <w:t xml:space="preserve">he best combination found included 32 filters in the first CNN layer, 128 in the second, </w:t>
      </w:r>
      <w:r w:rsidR="004C44C5" w:rsidRPr="00DF297C">
        <w:rPr>
          <w:bCs/>
          <w:lang w:val="en-MY"/>
        </w:rPr>
        <w:t xml:space="preserve">and </w:t>
      </w:r>
      <w:r w:rsidRPr="00DF297C">
        <w:rPr>
          <w:bCs/>
          <w:lang w:val="en-MY"/>
        </w:rPr>
        <w:t xml:space="preserve">256 in the third, with 32 LSTM units and RMSprop as the optimizer, </w:t>
      </w:r>
      <w:r w:rsidR="00CB1B6F" w:rsidRPr="00DF297C">
        <w:rPr>
          <w:bCs/>
          <w:lang w:val="en-MY"/>
        </w:rPr>
        <w:t xml:space="preserve">as </w:t>
      </w:r>
      <w:r w:rsidR="004C44C5" w:rsidRPr="00DF297C">
        <w:rPr>
          <w:bCs/>
          <w:lang w:val="en-MY"/>
        </w:rPr>
        <w:t>this</w:t>
      </w:r>
      <w:r w:rsidR="00CB1B6F" w:rsidRPr="00DF297C">
        <w:rPr>
          <w:bCs/>
          <w:lang w:val="en-MY"/>
        </w:rPr>
        <w:t xml:space="preserve"> combination helps to </w:t>
      </w:r>
      <w:r w:rsidRPr="00DF297C">
        <w:rPr>
          <w:bCs/>
          <w:lang w:val="en-MY"/>
        </w:rPr>
        <w:t>achiev</w:t>
      </w:r>
      <w:r w:rsidR="00CB1B6F" w:rsidRPr="00DF297C">
        <w:rPr>
          <w:bCs/>
          <w:lang w:val="en-MY"/>
        </w:rPr>
        <w:t>e</w:t>
      </w:r>
      <w:r w:rsidRPr="00DF297C">
        <w:rPr>
          <w:bCs/>
          <w:lang w:val="en-MY"/>
        </w:rPr>
        <w:t xml:space="preserve"> the highest validation accuracy during </w:t>
      </w:r>
      <w:r w:rsidR="00CB1B6F" w:rsidRPr="00DF297C">
        <w:rPr>
          <w:bCs/>
          <w:lang w:val="en-MY"/>
        </w:rPr>
        <w:t xml:space="preserve">the </w:t>
      </w:r>
      <w:r w:rsidRPr="00DF297C">
        <w:rPr>
          <w:bCs/>
          <w:lang w:val="en-MY"/>
        </w:rPr>
        <w:t>testing</w:t>
      </w:r>
      <w:r w:rsidR="00CB1B6F" w:rsidRPr="00DF297C">
        <w:rPr>
          <w:bCs/>
          <w:lang w:val="en-MY"/>
        </w:rPr>
        <w:t xml:space="preserve"> process</w:t>
      </w:r>
      <w:r w:rsidRPr="00DF297C">
        <w:rPr>
          <w:bCs/>
          <w:lang w:val="en-MY"/>
        </w:rPr>
        <w:t>.</w:t>
      </w:r>
      <w:r w:rsidR="00615CD6" w:rsidRPr="00DF297C">
        <w:rPr>
          <w:bCs/>
          <w:lang w:val="en-MY"/>
        </w:rPr>
        <w:t xml:space="preserve"> Figure 2 </w:t>
      </w:r>
      <w:r w:rsidR="004C44C5" w:rsidRPr="00DF297C">
        <w:rPr>
          <w:bCs/>
          <w:lang w:val="en-MY"/>
        </w:rPr>
        <w:t>presents</w:t>
      </w:r>
      <w:r w:rsidR="00615CD6" w:rsidRPr="00DF297C">
        <w:rPr>
          <w:bCs/>
          <w:lang w:val="en-MY"/>
        </w:rPr>
        <w:t xml:space="preserve"> the overall architecture of the model.</w:t>
      </w:r>
    </w:p>
    <w:p w14:paraId="218236A0" w14:textId="77777777" w:rsidR="00615CD6" w:rsidRPr="00DF297C" w:rsidRDefault="00615CD6" w:rsidP="00615CD6">
      <w:pPr>
        <w:pStyle w:val="Paragraph"/>
        <w:rPr>
          <w:bCs/>
          <w:lang w:val="en-MY"/>
        </w:rPr>
      </w:pPr>
    </w:p>
    <w:p w14:paraId="4F372485" w14:textId="77777777" w:rsidR="00D13567" w:rsidRPr="00DF297C" w:rsidRDefault="00D13567" w:rsidP="0049568E">
      <w:pPr>
        <w:pStyle w:val="Paragraph"/>
        <w:jc w:val="center"/>
        <w:rPr>
          <w:bCs/>
          <w:lang w:val="en-MY"/>
        </w:rPr>
      </w:pPr>
      <w:r w:rsidRPr="00DF297C">
        <w:rPr>
          <w:noProof/>
        </w:rPr>
        <w:lastRenderedPageBreak/>
        <w:drawing>
          <wp:inline distT="0" distB="0" distL="0" distR="0" wp14:anchorId="1B0B93DB" wp14:editId="031D1E00">
            <wp:extent cx="5191125" cy="865188"/>
            <wp:effectExtent l="0" t="0" r="0" b="0"/>
            <wp:docPr id="1131842865" name="Picture 1" descr="A diagram of a flow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583588" name="Picture 1" descr="A diagram of a flowchart&#10;&#10;AI-generated content may be incorrect."/>
                    <pic:cNvPicPr/>
                  </pic:nvPicPr>
                  <pic:blipFill>
                    <a:blip r:embed="rId14"/>
                    <a:stretch>
                      <a:fillRect/>
                    </a:stretch>
                  </pic:blipFill>
                  <pic:spPr>
                    <a:xfrm>
                      <a:off x="0" y="0"/>
                      <a:ext cx="5215872" cy="869313"/>
                    </a:xfrm>
                    <a:prstGeom prst="rect">
                      <a:avLst/>
                    </a:prstGeom>
                  </pic:spPr>
                </pic:pic>
              </a:graphicData>
            </a:graphic>
          </wp:inline>
        </w:drawing>
      </w:r>
    </w:p>
    <w:p w14:paraId="1180F389" w14:textId="77777777" w:rsidR="00D13567" w:rsidRPr="00DF297C" w:rsidRDefault="00D13567" w:rsidP="00D13567">
      <w:pPr>
        <w:pStyle w:val="FigureCaption"/>
        <w:rPr>
          <w:sz w:val="20"/>
        </w:rPr>
      </w:pPr>
      <w:r w:rsidRPr="00DF297C">
        <w:rPr>
          <w:b/>
          <w:caps/>
        </w:rPr>
        <w:t>Figure 2.</w:t>
      </w:r>
      <w:r w:rsidRPr="00DF297C">
        <w:t xml:space="preserve"> Block diagram of the hybrid CNN-BiLSTM model in cardiac conditions detection</w:t>
      </w:r>
    </w:p>
    <w:p w14:paraId="3D0E10EA" w14:textId="517DF3D7" w:rsidR="0037638D" w:rsidRPr="00DF297C" w:rsidRDefault="0037638D" w:rsidP="0037638D">
      <w:pPr>
        <w:pStyle w:val="Heading1"/>
      </w:pPr>
      <w:r w:rsidRPr="00DF297C">
        <w:t>Results</w:t>
      </w:r>
    </w:p>
    <w:p w14:paraId="0D5CB117" w14:textId="4F79AC29" w:rsidR="00183695" w:rsidRPr="00DF297C" w:rsidRDefault="00E254CF" w:rsidP="00183695">
      <w:pPr>
        <w:pStyle w:val="Paragraph"/>
        <w:rPr>
          <w:bCs/>
        </w:rPr>
      </w:pPr>
      <w:r w:rsidRPr="00DF297C">
        <w:rPr>
          <w:bCs/>
        </w:rPr>
        <w:t xml:space="preserve">The hyperparameter settings identified from </w:t>
      </w:r>
      <w:r w:rsidR="00183695" w:rsidRPr="00DF297C">
        <w:rPr>
          <w:bCs/>
        </w:rPr>
        <w:t xml:space="preserve">the </w:t>
      </w:r>
      <w:r w:rsidRPr="00DF297C">
        <w:rPr>
          <w:bCs/>
        </w:rPr>
        <w:t xml:space="preserve">Optuna framework were then used to train the final hybrid </w:t>
      </w:r>
      <w:r w:rsidR="00183695" w:rsidRPr="00DF297C">
        <w:rPr>
          <w:bCs/>
        </w:rPr>
        <w:t>CNN–BiLSTM</w:t>
      </w:r>
      <w:r w:rsidRPr="00DF297C">
        <w:rPr>
          <w:bCs/>
        </w:rPr>
        <w:t xml:space="preserve"> model for both cardiac condition and emotion classification tasks. Hence, this section presents</w:t>
      </w:r>
      <w:r w:rsidR="00D13567" w:rsidRPr="00DF297C">
        <w:rPr>
          <w:bCs/>
        </w:rPr>
        <w:t xml:space="preserve"> the performance of the model </w:t>
      </w:r>
      <w:r w:rsidRPr="00DF297C">
        <w:rPr>
          <w:bCs/>
        </w:rPr>
        <w:t>in some of the performance metrics such as accuracy, precision</w:t>
      </w:r>
      <w:r w:rsidR="00F37B2B" w:rsidRPr="00DF297C">
        <w:rPr>
          <w:bCs/>
        </w:rPr>
        <w:t>, recall</w:t>
      </w:r>
      <w:r w:rsidR="004C44C5" w:rsidRPr="00DF297C">
        <w:rPr>
          <w:bCs/>
        </w:rPr>
        <w:t>,</w:t>
      </w:r>
      <w:r w:rsidRPr="00DF297C">
        <w:rPr>
          <w:bCs/>
        </w:rPr>
        <w:t xml:space="preserve"> and </w:t>
      </w:r>
      <w:r w:rsidR="00F37B2B" w:rsidRPr="00DF297C">
        <w:rPr>
          <w:bCs/>
        </w:rPr>
        <w:t>F1-score</w:t>
      </w:r>
      <w:r w:rsidRPr="00DF297C">
        <w:rPr>
          <w:bCs/>
        </w:rPr>
        <w:t xml:space="preserve"> </w:t>
      </w:r>
      <w:r w:rsidR="00025B4F" w:rsidRPr="00DF297C">
        <w:rPr>
          <w:bCs/>
        </w:rPr>
        <w:t xml:space="preserve">on DREAMER and MIT-BIH datasets. </w:t>
      </w:r>
      <w:r w:rsidR="009F630D" w:rsidRPr="00DF297C">
        <w:rPr>
          <w:bCs/>
        </w:rPr>
        <w:t>The accuracy</w:t>
      </w:r>
      <w:r w:rsidR="00183695" w:rsidRPr="00DF297C">
        <w:rPr>
          <w:bCs/>
        </w:rPr>
        <w:t xml:space="preserve"> </w:t>
      </w:r>
      <w:r w:rsidR="0072558D" w:rsidRPr="00DF297C">
        <w:rPr>
          <w:bCs/>
        </w:rPr>
        <w:t>gives the overall correctness of the predictions made by the model.</w:t>
      </w:r>
    </w:p>
    <w:p w14:paraId="40E52E28" w14:textId="0DF36302" w:rsidR="005A5F99" w:rsidRPr="00DF297C" w:rsidRDefault="0072558D" w:rsidP="00183695">
      <w:pPr>
        <w:pStyle w:val="Paragraph"/>
        <w:rPr>
          <w:bCs/>
        </w:rPr>
      </w:pPr>
      <w:r w:rsidRPr="00DF297C">
        <w:rPr>
          <w:bCs/>
        </w:rPr>
        <w:t xml:space="preserve">The proposed model achieved an accuracy </w:t>
      </w:r>
      <w:r w:rsidR="004C44C5" w:rsidRPr="00DF297C">
        <w:rPr>
          <w:bCs/>
        </w:rPr>
        <w:t xml:space="preserve">of </w:t>
      </w:r>
      <w:r w:rsidRPr="00DF297C">
        <w:rPr>
          <w:bCs/>
        </w:rPr>
        <w:t>about 94.22% and 90.</w:t>
      </w:r>
      <w:r w:rsidR="00E50083" w:rsidRPr="00DF297C">
        <w:rPr>
          <w:bCs/>
        </w:rPr>
        <w:t>46</w:t>
      </w:r>
      <w:r w:rsidRPr="00DF297C">
        <w:rPr>
          <w:bCs/>
        </w:rPr>
        <w:t>% for arousal and valence classification</w:t>
      </w:r>
      <w:r w:rsidR="004C44C5" w:rsidRPr="00DF297C">
        <w:rPr>
          <w:bCs/>
        </w:rPr>
        <w:t>,</w:t>
      </w:r>
      <w:r w:rsidRPr="00DF297C">
        <w:rPr>
          <w:bCs/>
        </w:rPr>
        <w:t xml:space="preserve"> respectively</w:t>
      </w:r>
      <w:r w:rsidR="004C44C5" w:rsidRPr="00DF297C">
        <w:rPr>
          <w:bCs/>
        </w:rPr>
        <w:t>,</w:t>
      </w:r>
      <w:r w:rsidRPr="00DF297C">
        <w:rPr>
          <w:bCs/>
        </w:rPr>
        <w:t xml:space="preserve"> in emotional classification. Besides that, in the cardiac condition detection, the model achieved an accuracy of 97.46% </w:t>
      </w:r>
      <w:r w:rsidR="00F37B2B" w:rsidRPr="00DF297C">
        <w:rPr>
          <w:bCs/>
        </w:rPr>
        <w:t xml:space="preserve">in classifying 14 distinct </w:t>
      </w:r>
      <w:r w:rsidR="000F09CD" w:rsidRPr="00DF297C">
        <w:rPr>
          <w:bCs/>
        </w:rPr>
        <w:t>heartbeat</w:t>
      </w:r>
      <w:r w:rsidR="00F37B2B" w:rsidRPr="00DF297C">
        <w:rPr>
          <w:bCs/>
        </w:rPr>
        <w:t xml:space="preserve"> classes</w:t>
      </w:r>
      <w:r w:rsidRPr="00DF297C">
        <w:rPr>
          <w:bCs/>
        </w:rPr>
        <w:t>.</w:t>
      </w:r>
      <w:r w:rsidR="00183695" w:rsidRPr="00DF297C">
        <w:rPr>
          <w:bCs/>
        </w:rPr>
        <w:t xml:space="preserve"> </w:t>
      </w:r>
      <w:r w:rsidR="001616D3" w:rsidRPr="00DF297C">
        <w:rPr>
          <w:bCs/>
        </w:rPr>
        <w:t>The precision</w:t>
      </w:r>
      <w:r w:rsidR="00183695" w:rsidRPr="00DF297C">
        <w:rPr>
          <w:bCs/>
        </w:rPr>
        <w:t xml:space="preserve"> </w:t>
      </w:r>
      <w:r w:rsidR="001616D3" w:rsidRPr="00DF297C">
        <w:rPr>
          <w:bCs/>
        </w:rPr>
        <w:t xml:space="preserve">depicts the proportion of </w:t>
      </w:r>
      <w:r w:rsidR="000F09CD" w:rsidRPr="00DF297C">
        <w:rPr>
          <w:bCs/>
        </w:rPr>
        <w:t xml:space="preserve">the predicted </w:t>
      </w:r>
      <w:r w:rsidR="001616D3" w:rsidRPr="00DF297C">
        <w:rPr>
          <w:bCs/>
        </w:rPr>
        <w:t xml:space="preserve">positive samples </w:t>
      </w:r>
      <w:r w:rsidR="000F09CD" w:rsidRPr="00DF297C">
        <w:rPr>
          <w:bCs/>
        </w:rPr>
        <w:t>that are</w:t>
      </w:r>
      <w:r w:rsidR="001616D3" w:rsidRPr="00DF297C">
        <w:rPr>
          <w:bCs/>
        </w:rPr>
        <w:t xml:space="preserve"> classified correctly. </w:t>
      </w:r>
      <w:r w:rsidR="00F37B2B" w:rsidRPr="00DF297C">
        <w:rPr>
          <w:bCs/>
        </w:rPr>
        <w:t>In emotional recognition, the model achieved about 94.25% and 90.51% in arousal and valence</w:t>
      </w:r>
      <w:r w:rsidR="004C44C5" w:rsidRPr="00DF297C">
        <w:rPr>
          <w:bCs/>
        </w:rPr>
        <w:t>,</w:t>
      </w:r>
      <w:r w:rsidR="00F37B2B" w:rsidRPr="00DF297C">
        <w:rPr>
          <w:bCs/>
        </w:rPr>
        <w:t xml:space="preserve"> respectively</w:t>
      </w:r>
      <w:r w:rsidR="004C44C5" w:rsidRPr="00DF297C">
        <w:rPr>
          <w:bCs/>
        </w:rPr>
        <w:t>,</w:t>
      </w:r>
      <w:r w:rsidR="00F37B2B" w:rsidRPr="00DF297C">
        <w:rPr>
          <w:bCs/>
        </w:rPr>
        <w:t xml:space="preserve"> while in cardiac condition detection, the model achieved about 97.46% of precision.</w:t>
      </w:r>
      <w:r w:rsidR="00183695" w:rsidRPr="00DF297C">
        <w:rPr>
          <w:bCs/>
        </w:rPr>
        <w:t xml:space="preserve"> </w:t>
      </w:r>
      <w:r w:rsidR="00F37B2B" w:rsidRPr="00DF297C">
        <w:t xml:space="preserve">The recall or sensitivity refers to </w:t>
      </w:r>
      <w:r w:rsidR="000F09CD" w:rsidRPr="00DF297C">
        <w:t xml:space="preserve">the actual positive samples that are correctly classified. In emotional recognition, the model </w:t>
      </w:r>
      <w:r w:rsidR="00183695" w:rsidRPr="00DF297C">
        <w:t>obtained</w:t>
      </w:r>
      <w:r w:rsidR="000F09CD" w:rsidRPr="00DF297C">
        <w:t xml:space="preserve"> 94.22% and 90.46% in arousal and valence</w:t>
      </w:r>
      <w:r w:rsidR="004C44C5" w:rsidRPr="00DF297C">
        <w:t>,</w:t>
      </w:r>
      <w:r w:rsidR="000F09CD" w:rsidRPr="00DF297C">
        <w:t xml:space="preserve"> while for cardiac conditions detection, the model obtained about 97.46%.</w:t>
      </w:r>
      <w:r w:rsidR="00183695" w:rsidRPr="00DF297C">
        <w:rPr>
          <w:bCs/>
        </w:rPr>
        <w:t xml:space="preserve"> </w:t>
      </w:r>
      <w:r w:rsidR="005A1F78" w:rsidRPr="00DF297C">
        <w:t>F1-score refers to the harmonic mean of precision and recall</w:t>
      </w:r>
      <w:r w:rsidR="004C44C5" w:rsidRPr="00DF297C">
        <w:t>,</w:t>
      </w:r>
      <w:r w:rsidR="005A1F78" w:rsidRPr="00DF297C">
        <w:t xml:space="preserve"> as it balances </w:t>
      </w:r>
      <w:r w:rsidR="00183695" w:rsidRPr="00DF297C">
        <w:t>both</w:t>
      </w:r>
      <w:r w:rsidR="005A1F78" w:rsidRPr="00DF297C">
        <w:t xml:space="preserve"> into a single </w:t>
      </w:r>
      <w:r w:rsidR="00183695" w:rsidRPr="00DF297C">
        <w:t xml:space="preserve">metric. </w:t>
      </w:r>
      <w:r w:rsidR="005A1F78" w:rsidRPr="00DF297C">
        <w:t xml:space="preserve">The model used in emotional recognition </w:t>
      </w:r>
      <w:r w:rsidR="004C44C5" w:rsidRPr="00DF297C">
        <w:t>can</w:t>
      </w:r>
      <w:r w:rsidR="005A1F78" w:rsidRPr="00DF297C">
        <w:t xml:space="preserve"> reach about 94.22% and 90.46% for arousal and valence</w:t>
      </w:r>
      <w:r w:rsidR="004C44C5" w:rsidRPr="00DF297C">
        <w:t>,</w:t>
      </w:r>
      <w:r w:rsidR="005A1F78" w:rsidRPr="00DF297C">
        <w:t xml:space="preserve"> while the model used in cardiac conditions detection </w:t>
      </w:r>
      <w:r w:rsidR="004C44C5" w:rsidRPr="00DF297C">
        <w:t>reaches</w:t>
      </w:r>
      <w:r w:rsidR="005A1F78" w:rsidRPr="00DF297C">
        <w:t xml:space="preserve"> 97.45%.</w:t>
      </w:r>
      <w:r w:rsidR="005A5F99" w:rsidRPr="00DF297C">
        <w:t xml:space="preserve"> </w:t>
      </w:r>
    </w:p>
    <w:p w14:paraId="0183372F" w14:textId="328BC39A" w:rsidR="00183695" w:rsidRPr="00DF297C" w:rsidRDefault="00DF56AE" w:rsidP="00183695">
      <w:pPr>
        <w:pStyle w:val="Paragraph"/>
      </w:pPr>
      <w:r w:rsidRPr="00DF297C">
        <w:t xml:space="preserve">For arousal, the model correctly identified 11362 low-arousal and 11038 high-arousal samples with only 525 false positives and 850 false negatives. For valence, the model accurately predicted 10957 </w:t>
      </w:r>
      <w:r w:rsidR="00982B1B" w:rsidRPr="00DF297C">
        <w:t>negative</w:t>
      </w:r>
      <w:r w:rsidRPr="00DF297C">
        <w:t xml:space="preserve">-valence and 10550 </w:t>
      </w:r>
      <w:r w:rsidR="00982B1B" w:rsidRPr="00DF297C">
        <w:t>positive</w:t>
      </w:r>
      <w:r w:rsidRPr="00DF297C">
        <w:t xml:space="preserve">-valence samples with 931 false positives and 1337 false negatives. These results indicate the model </w:t>
      </w:r>
      <w:r w:rsidR="00833491" w:rsidRPr="00DF297C">
        <w:t>can predict</w:t>
      </w:r>
      <w:r w:rsidRPr="00DF297C">
        <w:t xml:space="preserve"> most of the emotions correctly in both arousal and valence. </w:t>
      </w:r>
      <w:r w:rsidR="008E2724" w:rsidRPr="00DF297C">
        <w:t>Besides that, t</w:t>
      </w:r>
      <w:r w:rsidR="000E0946" w:rsidRPr="00DF297C">
        <w:t xml:space="preserve">he confusion matrix </w:t>
      </w:r>
      <w:r w:rsidR="00183695" w:rsidRPr="00DF297C">
        <w:t>of the proposed hybrid model shows</w:t>
      </w:r>
      <w:r w:rsidR="000E0946" w:rsidRPr="00DF297C">
        <w:t xml:space="preserve"> that </w:t>
      </w:r>
      <w:r w:rsidR="00833491" w:rsidRPr="00DF297C">
        <w:t>most of</w:t>
      </w:r>
      <w:r w:rsidR="000E0946" w:rsidRPr="00DF297C">
        <w:t xml:space="preserve"> the heartbeat classes were correctly classified. Some of the classes</w:t>
      </w:r>
      <w:r w:rsidR="004C44C5" w:rsidRPr="00DF297C">
        <w:t>,</w:t>
      </w:r>
      <w:r w:rsidR="000E0946" w:rsidRPr="00DF297C">
        <w:t xml:space="preserve"> like Aberrated Atrial Premature Beat, Supraventricular Premature Beat, Unclassifiable Beat</w:t>
      </w:r>
      <w:r w:rsidR="00833491" w:rsidRPr="00DF297C">
        <w:t>,</w:t>
      </w:r>
      <w:r w:rsidR="000E0946" w:rsidRPr="00DF297C">
        <w:t xml:space="preserve"> and Ventricular Escape Beat</w:t>
      </w:r>
      <w:r w:rsidR="00833491" w:rsidRPr="00DF297C">
        <w:t>,</w:t>
      </w:r>
      <w:r w:rsidR="000E0946" w:rsidRPr="00DF297C">
        <w:t xml:space="preserve"> achieved perfect classification </w:t>
      </w:r>
      <w:r w:rsidRPr="00DF297C">
        <w:t>with zero</w:t>
      </w:r>
      <w:r w:rsidR="000E0946" w:rsidRPr="00DF297C">
        <w:t xml:space="preserve"> misclassified </w:t>
      </w:r>
      <w:r w:rsidR="00833491" w:rsidRPr="00DF297C">
        <w:t>samples</w:t>
      </w:r>
      <w:r w:rsidR="000E0946" w:rsidRPr="00DF297C">
        <w:t>. However, some classes</w:t>
      </w:r>
      <w:r w:rsidR="00833491" w:rsidRPr="00DF297C">
        <w:t>,</w:t>
      </w:r>
      <w:r w:rsidR="000E0946" w:rsidRPr="00DF297C">
        <w:t xml:space="preserve"> such as Atrial Premature Beat and Normal Beat</w:t>
      </w:r>
      <w:r w:rsidR="00833491" w:rsidRPr="00DF297C">
        <w:t>,</w:t>
      </w:r>
      <w:r w:rsidR="000E0946" w:rsidRPr="00DF297C">
        <w:t xml:space="preserve"> </w:t>
      </w:r>
      <w:r w:rsidR="00833491" w:rsidRPr="00DF297C">
        <w:t>do not</w:t>
      </w:r>
      <w:r w:rsidR="000E0946" w:rsidRPr="00DF297C">
        <w:t xml:space="preserve"> </w:t>
      </w:r>
      <w:r w:rsidR="00833491" w:rsidRPr="00DF297C">
        <w:t>perform</w:t>
      </w:r>
      <w:r w:rsidR="000E0946" w:rsidRPr="00DF297C">
        <w:t xml:space="preserve"> well in classification</w:t>
      </w:r>
      <w:r w:rsidR="00833491" w:rsidRPr="00DF297C">
        <w:t>,</w:t>
      </w:r>
      <w:r w:rsidR="000E0946" w:rsidRPr="00DF297C">
        <w:t xml:space="preserve"> where the </w:t>
      </w:r>
      <w:r w:rsidR="00833491" w:rsidRPr="00DF297C">
        <w:t>correctly</w:t>
      </w:r>
      <w:r w:rsidR="000E0946" w:rsidRPr="00DF297C">
        <w:t xml:space="preserve"> classified samples are below 1700 out of 1833 samples. The results show that even though the proposed model can differentiate most beat types but some of the beat categories were not able to differentiate so well. </w:t>
      </w:r>
    </w:p>
    <w:p w14:paraId="319BD196" w14:textId="0CC00202" w:rsidR="002016F4" w:rsidRPr="00DF297C" w:rsidRDefault="00BF3743" w:rsidP="00BF3743">
      <w:pPr>
        <w:pStyle w:val="Paragraph"/>
      </w:pPr>
      <w:r w:rsidRPr="00DF297C">
        <w:t xml:space="preserve">The model for emotional recognition shows strong and balanced performance in distinguishing low- and high-arousal states and the precision, recall, F1-score and Support for each class as shown in Table 1. For valence, the model able to perform consistently across negative and positive class with closely matched F1-score that indicates the minimal bias towards either class and the precision, recall, F1-score and Support for each class as shown in Table 2. Besides that, the model for cardiac conditions detection </w:t>
      </w:r>
      <w:r w:rsidR="00723E32" w:rsidRPr="00DF297C">
        <w:t>maintains high precision and recall for all 14 cardiac classes so it can distinguish both common and clinically subtle heart rhythm abnormalities reliably as presented in Table 3.</w:t>
      </w:r>
    </w:p>
    <w:p w14:paraId="612CB992" w14:textId="77777777" w:rsidR="00D060EE" w:rsidRPr="00DF297C" w:rsidRDefault="00D060EE" w:rsidP="00BF3743">
      <w:pPr>
        <w:pStyle w:val="Paragraph"/>
      </w:pPr>
    </w:p>
    <w:tbl>
      <w:tblPr>
        <w:tblW w:w="5000" w:type="pct"/>
        <w:jc w:val="center"/>
        <w:tblBorders>
          <w:bottom w:val="single" w:sz="4" w:space="0" w:color="auto"/>
        </w:tblBorders>
        <w:tblLook w:val="0000" w:firstRow="0" w:lastRow="0" w:firstColumn="0" w:lastColumn="0" w:noHBand="0" w:noVBand="0"/>
      </w:tblPr>
      <w:tblGrid>
        <w:gridCol w:w="1687"/>
        <w:gridCol w:w="1559"/>
        <w:gridCol w:w="1559"/>
        <w:gridCol w:w="1681"/>
        <w:gridCol w:w="2874"/>
      </w:tblGrid>
      <w:tr w:rsidR="002016F4" w:rsidRPr="00DF297C" w14:paraId="7E2B7929" w14:textId="77777777" w:rsidTr="002016F4">
        <w:trPr>
          <w:cantSplit/>
          <w:trHeight w:val="333"/>
          <w:jc w:val="center"/>
        </w:trPr>
        <w:tc>
          <w:tcPr>
            <w:tcW w:w="5000" w:type="pct"/>
            <w:gridSpan w:val="5"/>
            <w:tcBorders>
              <w:bottom w:val="nil"/>
            </w:tcBorders>
          </w:tcPr>
          <w:p w14:paraId="62C36CA2" w14:textId="53BBE244" w:rsidR="002016F4" w:rsidRPr="00DF297C" w:rsidRDefault="002016F4" w:rsidP="00AD7D5D">
            <w:pPr>
              <w:pStyle w:val="TableCaption"/>
              <w:rPr>
                <w:bCs/>
              </w:rPr>
            </w:pPr>
            <w:r w:rsidRPr="00DF297C">
              <w:rPr>
                <w:b/>
              </w:rPr>
              <w:t>TABLE 1.</w:t>
            </w:r>
            <w:r w:rsidRPr="00DF297C">
              <w:rPr>
                <w:bCs/>
              </w:rPr>
              <w:t xml:space="preserve"> </w:t>
            </w:r>
            <w:r w:rsidR="004B07ED" w:rsidRPr="00DF297C">
              <w:rPr>
                <w:bCs/>
              </w:rPr>
              <w:t xml:space="preserve">Performance </w:t>
            </w:r>
            <w:r w:rsidR="00D060EE" w:rsidRPr="00DF297C">
              <w:rPr>
                <w:bCs/>
              </w:rPr>
              <w:t xml:space="preserve">metrics of each class </w:t>
            </w:r>
            <w:r w:rsidR="004B07ED" w:rsidRPr="00DF297C">
              <w:rPr>
                <w:bCs/>
              </w:rPr>
              <w:t xml:space="preserve">for Arousal Classification in </w:t>
            </w:r>
            <w:r w:rsidR="00D060EE" w:rsidRPr="00DF297C">
              <w:rPr>
                <w:bCs/>
              </w:rPr>
              <w:t>emotional recognition</w:t>
            </w:r>
          </w:p>
        </w:tc>
      </w:tr>
      <w:tr w:rsidR="002016F4" w:rsidRPr="00DF297C" w14:paraId="7344B1B8" w14:textId="77777777" w:rsidTr="002016F4">
        <w:trPr>
          <w:cantSplit/>
          <w:trHeight w:val="272"/>
          <w:jc w:val="center"/>
        </w:trPr>
        <w:tc>
          <w:tcPr>
            <w:tcW w:w="901" w:type="pct"/>
            <w:tcBorders>
              <w:top w:val="single" w:sz="4" w:space="0" w:color="auto"/>
              <w:bottom w:val="single" w:sz="4" w:space="0" w:color="auto"/>
            </w:tcBorders>
            <w:vAlign w:val="center"/>
          </w:tcPr>
          <w:p w14:paraId="64D412D4" w14:textId="0AC7BD1D" w:rsidR="002016F4" w:rsidRPr="00DF297C" w:rsidRDefault="002016F4" w:rsidP="00AD7D5D">
            <w:pPr>
              <w:jc w:val="center"/>
            </w:pPr>
          </w:p>
        </w:tc>
        <w:tc>
          <w:tcPr>
            <w:tcW w:w="833" w:type="pct"/>
            <w:tcBorders>
              <w:top w:val="single" w:sz="4" w:space="0" w:color="auto"/>
              <w:bottom w:val="single" w:sz="4" w:space="0" w:color="auto"/>
            </w:tcBorders>
          </w:tcPr>
          <w:p w14:paraId="47744ED1" w14:textId="5BF558B0" w:rsidR="002016F4" w:rsidRPr="00DF297C" w:rsidRDefault="00982B1B" w:rsidP="00AD7D5D">
            <w:pPr>
              <w:jc w:val="center"/>
              <w:rPr>
                <w:b/>
                <w:sz w:val="18"/>
                <w:szCs w:val="18"/>
              </w:rPr>
            </w:pPr>
            <w:r w:rsidRPr="00DF297C">
              <w:rPr>
                <w:b/>
                <w:sz w:val="18"/>
                <w:szCs w:val="18"/>
              </w:rPr>
              <w:t>Precision</w:t>
            </w:r>
          </w:p>
        </w:tc>
        <w:tc>
          <w:tcPr>
            <w:tcW w:w="833" w:type="pct"/>
            <w:tcBorders>
              <w:top w:val="single" w:sz="4" w:space="0" w:color="auto"/>
              <w:bottom w:val="single" w:sz="4" w:space="0" w:color="auto"/>
            </w:tcBorders>
            <w:vAlign w:val="center"/>
          </w:tcPr>
          <w:p w14:paraId="36E32F73" w14:textId="011EE833" w:rsidR="002016F4" w:rsidRPr="00DF297C" w:rsidRDefault="00982B1B" w:rsidP="00AD7D5D">
            <w:pPr>
              <w:jc w:val="center"/>
              <w:rPr>
                <w:b/>
                <w:sz w:val="18"/>
                <w:szCs w:val="18"/>
              </w:rPr>
            </w:pPr>
            <w:r w:rsidRPr="00DF297C">
              <w:rPr>
                <w:b/>
                <w:sz w:val="18"/>
                <w:szCs w:val="18"/>
              </w:rPr>
              <w:t>Recall</w:t>
            </w:r>
          </w:p>
        </w:tc>
        <w:tc>
          <w:tcPr>
            <w:tcW w:w="898" w:type="pct"/>
            <w:tcBorders>
              <w:top w:val="single" w:sz="4" w:space="0" w:color="auto"/>
              <w:bottom w:val="single" w:sz="4" w:space="0" w:color="auto"/>
            </w:tcBorders>
          </w:tcPr>
          <w:p w14:paraId="44A01FDA" w14:textId="5C4ECF53" w:rsidR="002016F4" w:rsidRPr="00DF297C" w:rsidRDefault="00982B1B" w:rsidP="00AD7D5D">
            <w:pPr>
              <w:jc w:val="center"/>
              <w:rPr>
                <w:b/>
                <w:sz w:val="18"/>
                <w:szCs w:val="18"/>
              </w:rPr>
            </w:pPr>
            <w:r w:rsidRPr="00DF297C">
              <w:rPr>
                <w:b/>
                <w:sz w:val="18"/>
                <w:szCs w:val="18"/>
              </w:rPr>
              <w:t>F1-Score</w:t>
            </w:r>
          </w:p>
        </w:tc>
        <w:tc>
          <w:tcPr>
            <w:tcW w:w="1536" w:type="pct"/>
            <w:tcBorders>
              <w:top w:val="single" w:sz="4" w:space="0" w:color="auto"/>
              <w:bottom w:val="single" w:sz="4" w:space="0" w:color="auto"/>
            </w:tcBorders>
            <w:vAlign w:val="center"/>
          </w:tcPr>
          <w:p w14:paraId="4DF2B633" w14:textId="5C0BEAB5" w:rsidR="002016F4" w:rsidRPr="00DF297C" w:rsidRDefault="00982B1B" w:rsidP="00AD7D5D">
            <w:pPr>
              <w:jc w:val="center"/>
              <w:rPr>
                <w:b/>
                <w:sz w:val="18"/>
                <w:szCs w:val="18"/>
              </w:rPr>
            </w:pPr>
            <w:r w:rsidRPr="00DF297C">
              <w:rPr>
                <w:b/>
                <w:sz w:val="18"/>
                <w:szCs w:val="18"/>
              </w:rPr>
              <w:t>Support</w:t>
            </w:r>
          </w:p>
        </w:tc>
      </w:tr>
      <w:tr w:rsidR="002016F4" w:rsidRPr="00DF297C" w14:paraId="39BE8C91" w14:textId="77777777" w:rsidTr="002016F4">
        <w:trPr>
          <w:cantSplit/>
          <w:jc w:val="center"/>
        </w:trPr>
        <w:tc>
          <w:tcPr>
            <w:tcW w:w="901" w:type="pct"/>
            <w:tcBorders>
              <w:top w:val="nil"/>
            </w:tcBorders>
          </w:tcPr>
          <w:p w14:paraId="2D62CEF7" w14:textId="14479F23" w:rsidR="002016F4" w:rsidRPr="00DF297C" w:rsidRDefault="00982B1B" w:rsidP="00AD7D5D">
            <w:pPr>
              <w:pStyle w:val="Paragraph"/>
              <w:jc w:val="center"/>
            </w:pPr>
            <w:r w:rsidRPr="00DF297C">
              <w:t>Class Low</w:t>
            </w:r>
          </w:p>
        </w:tc>
        <w:tc>
          <w:tcPr>
            <w:tcW w:w="833" w:type="pct"/>
            <w:tcBorders>
              <w:top w:val="nil"/>
            </w:tcBorders>
          </w:tcPr>
          <w:p w14:paraId="33DDBE19" w14:textId="2699D076" w:rsidR="002016F4" w:rsidRPr="00DF297C" w:rsidRDefault="00982B1B" w:rsidP="00AD7D5D">
            <w:pPr>
              <w:jc w:val="center"/>
              <w:rPr>
                <w:sz w:val="20"/>
              </w:rPr>
            </w:pPr>
            <w:r w:rsidRPr="00DF297C">
              <w:rPr>
                <w:sz w:val="20"/>
              </w:rPr>
              <w:t>0.9034</w:t>
            </w:r>
          </w:p>
        </w:tc>
        <w:tc>
          <w:tcPr>
            <w:tcW w:w="833" w:type="pct"/>
            <w:tcBorders>
              <w:top w:val="nil"/>
            </w:tcBorders>
          </w:tcPr>
          <w:p w14:paraId="42AA9B98" w14:textId="44C70100" w:rsidR="002016F4" w:rsidRPr="00DF297C" w:rsidRDefault="00982B1B" w:rsidP="00AD7D5D">
            <w:pPr>
              <w:jc w:val="center"/>
              <w:rPr>
                <w:sz w:val="20"/>
              </w:rPr>
            </w:pPr>
            <w:r w:rsidRPr="00DF297C">
              <w:rPr>
                <w:sz w:val="20"/>
              </w:rPr>
              <w:t>0.9558</w:t>
            </w:r>
          </w:p>
        </w:tc>
        <w:tc>
          <w:tcPr>
            <w:tcW w:w="898" w:type="pct"/>
            <w:tcBorders>
              <w:top w:val="nil"/>
            </w:tcBorders>
          </w:tcPr>
          <w:p w14:paraId="261FE319" w14:textId="7163447F" w:rsidR="002016F4" w:rsidRPr="00DF297C" w:rsidRDefault="00982B1B" w:rsidP="00AD7D5D">
            <w:pPr>
              <w:jc w:val="center"/>
              <w:rPr>
                <w:sz w:val="20"/>
              </w:rPr>
            </w:pPr>
            <w:r w:rsidRPr="00DF297C">
              <w:rPr>
                <w:sz w:val="20"/>
              </w:rPr>
              <w:t>0.9429</w:t>
            </w:r>
          </w:p>
        </w:tc>
        <w:tc>
          <w:tcPr>
            <w:tcW w:w="1536" w:type="pct"/>
            <w:tcBorders>
              <w:top w:val="nil"/>
            </w:tcBorders>
          </w:tcPr>
          <w:p w14:paraId="3057F77F" w14:textId="7B960E6C" w:rsidR="002016F4" w:rsidRPr="00DF297C" w:rsidRDefault="004B07ED" w:rsidP="00AD7D5D">
            <w:pPr>
              <w:jc w:val="center"/>
              <w:rPr>
                <w:sz w:val="20"/>
              </w:rPr>
            </w:pPr>
            <w:r w:rsidRPr="00DF297C">
              <w:rPr>
                <w:sz w:val="20"/>
              </w:rPr>
              <w:t>11887</w:t>
            </w:r>
          </w:p>
        </w:tc>
      </w:tr>
      <w:tr w:rsidR="002016F4" w:rsidRPr="00DF297C" w14:paraId="0A8BA3F1" w14:textId="77777777" w:rsidTr="002016F4">
        <w:trPr>
          <w:cantSplit/>
          <w:jc w:val="center"/>
        </w:trPr>
        <w:tc>
          <w:tcPr>
            <w:tcW w:w="901" w:type="pct"/>
            <w:tcBorders>
              <w:top w:val="nil"/>
            </w:tcBorders>
          </w:tcPr>
          <w:p w14:paraId="5E2370D0" w14:textId="2A984CF2" w:rsidR="002016F4" w:rsidRPr="00DF297C" w:rsidRDefault="00982B1B" w:rsidP="00AD7D5D">
            <w:pPr>
              <w:pStyle w:val="Paragraph"/>
              <w:jc w:val="center"/>
              <w:rPr>
                <w:color w:val="000000"/>
                <w:vertAlign w:val="superscript"/>
              </w:rPr>
            </w:pPr>
            <w:r w:rsidRPr="00DF297C">
              <w:t>Class High</w:t>
            </w:r>
          </w:p>
        </w:tc>
        <w:tc>
          <w:tcPr>
            <w:tcW w:w="833" w:type="pct"/>
            <w:tcBorders>
              <w:top w:val="nil"/>
            </w:tcBorders>
          </w:tcPr>
          <w:p w14:paraId="167B1D2B" w14:textId="301E32C8" w:rsidR="002016F4" w:rsidRPr="00DF297C" w:rsidRDefault="00982B1B" w:rsidP="00AD7D5D">
            <w:pPr>
              <w:jc w:val="center"/>
              <w:rPr>
                <w:sz w:val="20"/>
              </w:rPr>
            </w:pPr>
            <w:r w:rsidRPr="00DF297C">
              <w:rPr>
                <w:sz w:val="20"/>
              </w:rPr>
              <w:t>0.9546</w:t>
            </w:r>
          </w:p>
        </w:tc>
        <w:tc>
          <w:tcPr>
            <w:tcW w:w="833" w:type="pct"/>
            <w:tcBorders>
              <w:top w:val="nil"/>
            </w:tcBorders>
          </w:tcPr>
          <w:p w14:paraId="10ABC91C" w14:textId="5C8BFAE5" w:rsidR="002016F4" w:rsidRPr="00DF297C" w:rsidRDefault="00982B1B" w:rsidP="00AD7D5D">
            <w:pPr>
              <w:jc w:val="center"/>
              <w:rPr>
                <w:sz w:val="20"/>
              </w:rPr>
            </w:pPr>
            <w:r w:rsidRPr="00DF297C">
              <w:rPr>
                <w:sz w:val="20"/>
              </w:rPr>
              <w:t>0.9285</w:t>
            </w:r>
          </w:p>
        </w:tc>
        <w:tc>
          <w:tcPr>
            <w:tcW w:w="898" w:type="pct"/>
            <w:tcBorders>
              <w:top w:val="nil"/>
            </w:tcBorders>
          </w:tcPr>
          <w:p w14:paraId="294F0014" w14:textId="3BCF8DBC" w:rsidR="002016F4" w:rsidRPr="00DF297C" w:rsidRDefault="00982B1B" w:rsidP="00AD7D5D">
            <w:pPr>
              <w:jc w:val="center"/>
              <w:rPr>
                <w:sz w:val="20"/>
              </w:rPr>
            </w:pPr>
            <w:r w:rsidRPr="00DF297C">
              <w:rPr>
                <w:sz w:val="20"/>
              </w:rPr>
              <w:t>0.9414</w:t>
            </w:r>
          </w:p>
        </w:tc>
        <w:tc>
          <w:tcPr>
            <w:tcW w:w="1536" w:type="pct"/>
            <w:tcBorders>
              <w:top w:val="nil"/>
            </w:tcBorders>
          </w:tcPr>
          <w:p w14:paraId="56C2CEFD" w14:textId="46B42D62" w:rsidR="002016F4" w:rsidRPr="00DF297C" w:rsidRDefault="004B07ED" w:rsidP="00AD7D5D">
            <w:pPr>
              <w:jc w:val="center"/>
              <w:rPr>
                <w:sz w:val="20"/>
              </w:rPr>
            </w:pPr>
            <w:r w:rsidRPr="00DF297C">
              <w:rPr>
                <w:sz w:val="20"/>
              </w:rPr>
              <w:t>11888</w:t>
            </w:r>
          </w:p>
        </w:tc>
      </w:tr>
      <w:tr w:rsidR="002016F4" w:rsidRPr="00DF297C" w14:paraId="5C55D707" w14:textId="77777777" w:rsidTr="002016F4">
        <w:trPr>
          <w:cantSplit/>
          <w:trHeight w:val="107"/>
          <w:jc w:val="center"/>
        </w:trPr>
        <w:tc>
          <w:tcPr>
            <w:tcW w:w="901" w:type="pct"/>
          </w:tcPr>
          <w:p w14:paraId="2A1D1AD6" w14:textId="0ED5D6DD" w:rsidR="002016F4" w:rsidRPr="00DF297C" w:rsidRDefault="00982B1B" w:rsidP="00AD7D5D">
            <w:pPr>
              <w:pStyle w:val="Paragraph"/>
              <w:jc w:val="center"/>
            </w:pPr>
            <w:r w:rsidRPr="00DF297C">
              <w:t>Macro Avg</w:t>
            </w:r>
          </w:p>
        </w:tc>
        <w:tc>
          <w:tcPr>
            <w:tcW w:w="833" w:type="pct"/>
          </w:tcPr>
          <w:p w14:paraId="7913EA0A" w14:textId="7AA6D49E" w:rsidR="002016F4" w:rsidRPr="00DF297C" w:rsidRDefault="00982B1B" w:rsidP="00AD7D5D">
            <w:pPr>
              <w:jc w:val="center"/>
              <w:rPr>
                <w:sz w:val="20"/>
              </w:rPr>
            </w:pPr>
            <w:r w:rsidRPr="00DF297C">
              <w:rPr>
                <w:sz w:val="20"/>
              </w:rPr>
              <w:t>0.9425</w:t>
            </w:r>
          </w:p>
        </w:tc>
        <w:tc>
          <w:tcPr>
            <w:tcW w:w="833" w:type="pct"/>
          </w:tcPr>
          <w:p w14:paraId="399B45C1" w14:textId="38203B41" w:rsidR="002016F4" w:rsidRPr="00DF297C" w:rsidRDefault="00982B1B" w:rsidP="00AD7D5D">
            <w:pPr>
              <w:jc w:val="center"/>
              <w:rPr>
                <w:sz w:val="20"/>
              </w:rPr>
            </w:pPr>
            <w:r w:rsidRPr="00DF297C">
              <w:rPr>
                <w:sz w:val="20"/>
              </w:rPr>
              <w:t>0.9422</w:t>
            </w:r>
          </w:p>
        </w:tc>
        <w:tc>
          <w:tcPr>
            <w:tcW w:w="898" w:type="pct"/>
          </w:tcPr>
          <w:p w14:paraId="14CFD7EE" w14:textId="4D12119F" w:rsidR="002016F4" w:rsidRPr="00DF297C" w:rsidRDefault="004B07ED" w:rsidP="00AD7D5D">
            <w:pPr>
              <w:jc w:val="center"/>
              <w:rPr>
                <w:sz w:val="20"/>
              </w:rPr>
            </w:pPr>
            <w:r w:rsidRPr="00DF297C">
              <w:rPr>
                <w:sz w:val="20"/>
              </w:rPr>
              <w:t>0.9422</w:t>
            </w:r>
          </w:p>
        </w:tc>
        <w:tc>
          <w:tcPr>
            <w:tcW w:w="1536" w:type="pct"/>
          </w:tcPr>
          <w:p w14:paraId="049B7EA3" w14:textId="4ED56E65" w:rsidR="002016F4" w:rsidRPr="00DF297C" w:rsidRDefault="004B07ED" w:rsidP="00AD7D5D">
            <w:pPr>
              <w:jc w:val="center"/>
              <w:rPr>
                <w:sz w:val="20"/>
              </w:rPr>
            </w:pPr>
            <w:r w:rsidRPr="00DF297C">
              <w:rPr>
                <w:sz w:val="20"/>
              </w:rPr>
              <w:t>23775</w:t>
            </w:r>
          </w:p>
        </w:tc>
      </w:tr>
      <w:tr w:rsidR="002016F4" w:rsidRPr="00DF297C" w14:paraId="101DE393" w14:textId="77777777" w:rsidTr="002016F4">
        <w:trPr>
          <w:cantSplit/>
          <w:trHeight w:val="107"/>
          <w:jc w:val="center"/>
        </w:trPr>
        <w:tc>
          <w:tcPr>
            <w:tcW w:w="901" w:type="pct"/>
          </w:tcPr>
          <w:p w14:paraId="64272100" w14:textId="03F14A24" w:rsidR="002016F4" w:rsidRPr="00DF297C" w:rsidRDefault="00982B1B" w:rsidP="00AD7D5D">
            <w:pPr>
              <w:pStyle w:val="Paragraph"/>
              <w:jc w:val="center"/>
            </w:pPr>
            <w:r w:rsidRPr="00DF297C">
              <w:t>Weighted Avg</w:t>
            </w:r>
          </w:p>
        </w:tc>
        <w:tc>
          <w:tcPr>
            <w:tcW w:w="833" w:type="pct"/>
          </w:tcPr>
          <w:p w14:paraId="717EB72D" w14:textId="2AD5E38A" w:rsidR="002016F4" w:rsidRPr="00DF297C" w:rsidRDefault="00982B1B" w:rsidP="00AD7D5D">
            <w:pPr>
              <w:jc w:val="center"/>
              <w:rPr>
                <w:sz w:val="20"/>
              </w:rPr>
            </w:pPr>
            <w:r w:rsidRPr="00DF297C">
              <w:rPr>
                <w:sz w:val="20"/>
              </w:rPr>
              <w:t>0.9425</w:t>
            </w:r>
          </w:p>
        </w:tc>
        <w:tc>
          <w:tcPr>
            <w:tcW w:w="833" w:type="pct"/>
          </w:tcPr>
          <w:p w14:paraId="4C29E7B3" w14:textId="61C20C9B" w:rsidR="002016F4" w:rsidRPr="00DF297C" w:rsidRDefault="00982B1B" w:rsidP="00AD7D5D">
            <w:pPr>
              <w:jc w:val="center"/>
              <w:rPr>
                <w:sz w:val="20"/>
              </w:rPr>
            </w:pPr>
            <w:r w:rsidRPr="00DF297C">
              <w:rPr>
                <w:sz w:val="20"/>
              </w:rPr>
              <w:t>0.9422</w:t>
            </w:r>
          </w:p>
        </w:tc>
        <w:tc>
          <w:tcPr>
            <w:tcW w:w="898" w:type="pct"/>
          </w:tcPr>
          <w:p w14:paraId="7EAA8AAD" w14:textId="768E83DD" w:rsidR="002016F4" w:rsidRPr="00DF297C" w:rsidRDefault="004B07ED" w:rsidP="00AD7D5D">
            <w:pPr>
              <w:jc w:val="center"/>
              <w:rPr>
                <w:sz w:val="20"/>
              </w:rPr>
            </w:pPr>
            <w:r w:rsidRPr="00DF297C">
              <w:rPr>
                <w:sz w:val="20"/>
              </w:rPr>
              <w:t>0.9422</w:t>
            </w:r>
          </w:p>
        </w:tc>
        <w:tc>
          <w:tcPr>
            <w:tcW w:w="1536" w:type="pct"/>
          </w:tcPr>
          <w:p w14:paraId="6F970814" w14:textId="2717F30C" w:rsidR="002016F4" w:rsidRPr="00DF297C" w:rsidRDefault="004B07ED" w:rsidP="00AD7D5D">
            <w:pPr>
              <w:jc w:val="center"/>
              <w:rPr>
                <w:sz w:val="20"/>
              </w:rPr>
            </w:pPr>
            <w:r w:rsidRPr="00DF297C">
              <w:rPr>
                <w:sz w:val="20"/>
              </w:rPr>
              <w:t>23775</w:t>
            </w:r>
          </w:p>
        </w:tc>
      </w:tr>
    </w:tbl>
    <w:p w14:paraId="09A05B37" w14:textId="77777777" w:rsidR="004B07ED" w:rsidRPr="00DF297C" w:rsidRDefault="004B07ED" w:rsidP="002016F4">
      <w:pPr>
        <w:pStyle w:val="Paragraph"/>
        <w:ind w:firstLine="0"/>
      </w:pPr>
    </w:p>
    <w:tbl>
      <w:tblPr>
        <w:tblW w:w="5000" w:type="pct"/>
        <w:jc w:val="center"/>
        <w:tblBorders>
          <w:bottom w:val="single" w:sz="4" w:space="0" w:color="auto"/>
        </w:tblBorders>
        <w:tblLook w:val="0000" w:firstRow="0" w:lastRow="0" w:firstColumn="0" w:lastColumn="0" w:noHBand="0" w:noVBand="0"/>
      </w:tblPr>
      <w:tblGrid>
        <w:gridCol w:w="1844"/>
        <w:gridCol w:w="1402"/>
        <w:gridCol w:w="1559"/>
        <w:gridCol w:w="1681"/>
        <w:gridCol w:w="2874"/>
      </w:tblGrid>
      <w:tr w:rsidR="004B07ED" w:rsidRPr="00DF297C" w14:paraId="12864720" w14:textId="77777777" w:rsidTr="00AD7D5D">
        <w:trPr>
          <w:cantSplit/>
          <w:trHeight w:val="333"/>
          <w:jc w:val="center"/>
        </w:trPr>
        <w:tc>
          <w:tcPr>
            <w:tcW w:w="5000" w:type="pct"/>
            <w:gridSpan w:val="5"/>
            <w:tcBorders>
              <w:bottom w:val="nil"/>
            </w:tcBorders>
          </w:tcPr>
          <w:p w14:paraId="146F7272" w14:textId="0383FC0D" w:rsidR="004B07ED" w:rsidRPr="00DF297C" w:rsidRDefault="004B07ED" w:rsidP="00AD7D5D">
            <w:pPr>
              <w:pStyle w:val="TableCaption"/>
              <w:rPr>
                <w:bCs/>
              </w:rPr>
            </w:pPr>
            <w:r w:rsidRPr="00DF297C">
              <w:rPr>
                <w:b/>
              </w:rPr>
              <w:t>TABLE 2.</w:t>
            </w:r>
            <w:r w:rsidRPr="00DF297C">
              <w:rPr>
                <w:bCs/>
              </w:rPr>
              <w:t xml:space="preserve"> Performance </w:t>
            </w:r>
            <w:r w:rsidR="00D060EE" w:rsidRPr="00DF297C">
              <w:rPr>
                <w:bCs/>
              </w:rPr>
              <w:t xml:space="preserve">metrics of each class </w:t>
            </w:r>
            <w:r w:rsidRPr="00DF297C">
              <w:rPr>
                <w:bCs/>
              </w:rPr>
              <w:t xml:space="preserve">for Valence Classification in </w:t>
            </w:r>
            <w:r w:rsidR="00D060EE" w:rsidRPr="00DF297C">
              <w:rPr>
                <w:bCs/>
              </w:rPr>
              <w:t>emotional recognition</w:t>
            </w:r>
          </w:p>
        </w:tc>
      </w:tr>
      <w:tr w:rsidR="004B07ED" w:rsidRPr="00DF297C" w14:paraId="749DEA36" w14:textId="77777777" w:rsidTr="004B07ED">
        <w:trPr>
          <w:cantSplit/>
          <w:trHeight w:val="272"/>
          <w:jc w:val="center"/>
        </w:trPr>
        <w:tc>
          <w:tcPr>
            <w:tcW w:w="985" w:type="pct"/>
            <w:tcBorders>
              <w:top w:val="single" w:sz="4" w:space="0" w:color="auto"/>
              <w:bottom w:val="single" w:sz="4" w:space="0" w:color="auto"/>
            </w:tcBorders>
            <w:vAlign w:val="center"/>
          </w:tcPr>
          <w:p w14:paraId="44634395" w14:textId="77777777" w:rsidR="004B07ED" w:rsidRPr="00DF297C" w:rsidRDefault="004B07ED" w:rsidP="00AD7D5D">
            <w:pPr>
              <w:jc w:val="center"/>
            </w:pPr>
          </w:p>
        </w:tc>
        <w:tc>
          <w:tcPr>
            <w:tcW w:w="749" w:type="pct"/>
            <w:tcBorders>
              <w:top w:val="single" w:sz="4" w:space="0" w:color="auto"/>
              <w:bottom w:val="single" w:sz="4" w:space="0" w:color="auto"/>
            </w:tcBorders>
          </w:tcPr>
          <w:p w14:paraId="2F24845F" w14:textId="77777777" w:rsidR="004B07ED" w:rsidRPr="00DF297C" w:rsidRDefault="004B07ED" w:rsidP="00AD7D5D">
            <w:pPr>
              <w:jc w:val="center"/>
              <w:rPr>
                <w:b/>
                <w:sz w:val="18"/>
                <w:szCs w:val="18"/>
              </w:rPr>
            </w:pPr>
            <w:r w:rsidRPr="00DF297C">
              <w:rPr>
                <w:b/>
                <w:sz w:val="18"/>
                <w:szCs w:val="18"/>
              </w:rPr>
              <w:t>Precision</w:t>
            </w:r>
          </w:p>
        </w:tc>
        <w:tc>
          <w:tcPr>
            <w:tcW w:w="833" w:type="pct"/>
            <w:tcBorders>
              <w:top w:val="single" w:sz="4" w:space="0" w:color="auto"/>
              <w:bottom w:val="single" w:sz="4" w:space="0" w:color="auto"/>
            </w:tcBorders>
            <w:vAlign w:val="center"/>
          </w:tcPr>
          <w:p w14:paraId="26F6F0CD" w14:textId="77777777" w:rsidR="004B07ED" w:rsidRPr="00DF297C" w:rsidRDefault="004B07ED" w:rsidP="00AD7D5D">
            <w:pPr>
              <w:jc w:val="center"/>
              <w:rPr>
                <w:b/>
                <w:sz w:val="18"/>
                <w:szCs w:val="18"/>
              </w:rPr>
            </w:pPr>
            <w:r w:rsidRPr="00DF297C">
              <w:rPr>
                <w:b/>
                <w:sz w:val="18"/>
                <w:szCs w:val="18"/>
              </w:rPr>
              <w:t>Recall</w:t>
            </w:r>
          </w:p>
        </w:tc>
        <w:tc>
          <w:tcPr>
            <w:tcW w:w="898" w:type="pct"/>
            <w:tcBorders>
              <w:top w:val="single" w:sz="4" w:space="0" w:color="auto"/>
              <w:bottom w:val="single" w:sz="4" w:space="0" w:color="auto"/>
            </w:tcBorders>
          </w:tcPr>
          <w:p w14:paraId="6A80BC77" w14:textId="77777777" w:rsidR="004B07ED" w:rsidRPr="00DF297C" w:rsidRDefault="004B07ED" w:rsidP="00AD7D5D">
            <w:pPr>
              <w:jc w:val="center"/>
              <w:rPr>
                <w:b/>
                <w:sz w:val="18"/>
                <w:szCs w:val="18"/>
              </w:rPr>
            </w:pPr>
            <w:r w:rsidRPr="00DF297C">
              <w:rPr>
                <w:b/>
                <w:sz w:val="18"/>
                <w:szCs w:val="18"/>
              </w:rPr>
              <w:t>F1-Score</w:t>
            </w:r>
          </w:p>
        </w:tc>
        <w:tc>
          <w:tcPr>
            <w:tcW w:w="1535" w:type="pct"/>
            <w:tcBorders>
              <w:top w:val="single" w:sz="4" w:space="0" w:color="auto"/>
              <w:bottom w:val="single" w:sz="4" w:space="0" w:color="auto"/>
            </w:tcBorders>
            <w:vAlign w:val="center"/>
          </w:tcPr>
          <w:p w14:paraId="67CB12D2" w14:textId="77777777" w:rsidR="004B07ED" w:rsidRPr="00DF297C" w:rsidRDefault="004B07ED" w:rsidP="00AD7D5D">
            <w:pPr>
              <w:jc w:val="center"/>
              <w:rPr>
                <w:b/>
                <w:sz w:val="18"/>
                <w:szCs w:val="18"/>
              </w:rPr>
            </w:pPr>
            <w:r w:rsidRPr="00DF297C">
              <w:rPr>
                <w:b/>
                <w:sz w:val="18"/>
                <w:szCs w:val="18"/>
              </w:rPr>
              <w:t>Support</w:t>
            </w:r>
          </w:p>
        </w:tc>
      </w:tr>
      <w:tr w:rsidR="004B07ED" w:rsidRPr="00DF297C" w14:paraId="6BBC233E" w14:textId="77777777" w:rsidTr="004B07ED">
        <w:trPr>
          <w:cantSplit/>
          <w:jc w:val="center"/>
        </w:trPr>
        <w:tc>
          <w:tcPr>
            <w:tcW w:w="985" w:type="pct"/>
            <w:tcBorders>
              <w:top w:val="nil"/>
            </w:tcBorders>
          </w:tcPr>
          <w:p w14:paraId="692F1758" w14:textId="7CC22B8E" w:rsidR="004B07ED" w:rsidRPr="00DF297C" w:rsidRDefault="004B07ED" w:rsidP="00AD7D5D">
            <w:pPr>
              <w:pStyle w:val="Paragraph"/>
              <w:jc w:val="center"/>
            </w:pPr>
            <w:r w:rsidRPr="00DF297C">
              <w:t>Class</w:t>
            </w:r>
            <w:r w:rsidR="00840144" w:rsidRPr="00DF297C">
              <w:t xml:space="preserve"> Negative</w:t>
            </w:r>
          </w:p>
        </w:tc>
        <w:tc>
          <w:tcPr>
            <w:tcW w:w="749" w:type="pct"/>
            <w:tcBorders>
              <w:top w:val="nil"/>
            </w:tcBorders>
          </w:tcPr>
          <w:p w14:paraId="4E9F8361" w14:textId="5DE99996" w:rsidR="004B07ED" w:rsidRPr="00DF297C" w:rsidRDefault="004B07ED" w:rsidP="00AD7D5D">
            <w:pPr>
              <w:jc w:val="center"/>
              <w:rPr>
                <w:sz w:val="20"/>
              </w:rPr>
            </w:pPr>
            <w:r w:rsidRPr="00DF297C">
              <w:rPr>
                <w:sz w:val="20"/>
              </w:rPr>
              <w:t>0.8912</w:t>
            </w:r>
          </w:p>
        </w:tc>
        <w:tc>
          <w:tcPr>
            <w:tcW w:w="833" w:type="pct"/>
            <w:tcBorders>
              <w:top w:val="nil"/>
            </w:tcBorders>
          </w:tcPr>
          <w:p w14:paraId="587FF61B" w14:textId="7C7C02EF" w:rsidR="004B07ED" w:rsidRPr="00DF297C" w:rsidRDefault="004B07ED" w:rsidP="00AD7D5D">
            <w:pPr>
              <w:jc w:val="center"/>
              <w:rPr>
                <w:sz w:val="20"/>
              </w:rPr>
            </w:pPr>
            <w:r w:rsidRPr="00DF297C">
              <w:rPr>
                <w:sz w:val="20"/>
              </w:rPr>
              <w:t>0.9217</w:t>
            </w:r>
          </w:p>
        </w:tc>
        <w:tc>
          <w:tcPr>
            <w:tcW w:w="898" w:type="pct"/>
            <w:tcBorders>
              <w:top w:val="nil"/>
            </w:tcBorders>
          </w:tcPr>
          <w:p w14:paraId="401149CB" w14:textId="06A51A13" w:rsidR="004B07ED" w:rsidRPr="00DF297C" w:rsidRDefault="004B07ED" w:rsidP="00AD7D5D">
            <w:pPr>
              <w:jc w:val="center"/>
              <w:rPr>
                <w:sz w:val="20"/>
              </w:rPr>
            </w:pPr>
            <w:r w:rsidRPr="00DF297C">
              <w:rPr>
                <w:sz w:val="20"/>
              </w:rPr>
              <w:t>0.9062</w:t>
            </w:r>
          </w:p>
        </w:tc>
        <w:tc>
          <w:tcPr>
            <w:tcW w:w="1535" w:type="pct"/>
            <w:tcBorders>
              <w:top w:val="nil"/>
            </w:tcBorders>
          </w:tcPr>
          <w:p w14:paraId="7248BE5E" w14:textId="431E597B" w:rsidR="004B07ED" w:rsidRPr="00DF297C" w:rsidRDefault="004B07ED" w:rsidP="00AD7D5D">
            <w:pPr>
              <w:jc w:val="center"/>
              <w:rPr>
                <w:sz w:val="20"/>
              </w:rPr>
            </w:pPr>
            <w:r w:rsidRPr="00DF297C">
              <w:rPr>
                <w:sz w:val="20"/>
              </w:rPr>
              <w:t>11888</w:t>
            </w:r>
          </w:p>
        </w:tc>
      </w:tr>
      <w:tr w:rsidR="004B07ED" w:rsidRPr="00DF297C" w14:paraId="05791586" w14:textId="77777777" w:rsidTr="004B07ED">
        <w:trPr>
          <w:cantSplit/>
          <w:jc w:val="center"/>
        </w:trPr>
        <w:tc>
          <w:tcPr>
            <w:tcW w:w="985" w:type="pct"/>
            <w:tcBorders>
              <w:top w:val="nil"/>
            </w:tcBorders>
          </w:tcPr>
          <w:p w14:paraId="2BA0EE8C" w14:textId="00EF94A4" w:rsidR="004B07ED" w:rsidRPr="00DF297C" w:rsidRDefault="004B07ED" w:rsidP="00AD7D5D">
            <w:pPr>
              <w:pStyle w:val="Paragraph"/>
              <w:jc w:val="center"/>
              <w:rPr>
                <w:color w:val="000000"/>
                <w:vertAlign w:val="superscript"/>
              </w:rPr>
            </w:pPr>
            <w:r w:rsidRPr="00DF297C">
              <w:t>Class</w:t>
            </w:r>
            <w:r w:rsidR="00840144" w:rsidRPr="00DF297C">
              <w:t xml:space="preserve"> Positive</w:t>
            </w:r>
          </w:p>
        </w:tc>
        <w:tc>
          <w:tcPr>
            <w:tcW w:w="749" w:type="pct"/>
            <w:tcBorders>
              <w:top w:val="nil"/>
            </w:tcBorders>
          </w:tcPr>
          <w:p w14:paraId="57EC2F6C" w14:textId="3C4BD6D6" w:rsidR="004B07ED" w:rsidRPr="00DF297C" w:rsidRDefault="004B07ED" w:rsidP="00AD7D5D">
            <w:pPr>
              <w:jc w:val="center"/>
              <w:rPr>
                <w:sz w:val="20"/>
              </w:rPr>
            </w:pPr>
            <w:r w:rsidRPr="00DF297C">
              <w:rPr>
                <w:sz w:val="20"/>
              </w:rPr>
              <w:t>0.9189</w:t>
            </w:r>
          </w:p>
        </w:tc>
        <w:tc>
          <w:tcPr>
            <w:tcW w:w="833" w:type="pct"/>
            <w:tcBorders>
              <w:top w:val="nil"/>
            </w:tcBorders>
          </w:tcPr>
          <w:p w14:paraId="1AE435C7" w14:textId="44015542" w:rsidR="004B07ED" w:rsidRPr="00DF297C" w:rsidRDefault="004B07ED" w:rsidP="00AD7D5D">
            <w:pPr>
              <w:jc w:val="center"/>
              <w:rPr>
                <w:sz w:val="20"/>
              </w:rPr>
            </w:pPr>
            <w:r w:rsidRPr="00DF297C">
              <w:rPr>
                <w:sz w:val="20"/>
              </w:rPr>
              <w:t>0.8875</w:t>
            </w:r>
          </w:p>
        </w:tc>
        <w:tc>
          <w:tcPr>
            <w:tcW w:w="898" w:type="pct"/>
            <w:tcBorders>
              <w:top w:val="nil"/>
            </w:tcBorders>
          </w:tcPr>
          <w:p w14:paraId="3FEFCA37" w14:textId="39E5CD4A" w:rsidR="004B07ED" w:rsidRPr="00DF297C" w:rsidRDefault="004B07ED" w:rsidP="00AD7D5D">
            <w:pPr>
              <w:jc w:val="center"/>
              <w:rPr>
                <w:sz w:val="20"/>
              </w:rPr>
            </w:pPr>
            <w:r w:rsidRPr="00DF297C">
              <w:rPr>
                <w:sz w:val="20"/>
              </w:rPr>
              <w:t>0.9029</w:t>
            </w:r>
          </w:p>
        </w:tc>
        <w:tc>
          <w:tcPr>
            <w:tcW w:w="1535" w:type="pct"/>
            <w:tcBorders>
              <w:top w:val="nil"/>
            </w:tcBorders>
          </w:tcPr>
          <w:p w14:paraId="6D2D7F49" w14:textId="7E5BA217" w:rsidR="004B07ED" w:rsidRPr="00DF297C" w:rsidRDefault="004B07ED" w:rsidP="00AD7D5D">
            <w:pPr>
              <w:jc w:val="center"/>
              <w:rPr>
                <w:sz w:val="20"/>
              </w:rPr>
            </w:pPr>
            <w:r w:rsidRPr="00DF297C">
              <w:rPr>
                <w:sz w:val="20"/>
              </w:rPr>
              <w:t>11887</w:t>
            </w:r>
          </w:p>
        </w:tc>
      </w:tr>
      <w:tr w:rsidR="004B07ED" w:rsidRPr="00DF297C" w14:paraId="12218BEE" w14:textId="77777777" w:rsidTr="004B07ED">
        <w:trPr>
          <w:cantSplit/>
          <w:trHeight w:val="107"/>
          <w:jc w:val="center"/>
        </w:trPr>
        <w:tc>
          <w:tcPr>
            <w:tcW w:w="985" w:type="pct"/>
          </w:tcPr>
          <w:p w14:paraId="113B6EDA" w14:textId="77777777" w:rsidR="004B07ED" w:rsidRPr="00DF297C" w:rsidRDefault="004B07ED" w:rsidP="00AD7D5D">
            <w:pPr>
              <w:pStyle w:val="Paragraph"/>
              <w:jc w:val="center"/>
            </w:pPr>
            <w:r w:rsidRPr="00DF297C">
              <w:t>Macro Avg</w:t>
            </w:r>
          </w:p>
        </w:tc>
        <w:tc>
          <w:tcPr>
            <w:tcW w:w="749" w:type="pct"/>
          </w:tcPr>
          <w:p w14:paraId="30186B60" w14:textId="6266A0D1" w:rsidR="004B07ED" w:rsidRPr="00DF297C" w:rsidRDefault="004B07ED" w:rsidP="00AD7D5D">
            <w:pPr>
              <w:jc w:val="center"/>
              <w:rPr>
                <w:sz w:val="20"/>
              </w:rPr>
            </w:pPr>
            <w:r w:rsidRPr="00DF297C">
              <w:rPr>
                <w:sz w:val="20"/>
              </w:rPr>
              <w:t>0.9051</w:t>
            </w:r>
          </w:p>
        </w:tc>
        <w:tc>
          <w:tcPr>
            <w:tcW w:w="833" w:type="pct"/>
          </w:tcPr>
          <w:p w14:paraId="33DC14F9" w14:textId="45A76069" w:rsidR="004B07ED" w:rsidRPr="00DF297C" w:rsidRDefault="004B07ED" w:rsidP="00AD7D5D">
            <w:pPr>
              <w:jc w:val="center"/>
              <w:rPr>
                <w:sz w:val="20"/>
              </w:rPr>
            </w:pPr>
            <w:r w:rsidRPr="00DF297C">
              <w:rPr>
                <w:sz w:val="20"/>
              </w:rPr>
              <w:t>0.9046</w:t>
            </w:r>
          </w:p>
        </w:tc>
        <w:tc>
          <w:tcPr>
            <w:tcW w:w="898" w:type="pct"/>
          </w:tcPr>
          <w:p w14:paraId="1D1D58CB" w14:textId="22D9D763" w:rsidR="004B07ED" w:rsidRPr="00DF297C" w:rsidRDefault="004B07ED" w:rsidP="00AD7D5D">
            <w:pPr>
              <w:jc w:val="center"/>
              <w:rPr>
                <w:sz w:val="20"/>
              </w:rPr>
            </w:pPr>
            <w:r w:rsidRPr="00DF297C">
              <w:rPr>
                <w:sz w:val="20"/>
              </w:rPr>
              <w:t>0.9046</w:t>
            </w:r>
          </w:p>
        </w:tc>
        <w:tc>
          <w:tcPr>
            <w:tcW w:w="1535" w:type="pct"/>
          </w:tcPr>
          <w:p w14:paraId="09E43067" w14:textId="77777777" w:rsidR="004B07ED" w:rsidRPr="00DF297C" w:rsidRDefault="004B07ED" w:rsidP="00AD7D5D">
            <w:pPr>
              <w:jc w:val="center"/>
              <w:rPr>
                <w:sz w:val="20"/>
              </w:rPr>
            </w:pPr>
            <w:r w:rsidRPr="00DF297C">
              <w:rPr>
                <w:sz w:val="20"/>
              </w:rPr>
              <w:t>23775</w:t>
            </w:r>
          </w:p>
        </w:tc>
      </w:tr>
      <w:tr w:rsidR="004B07ED" w:rsidRPr="00DF297C" w14:paraId="4EE3A23E" w14:textId="77777777" w:rsidTr="004B07ED">
        <w:trPr>
          <w:cantSplit/>
          <w:trHeight w:val="107"/>
          <w:jc w:val="center"/>
        </w:trPr>
        <w:tc>
          <w:tcPr>
            <w:tcW w:w="985" w:type="pct"/>
          </w:tcPr>
          <w:p w14:paraId="2C01D8E4" w14:textId="77777777" w:rsidR="004B07ED" w:rsidRPr="00DF297C" w:rsidRDefault="004B07ED" w:rsidP="00AD7D5D">
            <w:pPr>
              <w:pStyle w:val="Paragraph"/>
              <w:jc w:val="center"/>
            </w:pPr>
            <w:r w:rsidRPr="00DF297C">
              <w:t>Weighted Avg</w:t>
            </w:r>
          </w:p>
        </w:tc>
        <w:tc>
          <w:tcPr>
            <w:tcW w:w="749" w:type="pct"/>
          </w:tcPr>
          <w:p w14:paraId="5DEA7BD7" w14:textId="19C532EE" w:rsidR="004B07ED" w:rsidRPr="00DF297C" w:rsidRDefault="004B07ED" w:rsidP="00AD7D5D">
            <w:pPr>
              <w:jc w:val="center"/>
              <w:rPr>
                <w:sz w:val="20"/>
              </w:rPr>
            </w:pPr>
            <w:r w:rsidRPr="00DF297C">
              <w:rPr>
                <w:sz w:val="20"/>
              </w:rPr>
              <w:t>0.9051</w:t>
            </w:r>
          </w:p>
        </w:tc>
        <w:tc>
          <w:tcPr>
            <w:tcW w:w="833" w:type="pct"/>
          </w:tcPr>
          <w:p w14:paraId="079DDF38" w14:textId="0E7EBDBA" w:rsidR="004B07ED" w:rsidRPr="00DF297C" w:rsidRDefault="004B07ED" w:rsidP="00AD7D5D">
            <w:pPr>
              <w:jc w:val="center"/>
              <w:rPr>
                <w:sz w:val="20"/>
              </w:rPr>
            </w:pPr>
            <w:r w:rsidRPr="00DF297C">
              <w:rPr>
                <w:sz w:val="20"/>
              </w:rPr>
              <w:t>0.9046</w:t>
            </w:r>
          </w:p>
        </w:tc>
        <w:tc>
          <w:tcPr>
            <w:tcW w:w="898" w:type="pct"/>
          </w:tcPr>
          <w:p w14:paraId="4E892156" w14:textId="10CF4BA7" w:rsidR="004B07ED" w:rsidRPr="00DF297C" w:rsidRDefault="004B07ED" w:rsidP="00AD7D5D">
            <w:pPr>
              <w:jc w:val="center"/>
              <w:rPr>
                <w:sz w:val="20"/>
              </w:rPr>
            </w:pPr>
            <w:r w:rsidRPr="00DF297C">
              <w:rPr>
                <w:sz w:val="20"/>
              </w:rPr>
              <w:t>0.9046</w:t>
            </w:r>
          </w:p>
        </w:tc>
        <w:tc>
          <w:tcPr>
            <w:tcW w:w="1535" w:type="pct"/>
          </w:tcPr>
          <w:p w14:paraId="7DD0D0B5" w14:textId="77777777" w:rsidR="004B07ED" w:rsidRPr="00DF297C" w:rsidRDefault="004B07ED" w:rsidP="00AD7D5D">
            <w:pPr>
              <w:jc w:val="center"/>
              <w:rPr>
                <w:sz w:val="20"/>
              </w:rPr>
            </w:pPr>
            <w:r w:rsidRPr="00DF297C">
              <w:rPr>
                <w:sz w:val="20"/>
              </w:rPr>
              <w:t>23775</w:t>
            </w:r>
          </w:p>
        </w:tc>
      </w:tr>
    </w:tbl>
    <w:p w14:paraId="658AAF2E" w14:textId="77777777" w:rsidR="004B07ED" w:rsidRPr="00DF297C" w:rsidRDefault="004B07ED" w:rsidP="002016F4">
      <w:pPr>
        <w:pStyle w:val="Paragraph"/>
        <w:ind w:firstLine="0"/>
      </w:pPr>
    </w:p>
    <w:tbl>
      <w:tblPr>
        <w:tblW w:w="5000" w:type="pct"/>
        <w:jc w:val="center"/>
        <w:tblBorders>
          <w:bottom w:val="single" w:sz="4" w:space="0" w:color="auto"/>
        </w:tblBorders>
        <w:tblLook w:val="0000" w:firstRow="0" w:lastRow="0" w:firstColumn="0" w:lastColumn="0" w:noHBand="0" w:noVBand="0"/>
      </w:tblPr>
      <w:tblGrid>
        <w:gridCol w:w="5670"/>
        <w:gridCol w:w="966"/>
        <w:gridCol w:w="766"/>
        <w:gridCol w:w="908"/>
        <w:gridCol w:w="1050"/>
      </w:tblGrid>
      <w:tr w:rsidR="000371CF" w:rsidRPr="00DF297C" w14:paraId="7905BCBC" w14:textId="77777777" w:rsidTr="00AD7D5D">
        <w:trPr>
          <w:cantSplit/>
          <w:trHeight w:val="333"/>
          <w:jc w:val="center"/>
        </w:trPr>
        <w:tc>
          <w:tcPr>
            <w:tcW w:w="5000" w:type="pct"/>
            <w:gridSpan w:val="5"/>
            <w:tcBorders>
              <w:bottom w:val="nil"/>
            </w:tcBorders>
          </w:tcPr>
          <w:p w14:paraId="397C84F7" w14:textId="7057D3FC" w:rsidR="000371CF" w:rsidRPr="00DF297C" w:rsidRDefault="000371CF" w:rsidP="00AD7D5D">
            <w:pPr>
              <w:pStyle w:val="TableCaption"/>
              <w:rPr>
                <w:bCs/>
              </w:rPr>
            </w:pPr>
            <w:r w:rsidRPr="00DF297C">
              <w:rPr>
                <w:b/>
              </w:rPr>
              <w:t>TABLE 3.</w:t>
            </w:r>
            <w:r w:rsidRPr="00DF297C">
              <w:rPr>
                <w:bCs/>
              </w:rPr>
              <w:t xml:space="preserve"> Performance </w:t>
            </w:r>
            <w:r w:rsidR="00D060EE" w:rsidRPr="00DF297C">
              <w:rPr>
                <w:bCs/>
              </w:rPr>
              <w:t xml:space="preserve">metrics of each class </w:t>
            </w:r>
            <w:r w:rsidRPr="00DF297C">
              <w:rPr>
                <w:bCs/>
              </w:rPr>
              <w:t>in Cardiac Conditions Detection</w:t>
            </w:r>
          </w:p>
        </w:tc>
      </w:tr>
      <w:tr w:rsidR="000371CF" w:rsidRPr="00DF297C" w14:paraId="4B48C4C4" w14:textId="77777777" w:rsidTr="000371CF">
        <w:trPr>
          <w:cantSplit/>
          <w:trHeight w:val="272"/>
          <w:jc w:val="center"/>
        </w:trPr>
        <w:tc>
          <w:tcPr>
            <w:tcW w:w="3029" w:type="pct"/>
            <w:tcBorders>
              <w:top w:val="single" w:sz="4" w:space="0" w:color="auto"/>
              <w:bottom w:val="single" w:sz="4" w:space="0" w:color="auto"/>
            </w:tcBorders>
            <w:vAlign w:val="center"/>
          </w:tcPr>
          <w:p w14:paraId="6C2683A9" w14:textId="77777777" w:rsidR="000371CF" w:rsidRPr="00DF297C" w:rsidRDefault="000371CF" w:rsidP="00AD7D5D">
            <w:pPr>
              <w:jc w:val="center"/>
            </w:pPr>
          </w:p>
        </w:tc>
        <w:tc>
          <w:tcPr>
            <w:tcW w:w="516" w:type="pct"/>
            <w:tcBorders>
              <w:top w:val="single" w:sz="4" w:space="0" w:color="auto"/>
              <w:bottom w:val="single" w:sz="4" w:space="0" w:color="auto"/>
            </w:tcBorders>
          </w:tcPr>
          <w:p w14:paraId="1C95E4E8" w14:textId="77777777" w:rsidR="000371CF" w:rsidRPr="00DF297C" w:rsidRDefault="000371CF" w:rsidP="00AD7D5D">
            <w:pPr>
              <w:jc w:val="center"/>
              <w:rPr>
                <w:b/>
                <w:sz w:val="18"/>
                <w:szCs w:val="18"/>
              </w:rPr>
            </w:pPr>
            <w:r w:rsidRPr="00DF297C">
              <w:rPr>
                <w:b/>
                <w:sz w:val="18"/>
                <w:szCs w:val="18"/>
              </w:rPr>
              <w:t>Precision</w:t>
            </w:r>
          </w:p>
        </w:tc>
        <w:tc>
          <w:tcPr>
            <w:tcW w:w="409" w:type="pct"/>
            <w:tcBorders>
              <w:top w:val="single" w:sz="4" w:space="0" w:color="auto"/>
              <w:bottom w:val="single" w:sz="4" w:space="0" w:color="auto"/>
            </w:tcBorders>
            <w:vAlign w:val="center"/>
          </w:tcPr>
          <w:p w14:paraId="3D7B4B28" w14:textId="77777777" w:rsidR="000371CF" w:rsidRPr="00DF297C" w:rsidRDefault="000371CF" w:rsidP="00AD7D5D">
            <w:pPr>
              <w:jc w:val="center"/>
              <w:rPr>
                <w:b/>
                <w:sz w:val="18"/>
                <w:szCs w:val="18"/>
              </w:rPr>
            </w:pPr>
            <w:r w:rsidRPr="00DF297C">
              <w:rPr>
                <w:b/>
                <w:sz w:val="18"/>
                <w:szCs w:val="18"/>
              </w:rPr>
              <w:t>Recall</w:t>
            </w:r>
          </w:p>
        </w:tc>
        <w:tc>
          <w:tcPr>
            <w:tcW w:w="485" w:type="pct"/>
            <w:tcBorders>
              <w:top w:val="single" w:sz="4" w:space="0" w:color="auto"/>
              <w:bottom w:val="single" w:sz="4" w:space="0" w:color="auto"/>
            </w:tcBorders>
          </w:tcPr>
          <w:p w14:paraId="3DFF242F" w14:textId="77777777" w:rsidR="000371CF" w:rsidRPr="00DF297C" w:rsidRDefault="000371CF" w:rsidP="00AD7D5D">
            <w:pPr>
              <w:jc w:val="center"/>
              <w:rPr>
                <w:b/>
                <w:sz w:val="18"/>
                <w:szCs w:val="18"/>
              </w:rPr>
            </w:pPr>
            <w:r w:rsidRPr="00DF297C">
              <w:rPr>
                <w:b/>
                <w:sz w:val="18"/>
                <w:szCs w:val="18"/>
              </w:rPr>
              <w:t>F1-Score</w:t>
            </w:r>
          </w:p>
        </w:tc>
        <w:tc>
          <w:tcPr>
            <w:tcW w:w="561" w:type="pct"/>
            <w:tcBorders>
              <w:top w:val="single" w:sz="4" w:space="0" w:color="auto"/>
              <w:bottom w:val="single" w:sz="4" w:space="0" w:color="auto"/>
            </w:tcBorders>
            <w:vAlign w:val="center"/>
          </w:tcPr>
          <w:p w14:paraId="001BF313" w14:textId="77777777" w:rsidR="000371CF" w:rsidRPr="00DF297C" w:rsidRDefault="000371CF" w:rsidP="00AD7D5D">
            <w:pPr>
              <w:jc w:val="center"/>
              <w:rPr>
                <w:b/>
                <w:sz w:val="18"/>
                <w:szCs w:val="18"/>
              </w:rPr>
            </w:pPr>
            <w:r w:rsidRPr="00DF297C">
              <w:rPr>
                <w:b/>
                <w:sz w:val="18"/>
                <w:szCs w:val="18"/>
              </w:rPr>
              <w:t>Support</w:t>
            </w:r>
          </w:p>
        </w:tc>
      </w:tr>
      <w:tr w:rsidR="000371CF" w:rsidRPr="00DF297C" w14:paraId="06E6A573" w14:textId="77777777" w:rsidTr="000371CF">
        <w:trPr>
          <w:cantSplit/>
          <w:jc w:val="center"/>
        </w:trPr>
        <w:tc>
          <w:tcPr>
            <w:tcW w:w="3029" w:type="pct"/>
            <w:tcBorders>
              <w:top w:val="nil"/>
            </w:tcBorders>
          </w:tcPr>
          <w:p w14:paraId="41B17B21" w14:textId="07C1C40F" w:rsidR="000371CF" w:rsidRPr="00DF297C" w:rsidRDefault="000371CF" w:rsidP="00AD7D5D">
            <w:pPr>
              <w:pStyle w:val="Paragraph"/>
              <w:jc w:val="center"/>
            </w:pPr>
            <w:r w:rsidRPr="00DF297C">
              <w:t>Aberrated Atrial Premature Beat Class</w:t>
            </w:r>
          </w:p>
        </w:tc>
        <w:tc>
          <w:tcPr>
            <w:tcW w:w="516" w:type="pct"/>
            <w:tcBorders>
              <w:top w:val="nil"/>
            </w:tcBorders>
          </w:tcPr>
          <w:p w14:paraId="50CD86BD" w14:textId="2CB7EAC9" w:rsidR="000371CF" w:rsidRPr="00DF297C" w:rsidRDefault="00C5360C" w:rsidP="00AD7D5D">
            <w:pPr>
              <w:jc w:val="center"/>
              <w:rPr>
                <w:sz w:val="20"/>
              </w:rPr>
            </w:pPr>
            <w:r w:rsidRPr="00DF297C">
              <w:rPr>
                <w:sz w:val="20"/>
              </w:rPr>
              <w:t>0.9844</w:t>
            </w:r>
          </w:p>
        </w:tc>
        <w:tc>
          <w:tcPr>
            <w:tcW w:w="409" w:type="pct"/>
            <w:tcBorders>
              <w:top w:val="nil"/>
            </w:tcBorders>
          </w:tcPr>
          <w:p w14:paraId="77B6F41F" w14:textId="2C35C325" w:rsidR="000371CF" w:rsidRPr="00DF297C" w:rsidRDefault="00C5360C" w:rsidP="00AD7D5D">
            <w:pPr>
              <w:jc w:val="center"/>
              <w:rPr>
                <w:sz w:val="20"/>
              </w:rPr>
            </w:pPr>
            <w:r w:rsidRPr="00DF297C">
              <w:rPr>
                <w:sz w:val="20"/>
              </w:rPr>
              <w:t>1.0000</w:t>
            </w:r>
          </w:p>
        </w:tc>
        <w:tc>
          <w:tcPr>
            <w:tcW w:w="485" w:type="pct"/>
            <w:tcBorders>
              <w:top w:val="nil"/>
            </w:tcBorders>
          </w:tcPr>
          <w:p w14:paraId="40C045F1" w14:textId="7981C161" w:rsidR="000371CF" w:rsidRPr="00DF297C" w:rsidRDefault="00C5360C" w:rsidP="00AD7D5D">
            <w:pPr>
              <w:jc w:val="center"/>
              <w:rPr>
                <w:sz w:val="20"/>
              </w:rPr>
            </w:pPr>
            <w:r w:rsidRPr="00DF297C">
              <w:rPr>
                <w:sz w:val="20"/>
              </w:rPr>
              <w:t>0.9922</w:t>
            </w:r>
          </w:p>
        </w:tc>
        <w:tc>
          <w:tcPr>
            <w:tcW w:w="561" w:type="pct"/>
            <w:tcBorders>
              <w:top w:val="nil"/>
            </w:tcBorders>
          </w:tcPr>
          <w:p w14:paraId="2B4811FB" w14:textId="38CDB65E" w:rsidR="000371CF" w:rsidRPr="00DF297C" w:rsidRDefault="00C5360C" w:rsidP="00AD7D5D">
            <w:pPr>
              <w:jc w:val="center"/>
              <w:rPr>
                <w:sz w:val="20"/>
              </w:rPr>
            </w:pPr>
            <w:r w:rsidRPr="00DF297C">
              <w:rPr>
                <w:sz w:val="20"/>
              </w:rPr>
              <w:t>1833</w:t>
            </w:r>
          </w:p>
        </w:tc>
      </w:tr>
      <w:tr w:rsidR="000371CF" w:rsidRPr="00DF297C" w14:paraId="5F462FC4" w14:textId="77777777" w:rsidTr="000371CF">
        <w:trPr>
          <w:cantSplit/>
          <w:jc w:val="center"/>
        </w:trPr>
        <w:tc>
          <w:tcPr>
            <w:tcW w:w="3029" w:type="pct"/>
            <w:tcBorders>
              <w:top w:val="nil"/>
            </w:tcBorders>
          </w:tcPr>
          <w:p w14:paraId="5965E965" w14:textId="6E4B1420" w:rsidR="000371CF" w:rsidRPr="00DF297C" w:rsidRDefault="000371CF" w:rsidP="00AD7D5D">
            <w:pPr>
              <w:pStyle w:val="Paragraph"/>
              <w:jc w:val="center"/>
              <w:rPr>
                <w:color w:val="000000"/>
                <w:vertAlign w:val="superscript"/>
              </w:rPr>
            </w:pPr>
            <w:r w:rsidRPr="00DF297C">
              <w:t>Atrial Premature Beat Class</w:t>
            </w:r>
          </w:p>
        </w:tc>
        <w:tc>
          <w:tcPr>
            <w:tcW w:w="516" w:type="pct"/>
            <w:tcBorders>
              <w:top w:val="nil"/>
            </w:tcBorders>
          </w:tcPr>
          <w:p w14:paraId="35B79F82" w14:textId="1804BF5D" w:rsidR="000371CF" w:rsidRPr="00DF297C" w:rsidRDefault="00C5360C" w:rsidP="00AD7D5D">
            <w:pPr>
              <w:jc w:val="center"/>
              <w:rPr>
                <w:sz w:val="20"/>
              </w:rPr>
            </w:pPr>
            <w:r w:rsidRPr="00DF297C">
              <w:rPr>
                <w:sz w:val="20"/>
              </w:rPr>
              <w:t>0.9422</w:t>
            </w:r>
          </w:p>
        </w:tc>
        <w:tc>
          <w:tcPr>
            <w:tcW w:w="409" w:type="pct"/>
            <w:tcBorders>
              <w:top w:val="nil"/>
            </w:tcBorders>
          </w:tcPr>
          <w:p w14:paraId="606F1391" w14:textId="1B22DCC0" w:rsidR="000371CF" w:rsidRPr="00DF297C" w:rsidRDefault="00C5360C" w:rsidP="00AD7D5D">
            <w:pPr>
              <w:jc w:val="center"/>
              <w:rPr>
                <w:sz w:val="20"/>
              </w:rPr>
            </w:pPr>
            <w:r w:rsidRPr="00DF297C">
              <w:rPr>
                <w:sz w:val="20"/>
              </w:rPr>
              <w:t>0.9253</w:t>
            </w:r>
          </w:p>
        </w:tc>
        <w:tc>
          <w:tcPr>
            <w:tcW w:w="485" w:type="pct"/>
            <w:tcBorders>
              <w:top w:val="nil"/>
            </w:tcBorders>
          </w:tcPr>
          <w:p w14:paraId="204E9D9C" w14:textId="0110379D" w:rsidR="000371CF" w:rsidRPr="00DF297C" w:rsidRDefault="00C5360C" w:rsidP="00AD7D5D">
            <w:pPr>
              <w:jc w:val="center"/>
              <w:rPr>
                <w:sz w:val="20"/>
              </w:rPr>
            </w:pPr>
            <w:r w:rsidRPr="00DF297C">
              <w:rPr>
                <w:sz w:val="20"/>
              </w:rPr>
              <w:t>0.9337</w:t>
            </w:r>
          </w:p>
        </w:tc>
        <w:tc>
          <w:tcPr>
            <w:tcW w:w="561" w:type="pct"/>
            <w:tcBorders>
              <w:top w:val="nil"/>
            </w:tcBorders>
          </w:tcPr>
          <w:p w14:paraId="03012DC9" w14:textId="0DDC5FFC" w:rsidR="000371CF" w:rsidRPr="00DF297C" w:rsidRDefault="00C5360C" w:rsidP="00AD7D5D">
            <w:pPr>
              <w:jc w:val="center"/>
              <w:rPr>
                <w:sz w:val="20"/>
              </w:rPr>
            </w:pPr>
            <w:r w:rsidRPr="00DF297C">
              <w:rPr>
                <w:sz w:val="20"/>
              </w:rPr>
              <w:t>1833</w:t>
            </w:r>
          </w:p>
        </w:tc>
      </w:tr>
      <w:tr w:rsidR="000371CF" w:rsidRPr="00DF297C" w14:paraId="334FD5A0" w14:textId="77777777" w:rsidTr="000371CF">
        <w:trPr>
          <w:cantSplit/>
          <w:trHeight w:val="107"/>
          <w:jc w:val="center"/>
        </w:trPr>
        <w:tc>
          <w:tcPr>
            <w:tcW w:w="3029" w:type="pct"/>
          </w:tcPr>
          <w:p w14:paraId="5FAF7AA5" w14:textId="3D72D20C" w:rsidR="000371CF" w:rsidRPr="00DF297C" w:rsidRDefault="000371CF" w:rsidP="00AD7D5D">
            <w:pPr>
              <w:pStyle w:val="Paragraph"/>
              <w:jc w:val="center"/>
            </w:pPr>
            <w:r w:rsidRPr="00DF297C">
              <w:t>Fusion of Paced and Normal Beat Class</w:t>
            </w:r>
          </w:p>
        </w:tc>
        <w:tc>
          <w:tcPr>
            <w:tcW w:w="516" w:type="pct"/>
          </w:tcPr>
          <w:p w14:paraId="6A00F523" w14:textId="417F43D7" w:rsidR="000371CF" w:rsidRPr="00DF297C" w:rsidRDefault="00C5360C" w:rsidP="00AD7D5D">
            <w:pPr>
              <w:jc w:val="center"/>
              <w:rPr>
                <w:sz w:val="20"/>
              </w:rPr>
            </w:pPr>
            <w:r w:rsidRPr="00DF297C">
              <w:rPr>
                <w:sz w:val="20"/>
              </w:rPr>
              <w:t>0.9950</w:t>
            </w:r>
          </w:p>
        </w:tc>
        <w:tc>
          <w:tcPr>
            <w:tcW w:w="409" w:type="pct"/>
          </w:tcPr>
          <w:p w14:paraId="41C940D1" w14:textId="4FD53BD9" w:rsidR="000371CF" w:rsidRPr="00DF297C" w:rsidRDefault="00C5360C" w:rsidP="00AD7D5D">
            <w:pPr>
              <w:jc w:val="center"/>
              <w:rPr>
                <w:sz w:val="20"/>
              </w:rPr>
            </w:pPr>
            <w:r w:rsidRPr="00DF297C">
              <w:rPr>
                <w:sz w:val="20"/>
              </w:rPr>
              <w:t>0.9858</w:t>
            </w:r>
          </w:p>
        </w:tc>
        <w:tc>
          <w:tcPr>
            <w:tcW w:w="485" w:type="pct"/>
          </w:tcPr>
          <w:p w14:paraId="60C86A7D" w14:textId="2960FAA9" w:rsidR="000371CF" w:rsidRPr="00DF297C" w:rsidRDefault="00C5360C" w:rsidP="00AD7D5D">
            <w:pPr>
              <w:jc w:val="center"/>
              <w:rPr>
                <w:sz w:val="20"/>
              </w:rPr>
            </w:pPr>
            <w:r w:rsidRPr="00DF297C">
              <w:rPr>
                <w:sz w:val="20"/>
              </w:rPr>
              <w:t>0.9904</w:t>
            </w:r>
          </w:p>
        </w:tc>
        <w:tc>
          <w:tcPr>
            <w:tcW w:w="561" w:type="pct"/>
          </w:tcPr>
          <w:p w14:paraId="03AA3214" w14:textId="0061BD93" w:rsidR="000371CF" w:rsidRPr="00DF297C" w:rsidRDefault="00C5360C" w:rsidP="00AD7D5D">
            <w:pPr>
              <w:jc w:val="center"/>
              <w:rPr>
                <w:sz w:val="20"/>
              </w:rPr>
            </w:pPr>
            <w:r w:rsidRPr="00DF297C">
              <w:rPr>
                <w:sz w:val="20"/>
              </w:rPr>
              <w:t>1833</w:t>
            </w:r>
          </w:p>
        </w:tc>
      </w:tr>
      <w:tr w:rsidR="000371CF" w:rsidRPr="00DF297C" w14:paraId="41460C1F" w14:textId="77777777" w:rsidTr="000371CF">
        <w:trPr>
          <w:cantSplit/>
          <w:trHeight w:val="107"/>
          <w:jc w:val="center"/>
        </w:trPr>
        <w:tc>
          <w:tcPr>
            <w:tcW w:w="3029" w:type="pct"/>
          </w:tcPr>
          <w:p w14:paraId="769306E1" w14:textId="215F4968" w:rsidR="000371CF" w:rsidRPr="00DF297C" w:rsidRDefault="000371CF" w:rsidP="00AD7D5D">
            <w:pPr>
              <w:pStyle w:val="Paragraph"/>
              <w:jc w:val="center"/>
            </w:pPr>
            <w:r w:rsidRPr="00DF297C">
              <w:t>Fusion of Ventricular and Normal Beat Class</w:t>
            </w:r>
          </w:p>
        </w:tc>
        <w:tc>
          <w:tcPr>
            <w:tcW w:w="516" w:type="pct"/>
          </w:tcPr>
          <w:p w14:paraId="017BD995" w14:textId="1D097B90" w:rsidR="000371CF" w:rsidRPr="00DF297C" w:rsidRDefault="00C5360C" w:rsidP="00AD7D5D">
            <w:pPr>
              <w:jc w:val="center"/>
              <w:rPr>
                <w:sz w:val="20"/>
              </w:rPr>
            </w:pPr>
            <w:r w:rsidRPr="00DF297C">
              <w:rPr>
                <w:sz w:val="20"/>
              </w:rPr>
              <w:t>0.9641</w:t>
            </w:r>
          </w:p>
        </w:tc>
        <w:tc>
          <w:tcPr>
            <w:tcW w:w="409" w:type="pct"/>
          </w:tcPr>
          <w:p w14:paraId="0756D5B7" w14:textId="3BA53DDC" w:rsidR="000371CF" w:rsidRPr="00DF297C" w:rsidRDefault="00C5360C" w:rsidP="00AD7D5D">
            <w:pPr>
              <w:jc w:val="center"/>
              <w:rPr>
                <w:sz w:val="20"/>
              </w:rPr>
            </w:pPr>
            <w:r w:rsidRPr="00DF297C">
              <w:rPr>
                <w:sz w:val="20"/>
              </w:rPr>
              <w:t>0.9825</w:t>
            </w:r>
          </w:p>
        </w:tc>
        <w:tc>
          <w:tcPr>
            <w:tcW w:w="485" w:type="pct"/>
          </w:tcPr>
          <w:p w14:paraId="295183E2" w14:textId="449575F5" w:rsidR="000371CF" w:rsidRPr="00DF297C" w:rsidRDefault="00C5360C" w:rsidP="00AD7D5D">
            <w:pPr>
              <w:jc w:val="center"/>
              <w:rPr>
                <w:sz w:val="20"/>
              </w:rPr>
            </w:pPr>
            <w:r w:rsidRPr="00DF297C">
              <w:rPr>
                <w:sz w:val="20"/>
              </w:rPr>
              <w:t>0.9733</w:t>
            </w:r>
          </w:p>
        </w:tc>
        <w:tc>
          <w:tcPr>
            <w:tcW w:w="561" w:type="pct"/>
          </w:tcPr>
          <w:p w14:paraId="373D2F22" w14:textId="5CB9A505" w:rsidR="000371CF" w:rsidRPr="00DF297C" w:rsidRDefault="00C5360C" w:rsidP="00AD7D5D">
            <w:pPr>
              <w:jc w:val="center"/>
              <w:rPr>
                <w:sz w:val="20"/>
              </w:rPr>
            </w:pPr>
            <w:r w:rsidRPr="00DF297C">
              <w:rPr>
                <w:sz w:val="20"/>
              </w:rPr>
              <w:t>1833</w:t>
            </w:r>
          </w:p>
        </w:tc>
      </w:tr>
      <w:tr w:rsidR="000371CF" w:rsidRPr="00DF297C" w14:paraId="3E1F4BDF" w14:textId="77777777" w:rsidTr="000371CF">
        <w:trPr>
          <w:cantSplit/>
          <w:trHeight w:val="107"/>
          <w:jc w:val="center"/>
        </w:trPr>
        <w:tc>
          <w:tcPr>
            <w:tcW w:w="3029" w:type="pct"/>
          </w:tcPr>
          <w:p w14:paraId="51418191" w14:textId="5BCC0542" w:rsidR="000371CF" w:rsidRPr="00DF297C" w:rsidRDefault="000371CF" w:rsidP="00AD7D5D">
            <w:pPr>
              <w:pStyle w:val="Paragraph"/>
              <w:jc w:val="center"/>
            </w:pPr>
            <w:r w:rsidRPr="00DF297C">
              <w:t>Left Bundle Branch Block Beat Class</w:t>
            </w:r>
          </w:p>
        </w:tc>
        <w:tc>
          <w:tcPr>
            <w:tcW w:w="516" w:type="pct"/>
          </w:tcPr>
          <w:p w14:paraId="591483DF" w14:textId="4E5EEB67" w:rsidR="000371CF" w:rsidRPr="00DF297C" w:rsidRDefault="00C5360C" w:rsidP="00AD7D5D">
            <w:pPr>
              <w:jc w:val="center"/>
              <w:rPr>
                <w:sz w:val="20"/>
              </w:rPr>
            </w:pPr>
            <w:r w:rsidRPr="00DF297C">
              <w:rPr>
                <w:sz w:val="20"/>
              </w:rPr>
              <w:t>0.9939</w:t>
            </w:r>
          </w:p>
        </w:tc>
        <w:tc>
          <w:tcPr>
            <w:tcW w:w="409" w:type="pct"/>
          </w:tcPr>
          <w:p w14:paraId="0313E6F2" w14:textId="1D64216F" w:rsidR="000371CF" w:rsidRPr="00DF297C" w:rsidRDefault="00C5360C" w:rsidP="00AD7D5D">
            <w:pPr>
              <w:jc w:val="center"/>
              <w:rPr>
                <w:sz w:val="20"/>
              </w:rPr>
            </w:pPr>
            <w:r w:rsidRPr="00DF297C">
              <w:rPr>
                <w:sz w:val="20"/>
              </w:rPr>
              <w:t>0.9787</w:t>
            </w:r>
          </w:p>
        </w:tc>
        <w:tc>
          <w:tcPr>
            <w:tcW w:w="485" w:type="pct"/>
          </w:tcPr>
          <w:p w14:paraId="2D8F78BA" w14:textId="0330F4EC" w:rsidR="000371CF" w:rsidRPr="00DF297C" w:rsidRDefault="00C5360C" w:rsidP="00AD7D5D">
            <w:pPr>
              <w:jc w:val="center"/>
              <w:rPr>
                <w:sz w:val="20"/>
              </w:rPr>
            </w:pPr>
            <w:r w:rsidRPr="00DF297C">
              <w:rPr>
                <w:sz w:val="20"/>
              </w:rPr>
              <w:t>0.9863</w:t>
            </w:r>
          </w:p>
        </w:tc>
        <w:tc>
          <w:tcPr>
            <w:tcW w:w="561" w:type="pct"/>
          </w:tcPr>
          <w:p w14:paraId="741754DB" w14:textId="48F237F8" w:rsidR="000371CF" w:rsidRPr="00DF297C" w:rsidRDefault="00C5360C" w:rsidP="00AD7D5D">
            <w:pPr>
              <w:jc w:val="center"/>
              <w:rPr>
                <w:sz w:val="20"/>
              </w:rPr>
            </w:pPr>
            <w:r w:rsidRPr="00DF297C">
              <w:rPr>
                <w:sz w:val="20"/>
              </w:rPr>
              <w:t>1833</w:t>
            </w:r>
          </w:p>
        </w:tc>
      </w:tr>
      <w:tr w:rsidR="000371CF" w:rsidRPr="00DF297C" w14:paraId="5AE155CF" w14:textId="77777777" w:rsidTr="000371CF">
        <w:trPr>
          <w:cantSplit/>
          <w:trHeight w:val="107"/>
          <w:jc w:val="center"/>
        </w:trPr>
        <w:tc>
          <w:tcPr>
            <w:tcW w:w="3029" w:type="pct"/>
          </w:tcPr>
          <w:p w14:paraId="77844183" w14:textId="5BB42DE6" w:rsidR="000371CF" w:rsidRPr="00DF297C" w:rsidRDefault="000371CF" w:rsidP="00AD7D5D">
            <w:pPr>
              <w:pStyle w:val="Paragraph"/>
              <w:jc w:val="center"/>
            </w:pPr>
            <w:r w:rsidRPr="00DF297C">
              <w:t>Nodal (Junctional) Escape Beat Class</w:t>
            </w:r>
          </w:p>
        </w:tc>
        <w:tc>
          <w:tcPr>
            <w:tcW w:w="516" w:type="pct"/>
          </w:tcPr>
          <w:p w14:paraId="27D22CF6" w14:textId="56123048" w:rsidR="000371CF" w:rsidRPr="00DF297C" w:rsidRDefault="00C5360C" w:rsidP="00AD7D5D">
            <w:pPr>
              <w:jc w:val="center"/>
              <w:rPr>
                <w:sz w:val="20"/>
              </w:rPr>
            </w:pPr>
            <w:r w:rsidRPr="00DF297C">
              <w:rPr>
                <w:sz w:val="20"/>
              </w:rPr>
              <w:t>0.9429</w:t>
            </w:r>
          </w:p>
        </w:tc>
        <w:tc>
          <w:tcPr>
            <w:tcW w:w="409" w:type="pct"/>
          </w:tcPr>
          <w:p w14:paraId="4513A246" w14:textId="60208490" w:rsidR="000371CF" w:rsidRPr="00DF297C" w:rsidRDefault="00C5360C" w:rsidP="00AD7D5D">
            <w:pPr>
              <w:jc w:val="center"/>
              <w:rPr>
                <w:sz w:val="20"/>
              </w:rPr>
            </w:pPr>
            <w:r w:rsidRPr="00DF297C">
              <w:rPr>
                <w:sz w:val="20"/>
              </w:rPr>
              <w:t>0.9913</w:t>
            </w:r>
          </w:p>
        </w:tc>
        <w:tc>
          <w:tcPr>
            <w:tcW w:w="485" w:type="pct"/>
          </w:tcPr>
          <w:p w14:paraId="1D452728" w14:textId="35495C14" w:rsidR="000371CF" w:rsidRPr="00DF297C" w:rsidRDefault="00C5360C" w:rsidP="00AD7D5D">
            <w:pPr>
              <w:jc w:val="center"/>
              <w:rPr>
                <w:sz w:val="20"/>
              </w:rPr>
            </w:pPr>
            <w:r w:rsidRPr="00DF297C">
              <w:rPr>
                <w:sz w:val="20"/>
              </w:rPr>
              <w:t>0.9665</w:t>
            </w:r>
          </w:p>
        </w:tc>
        <w:tc>
          <w:tcPr>
            <w:tcW w:w="561" w:type="pct"/>
          </w:tcPr>
          <w:p w14:paraId="00FBE734" w14:textId="244704E8" w:rsidR="000371CF" w:rsidRPr="00DF297C" w:rsidRDefault="00C5360C" w:rsidP="00AD7D5D">
            <w:pPr>
              <w:jc w:val="center"/>
              <w:rPr>
                <w:sz w:val="20"/>
              </w:rPr>
            </w:pPr>
            <w:r w:rsidRPr="00DF297C">
              <w:rPr>
                <w:sz w:val="20"/>
              </w:rPr>
              <w:t>1833</w:t>
            </w:r>
          </w:p>
        </w:tc>
      </w:tr>
      <w:tr w:rsidR="000371CF" w:rsidRPr="00DF297C" w14:paraId="416CC92D" w14:textId="77777777" w:rsidTr="000371CF">
        <w:trPr>
          <w:cantSplit/>
          <w:trHeight w:val="107"/>
          <w:jc w:val="center"/>
        </w:trPr>
        <w:tc>
          <w:tcPr>
            <w:tcW w:w="3029" w:type="pct"/>
          </w:tcPr>
          <w:p w14:paraId="080A60A3" w14:textId="5C484356" w:rsidR="000371CF" w:rsidRPr="00DF297C" w:rsidRDefault="000371CF" w:rsidP="00AD7D5D">
            <w:pPr>
              <w:pStyle w:val="Paragraph"/>
              <w:jc w:val="center"/>
            </w:pPr>
            <w:r w:rsidRPr="00DF297C">
              <w:t>Nodal (Junctional) Premature Beat Class</w:t>
            </w:r>
          </w:p>
        </w:tc>
        <w:tc>
          <w:tcPr>
            <w:tcW w:w="516" w:type="pct"/>
          </w:tcPr>
          <w:p w14:paraId="112A0424" w14:textId="6F92AED4" w:rsidR="000371CF" w:rsidRPr="00DF297C" w:rsidRDefault="00C5360C" w:rsidP="00AD7D5D">
            <w:pPr>
              <w:jc w:val="center"/>
              <w:rPr>
                <w:sz w:val="20"/>
              </w:rPr>
            </w:pPr>
            <w:r w:rsidRPr="00DF297C">
              <w:rPr>
                <w:sz w:val="20"/>
              </w:rPr>
              <w:t>0.9685</w:t>
            </w:r>
          </w:p>
        </w:tc>
        <w:tc>
          <w:tcPr>
            <w:tcW w:w="409" w:type="pct"/>
          </w:tcPr>
          <w:p w14:paraId="13ED9207" w14:textId="7D81B117" w:rsidR="000371CF" w:rsidRPr="00DF297C" w:rsidRDefault="00C5360C" w:rsidP="00AD7D5D">
            <w:pPr>
              <w:jc w:val="center"/>
              <w:rPr>
                <w:sz w:val="20"/>
              </w:rPr>
            </w:pPr>
            <w:r w:rsidRPr="00DF297C">
              <w:rPr>
                <w:sz w:val="20"/>
              </w:rPr>
              <w:t>0.9907</w:t>
            </w:r>
          </w:p>
        </w:tc>
        <w:tc>
          <w:tcPr>
            <w:tcW w:w="485" w:type="pct"/>
          </w:tcPr>
          <w:p w14:paraId="1C07CBD2" w14:textId="65D61884" w:rsidR="000371CF" w:rsidRPr="00DF297C" w:rsidRDefault="00C5360C" w:rsidP="00AD7D5D">
            <w:pPr>
              <w:jc w:val="center"/>
              <w:rPr>
                <w:sz w:val="20"/>
              </w:rPr>
            </w:pPr>
            <w:r w:rsidRPr="00DF297C">
              <w:rPr>
                <w:sz w:val="20"/>
              </w:rPr>
              <w:t>0.9795</w:t>
            </w:r>
          </w:p>
        </w:tc>
        <w:tc>
          <w:tcPr>
            <w:tcW w:w="561" w:type="pct"/>
          </w:tcPr>
          <w:p w14:paraId="7222F062" w14:textId="45050FC6" w:rsidR="000371CF" w:rsidRPr="00DF297C" w:rsidRDefault="00C5360C" w:rsidP="00AD7D5D">
            <w:pPr>
              <w:jc w:val="center"/>
              <w:rPr>
                <w:sz w:val="20"/>
              </w:rPr>
            </w:pPr>
            <w:r w:rsidRPr="00DF297C">
              <w:rPr>
                <w:sz w:val="20"/>
              </w:rPr>
              <w:t>1833</w:t>
            </w:r>
          </w:p>
        </w:tc>
      </w:tr>
      <w:tr w:rsidR="000371CF" w:rsidRPr="00DF297C" w14:paraId="12EB443A" w14:textId="77777777" w:rsidTr="000371CF">
        <w:trPr>
          <w:cantSplit/>
          <w:trHeight w:val="107"/>
          <w:jc w:val="center"/>
        </w:trPr>
        <w:tc>
          <w:tcPr>
            <w:tcW w:w="3029" w:type="pct"/>
          </w:tcPr>
          <w:p w14:paraId="16F3E7EF" w14:textId="6B208DD3" w:rsidR="000371CF" w:rsidRPr="00DF297C" w:rsidRDefault="000371CF" w:rsidP="00AD7D5D">
            <w:pPr>
              <w:pStyle w:val="Paragraph"/>
              <w:jc w:val="center"/>
            </w:pPr>
            <w:r w:rsidRPr="00DF297C">
              <w:t>Normal Beat Class</w:t>
            </w:r>
          </w:p>
        </w:tc>
        <w:tc>
          <w:tcPr>
            <w:tcW w:w="516" w:type="pct"/>
          </w:tcPr>
          <w:p w14:paraId="2615737F" w14:textId="77024FC3" w:rsidR="000371CF" w:rsidRPr="00DF297C" w:rsidRDefault="00C5360C" w:rsidP="00AD7D5D">
            <w:pPr>
              <w:jc w:val="center"/>
              <w:rPr>
                <w:sz w:val="20"/>
              </w:rPr>
            </w:pPr>
            <w:r w:rsidRPr="00DF297C">
              <w:rPr>
                <w:sz w:val="20"/>
              </w:rPr>
              <w:t>0.9437</w:t>
            </w:r>
          </w:p>
        </w:tc>
        <w:tc>
          <w:tcPr>
            <w:tcW w:w="409" w:type="pct"/>
          </w:tcPr>
          <w:p w14:paraId="1FFCA768" w14:textId="0E35CCF2" w:rsidR="000371CF" w:rsidRPr="00DF297C" w:rsidRDefault="00C5360C" w:rsidP="00AD7D5D">
            <w:pPr>
              <w:jc w:val="center"/>
              <w:rPr>
                <w:sz w:val="20"/>
              </w:rPr>
            </w:pPr>
            <w:r w:rsidRPr="00DF297C">
              <w:rPr>
                <w:sz w:val="20"/>
              </w:rPr>
              <w:t>0.8958</w:t>
            </w:r>
          </w:p>
        </w:tc>
        <w:tc>
          <w:tcPr>
            <w:tcW w:w="485" w:type="pct"/>
          </w:tcPr>
          <w:p w14:paraId="3AAEF335" w14:textId="5A695EBF" w:rsidR="000371CF" w:rsidRPr="00DF297C" w:rsidRDefault="00C5360C" w:rsidP="00AD7D5D">
            <w:pPr>
              <w:jc w:val="center"/>
              <w:rPr>
                <w:sz w:val="20"/>
              </w:rPr>
            </w:pPr>
            <w:r w:rsidRPr="00DF297C">
              <w:rPr>
                <w:sz w:val="20"/>
              </w:rPr>
              <w:t>0.9191</w:t>
            </w:r>
          </w:p>
        </w:tc>
        <w:tc>
          <w:tcPr>
            <w:tcW w:w="561" w:type="pct"/>
          </w:tcPr>
          <w:p w14:paraId="64B51B75" w14:textId="474D56B3" w:rsidR="000371CF" w:rsidRPr="00DF297C" w:rsidRDefault="00C5360C" w:rsidP="00AD7D5D">
            <w:pPr>
              <w:jc w:val="center"/>
              <w:rPr>
                <w:sz w:val="20"/>
              </w:rPr>
            </w:pPr>
            <w:r w:rsidRPr="00DF297C">
              <w:rPr>
                <w:sz w:val="20"/>
              </w:rPr>
              <w:t>1833</w:t>
            </w:r>
          </w:p>
        </w:tc>
      </w:tr>
      <w:tr w:rsidR="000371CF" w:rsidRPr="00DF297C" w14:paraId="3E8A23F3" w14:textId="77777777" w:rsidTr="000371CF">
        <w:trPr>
          <w:cantSplit/>
          <w:trHeight w:val="107"/>
          <w:jc w:val="center"/>
        </w:trPr>
        <w:tc>
          <w:tcPr>
            <w:tcW w:w="3029" w:type="pct"/>
          </w:tcPr>
          <w:p w14:paraId="003931E7" w14:textId="45086869" w:rsidR="000371CF" w:rsidRPr="00DF297C" w:rsidRDefault="000371CF" w:rsidP="00AD7D5D">
            <w:pPr>
              <w:pStyle w:val="Paragraph"/>
              <w:jc w:val="center"/>
            </w:pPr>
            <w:r w:rsidRPr="00DF297C">
              <w:t>Premature Ventricular Contraction Class</w:t>
            </w:r>
          </w:p>
        </w:tc>
        <w:tc>
          <w:tcPr>
            <w:tcW w:w="516" w:type="pct"/>
          </w:tcPr>
          <w:p w14:paraId="2D3C09A4" w14:textId="48420C78" w:rsidR="000371CF" w:rsidRPr="00DF297C" w:rsidRDefault="00C5360C" w:rsidP="00AD7D5D">
            <w:pPr>
              <w:jc w:val="center"/>
              <w:rPr>
                <w:sz w:val="20"/>
              </w:rPr>
            </w:pPr>
            <w:r w:rsidRPr="00DF297C">
              <w:rPr>
                <w:sz w:val="20"/>
              </w:rPr>
              <w:t>0.9537</w:t>
            </w:r>
          </w:p>
        </w:tc>
        <w:tc>
          <w:tcPr>
            <w:tcW w:w="409" w:type="pct"/>
          </w:tcPr>
          <w:p w14:paraId="734A9E2F" w14:textId="6D7A4A1D" w:rsidR="000371CF" w:rsidRPr="00DF297C" w:rsidRDefault="00C5360C" w:rsidP="00AD7D5D">
            <w:pPr>
              <w:jc w:val="center"/>
              <w:rPr>
                <w:sz w:val="20"/>
              </w:rPr>
            </w:pPr>
            <w:r w:rsidRPr="00DF297C">
              <w:rPr>
                <w:sz w:val="20"/>
              </w:rPr>
              <w:t>0.9449</w:t>
            </w:r>
          </w:p>
        </w:tc>
        <w:tc>
          <w:tcPr>
            <w:tcW w:w="485" w:type="pct"/>
          </w:tcPr>
          <w:p w14:paraId="10A375DA" w14:textId="3F829BB8" w:rsidR="000371CF" w:rsidRPr="00DF297C" w:rsidRDefault="00C5360C" w:rsidP="00AD7D5D">
            <w:pPr>
              <w:jc w:val="center"/>
              <w:rPr>
                <w:sz w:val="20"/>
              </w:rPr>
            </w:pPr>
            <w:r w:rsidRPr="00DF297C">
              <w:rPr>
                <w:sz w:val="20"/>
              </w:rPr>
              <w:t>0.9493</w:t>
            </w:r>
          </w:p>
        </w:tc>
        <w:tc>
          <w:tcPr>
            <w:tcW w:w="561" w:type="pct"/>
          </w:tcPr>
          <w:p w14:paraId="69ECDA93" w14:textId="60BFB3E6" w:rsidR="000371CF" w:rsidRPr="00DF297C" w:rsidRDefault="00C5360C" w:rsidP="00AD7D5D">
            <w:pPr>
              <w:jc w:val="center"/>
              <w:rPr>
                <w:sz w:val="20"/>
              </w:rPr>
            </w:pPr>
            <w:r w:rsidRPr="00DF297C">
              <w:rPr>
                <w:sz w:val="20"/>
              </w:rPr>
              <w:t>1833</w:t>
            </w:r>
          </w:p>
        </w:tc>
      </w:tr>
      <w:tr w:rsidR="000371CF" w:rsidRPr="00DF297C" w14:paraId="19F460DB" w14:textId="77777777" w:rsidTr="000371CF">
        <w:trPr>
          <w:cantSplit/>
          <w:trHeight w:val="107"/>
          <w:jc w:val="center"/>
        </w:trPr>
        <w:tc>
          <w:tcPr>
            <w:tcW w:w="3029" w:type="pct"/>
          </w:tcPr>
          <w:p w14:paraId="497C95CF" w14:textId="20240EF0" w:rsidR="000371CF" w:rsidRPr="00DF297C" w:rsidRDefault="00C5360C" w:rsidP="00AD7D5D">
            <w:pPr>
              <w:pStyle w:val="Paragraph"/>
              <w:jc w:val="center"/>
            </w:pPr>
            <w:r w:rsidRPr="00DF297C">
              <w:t>Right Bundle Branch Block Beat Class</w:t>
            </w:r>
          </w:p>
        </w:tc>
        <w:tc>
          <w:tcPr>
            <w:tcW w:w="516" w:type="pct"/>
          </w:tcPr>
          <w:p w14:paraId="4B8BFE9D" w14:textId="7B1C76D7" w:rsidR="000371CF" w:rsidRPr="00DF297C" w:rsidRDefault="00C5360C" w:rsidP="00AD7D5D">
            <w:pPr>
              <w:jc w:val="center"/>
              <w:rPr>
                <w:sz w:val="20"/>
              </w:rPr>
            </w:pPr>
            <w:r w:rsidRPr="00DF297C">
              <w:rPr>
                <w:sz w:val="20"/>
              </w:rPr>
              <w:t>0.9967</w:t>
            </w:r>
          </w:p>
        </w:tc>
        <w:tc>
          <w:tcPr>
            <w:tcW w:w="409" w:type="pct"/>
          </w:tcPr>
          <w:p w14:paraId="54B3B3C3" w14:textId="7E80FD16" w:rsidR="000371CF" w:rsidRPr="00DF297C" w:rsidRDefault="00C5360C" w:rsidP="00AD7D5D">
            <w:pPr>
              <w:jc w:val="center"/>
              <w:rPr>
                <w:sz w:val="20"/>
              </w:rPr>
            </w:pPr>
            <w:r w:rsidRPr="00DF297C">
              <w:rPr>
                <w:sz w:val="20"/>
              </w:rPr>
              <w:t>0.9836</w:t>
            </w:r>
          </w:p>
        </w:tc>
        <w:tc>
          <w:tcPr>
            <w:tcW w:w="485" w:type="pct"/>
          </w:tcPr>
          <w:p w14:paraId="0D041ACE" w14:textId="68EF6954" w:rsidR="000371CF" w:rsidRPr="00DF297C" w:rsidRDefault="00C5360C" w:rsidP="00AD7D5D">
            <w:pPr>
              <w:jc w:val="center"/>
              <w:rPr>
                <w:sz w:val="20"/>
              </w:rPr>
            </w:pPr>
            <w:r w:rsidRPr="00DF297C">
              <w:rPr>
                <w:sz w:val="20"/>
              </w:rPr>
              <w:t>0.9901</w:t>
            </w:r>
          </w:p>
        </w:tc>
        <w:tc>
          <w:tcPr>
            <w:tcW w:w="561" w:type="pct"/>
          </w:tcPr>
          <w:p w14:paraId="718517F1" w14:textId="1F5A1447" w:rsidR="000371CF" w:rsidRPr="00DF297C" w:rsidRDefault="00C5360C" w:rsidP="00AD7D5D">
            <w:pPr>
              <w:jc w:val="center"/>
              <w:rPr>
                <w:sz w:val="20"/>
              </w:rPr>
            </w:pPr>
            <w:r w:rsidRPr="00DF297C">
              <w:rPr>
                <w:sz w:val="20"/>
              </w:rPr>
              <w:t>1833</w:t>
            </w:r>
          </w:p>
        </w:tc>
      </w:tr>
      <w:tr w:rsidR="000371CF" w:rsidRPr="00DF297C" w14:paraId="5A82A24C" w14:textId="77777777" w:rsidTr="000371CF">
        <w:trPr>
          <w:cantSplit/>
          <w:trHeight w:val="107"/>
          <w:jc w:val="center"/>
        </w:trPr>
        <w:tc>
          <w:tcPr>
            <w:tcW w:w="3029" w:type="pct"/>
          </w:tcPr>
          <w:p w14:paraId="677E2423" w14:textId="6F303F0D" w:rsidR="000371CF" w:rsidRPr="00DF297C" w:rsidRDefault="00C5360C" w:rsidP="00AD7D5D">
            <w:pPr>
              <w:pStyle w:val="Paragraph"/>
              <w:jc w:val="center"/>
            </w:pPr>
            <w:r w:rsidRPr="00DF297C">
              <w:t>Supraventricular Premature Beat Class</w:t>
            </w:r>
          </w:p>
        </w:tc>
        <w:tc>
          <w:tcPr>
            <w:tcW w:w="516" w:type="pct"/>
          </w:tcPr>
          <w:p w14:paraId="6D3D4F05" w14:textId="23216B81" w:rsidR="000371CF" w:rsidRPr="00DF297C" w:rsidRDefault="00C5360C" w:rsidP="00AD7D5D">
            <w:pPr>
              <w:jc w:val="center"/>
              <w:rPr>
                <w:sz w:val="20"/>
              </w:rPr>
            </w:pPr>
            <w:r w:rsidRPr="00DF297C">
              <w:rPr>
                <w:sz w:val="20"/>
              </w:rPr>
              <w:t>0.9995</w:t>
            </w:r>
          </w:p>
        </w:tc>
        <w:tc>
          <w:tcPr>
            <w:tcW w:w="409" w:type="pct"/>
          </w:tcPr>
          <w:p w14:paraId="640D59C4" w14:textId="43775EC6" w:rsidR="000371CF" w:rsidRPr="00DF297C" w:rsidRDefault="00C5360C" w:rsidP="00AD7D5D">
            <w:pPr>
              <w:jc w:val="center"/>
              <w:rPr>
                <w:sz w:val="20"/>
              </w:rPr>
            </w:pPr>
            <w:r w:rsidRPr="00DF297C">
              <w:rPr>
                <w:sz w:val="20"/>
              </w:rPr>
              <w:t>1.0000</w:t>
            </w:r>
          </w:p>
        </w:tc>
        <w:tc>
          <w:tcPr>
            <w:tcW w:w="485" w:type="pct"/>
          </w:tcPr>
          <w:p w14:paraId="6F39A438" w14:textId="2CF6CC18" w:rsidR="000371CF" w:rsidRPr="00DF297C" w:rsidRDefault="00C5360C" w:rsidP="00AD7D5D">
            <w:pPr>
              <w:jc w:val="center"/>
              <w:rPr>
                <w:sz w:val="20"/>
              </w:rPr>
            </w:pPr>
            <w:r w:rsidRPr="00DF297C">
              <w:rPr>
                <w:sz w:val="20"/>
              </w:rPr>
              <w:t>0.9997</w:t>
            </w:r>
          </w:p>
        </w:tc>
        <w:tc>
          <w:tcPr>
            <w:tcW w:w="561" w:type="pct"/>
          </w:tcPr>
          <w:p w14:paraId="115DE764" w14:textId="57F876A4" w:rsidR="000371CF" w:rsidRPr="00DF297C" w:rsidRDefault="00C5360C" w:rsidP="00AD7D5D">
            <w:pPr>
              <w:jc w:val="center"/>
              <w:rPr>
                <w:sz w:val="20"/>
              </w:rPr>
            </w:pPr>
            <w:r w:rsidRPr="00DF297C">
              <w:rPr>
                <w:sz w:val="20"/>
              </w:rPr>
              <w:t>1833</w:t>
            </w:r>
          </w:p>
        </w:tc>
      </w:tr>
      <w:tr w:rsidR="000371CF" w:rsidRPr="00DF297C" w14:paraId="56E6EEE0" w14:textId="77777777" w:rsidTr="000371CF">
        <w:trPr>
          <w:cantSplit/>
          <w:trHeight w:val="107"/>
          <w:jc w:val="center"/>
        </w:trPr>
        <w:tc>
          <w:tcPr>
            <w:tcW w:w="3029" w:type="pct"/>
          </w:tcPr>
          <w:p w14:paraId="265CFA17" w14:textId="22105A30" w:rsidR="000371CF" w:rsidRPr="00DF297C" w:rsidRDefault="00C5360C" w:rsidP="00AD7D5D">
            <w:pPr>
              <w:pStyle w:val="Paragraph"/>
              <w:jc w:val="center"/>
            </w:pPr>
            <w:r w:rsidRPr="00DF297C">
              <w:t>Unclassifiable Beat Class</w:t>
            </w:r>
          </w:p>
        </w:tc>
        <w:tc>
          <w:tcPr>
            <w:tcW w:w="516" w:type="pct"/>
          </w:tcPr>
          <w:p w14:paraId="57F31CD8" w14:textId="51D9225C" w:rsidR="000371CF" w:rsidRPr="00DF297C" w:rsidRDefault="00C5360C" w:rsidP="00AD7D5D">
            <w:pPr>
              <w:jc w:val="center"/>
              <w:rPr>
                <w:sz w:val="20"/>
              </w:rPr>
            </w:pPr>
            <w:r w:rsidRPr="00DF297C">
              <w:rPr>
                <w:sz w:val="20"/>
              </w:rPr>
              <w:t>0.9924</w:t>
            </w:r>
          </w:p>
        </w:tc>
        <w:tc>
          <w:tcPr>
            <w:tcW w:w="409" w:type="pct"/>
          </w:tcPr>
          <w:p w14:paraId="24A6782A" w14:textId="4F2E56A4" w:rsidR="000371CF" w:rsidRPr="00DF297C" w:rsidRDefault="00C5360C" w:rsidP="00AD7D5D">
            <w:pPr>
              <w:jc w:val="center"/>
              <w:rPr>
                <w:sz w:val="20"/>
              </w:rPr>
            </w:pPr>
            <w:r w:rsidRPr="00DF297C">
              <w:rPr>
                <w:sz w:val="20"/>
              </w:rPr>
              <w:t>1.0000</w:t>
            </w:r>
          </w:p>
        </w:tc>
        <w:tc>
          <w:tcPr>
            <w:tcW w:w="485" w:type="pct"/>
          </w:tcPr>
          <w:p w14:paraId="215CBA1A" w14:textId="39322EF9" w:rsidR="000371CF" w:rsidRPr="00DF297C" w:rsidRDefault="00C5360C" w:rsidP="00AD7D5D">
            <w:pPr>
              <w:jc w:val="center"/>
              <w:rPr>
                <w:sz w:val="20"/>
              </w:rPr>
            </w:pPr>
            <w:r w:rsidRPr="00DF297C">
              <w:rPr>
                <w:sz w:val="20"/>
              </w:rPr>
              <w:t>0.9962</w:t>
            </w:r>
          </w:p>
        </w:tc>
        <w:tc>
          <w:tcPr>
            <w:tcW w:w="561" w:type="pct"/>
          </w:tcPr>
          <w:p w14:paraId="7D5C3EEC" w14:textId="0FFB8003" w:rsidR="000371CF" w:rsidRPr="00DF297C" w:rsidRDefault="00C5360C" w:rsidP="00AD7D5D">
            <w:pPr>
              <w:jc w:val="center"/>
              <w:rPr>
                <w:sz w:val="20"/>
              </w:rPr>
            </w:pPr>
            <w:r w:rsidRPr="00DF297C">
              <w:rPr>
                <w:sz w:val="20"/>
              </w:rPr>
              <w:t>1833</w:t>
            </w:r>
          </w:p>
        </w:tc>
      </w:tr>
      <w:tr w:rsidR="00C5360C" w:rsidRPr="00DF297C" w14:paraId="156D37C6" w14:textId="77777777" w:rsidTr="000371CF">
        <w:trPr>
          <w:cantSplit/>
          <w:trHeight w:val="107"/>
          <w:jc w:val="center"/>
        </w:trPr>
        <w:tc>
          <w:tcPr>
            <w:tcW w:w="3029" w:type="pct"/>
          </w:tcPr>
          <w:p w14:paraId="2214E2CB" w14:textId="4E2EB80D" w:rsidR="00C5360C" w:rsidRPr="00DF297C" w:rsidRDefault="00C5360C" w:rsidP="00AD7D5D">
            <w:pPr>
              <w:pStyle w:val="Paragraph"/>
              <w:jc w:val="center"/>
            </w:pPr>
            <w:r w:rsidRPr="00DF297C">
              <w:t>Unknown Class</w:t>
            </w:r>
          </w:p>
        </w:tc>
        <w:tc>
          <w:tcPr>
            <w:tcW w:w="516" w:type="pct"/>
          </w:tcPr>
          <w:p w14:paraId="164D565F" w14:textId="7FC651B9" w:rsidR="00C5360C" w:rsidRPr="00DF297C" w:rsidRDefault="00C5360C" w:rsidP="00AD7D5D">
            <w:pPr>
              <w:jc w:val="center"/>
              <w:rPr>
                <w:sz w:val="20"/>
              </w:rPr>
            </w:pPr>
            <w:r w:rsidRPr="00DF297C">
              <w:rPr>
                <w:sz w:val="20"/>
              </w:rPr>
              <w:t>0.9693</w:t>
            </w:r>
          </w:p>
        </w:tc>
        <w:tc>
          <w:tcPr>
            <w:tcW w:w="409" w:type="pct"/>
          </w:tcPr>
          <w:p w14:paraId="2FF73F13" w14:textId="5E9E8A5B" w:rsidR="00C5360C" w:rsidRPr="00DF297C" w:rsidRDefault="00C5360C" w:rsidP="00AD7D5D">
            <w:pPr>
              <w:jc w:val="center"/>
              <w:rPr>
                <w:sz w:val="20"/>
              </w:rPr>
            </w:pPr>
            <w:r w:rsidRPr="00DF297C">
              <w:rPr>
                <w:sz w:val="20"/>
              </w:rPr>
              <w:t>0.9656</w:t>
            </w:r>
          </w:p>
        </w:tc>
        <w:tc>
          <w:tcPr>
            <w:tcW w:w="485" w:type="pct"/>
          </w:tcPr>
          <w:p w14:paraId="3B3B7719" w14:textId="446F4233" w:rsidR="00C5360C" w:rsidRPr="00DF297C" w:rsidRDefault="00C5360C" w:rsidP="00AD7D5D">
            <w:pPr>
              <w:jc w:val="center"/>
              <w:rPr>
                <w:sz w:val="20"/>
              </w:rPr>
            </w:pPr>
            <w:r w:rsidRPr="00DF297C">
              <w:rPr>
                <w:sz w:val="20"/>
              </w:rPr>
              <w:t>0.9675</w:t>
            </w:r>
          </w:p>
        </w:tc>
        <w:tc>
          <w:tcPr>
            <w:tcW w:w="561" w:type="pct"/>
          </w:tcPr>
          <w:p w14:paraId="7354C096" w14:textId="3A8920C8" w:rsidR="00C5360C" w:rsidRPr="00DF297C" w:rsidRDefault="00C5360C" w:rsidP="00AD7D5D">
            <w:pPr>
              <w:jc w:val="center"/>
              <w:rPr>
                <w:sz w:val="20"/>
              </w:rPr>
            </w:pPr>
            <w:r w:rsidRPr="00DF297C">
              <w:rPr>
                <w:sz w:val="20"/>
              </w:rPr>
              <w:t>1833</w:t>
            </w:r>
          </w:p>
        </w:tc>
      </w:tr>
      <w:tr w:rsidR="00C5360C" w:rsidRPr="00DF297C" w14:paraId="44FE5BFB" w14:textId="77777777" w:rsidTr="000371CF">
        <w:trPr>
          <w:cantSplit/>
          <w:trHeight w:val="107"/>
          <w:jc w:val="center"/>
        </w:trPr>
        <w:tc>
          <w:tcPr>
            <w:tcW w:w="3029" w:type="pct"/>
          </w:tcPr>
          <w:p w14:paraId="197F1DAF" w14:textId="447D9921" w:rsidR="00C5360C" w:rsidRPr="00DF297C" w:rsidRDefault="00C5360C" w:rsidP="00AD7D5D">
            <w:pPr>
              <w:pStyle w:val="Paragraph"/>
              <w:jc w:val="center"/>
            </w:pPr>
            <w:r w:rsidRPr="00DF297C">
              <w:t>Ventricular Escape Beat Class</w:t>
            </w:r>
          </w:p>
        </w:tc>
        <w:tc>
          <w:tcPr>
            <w:tcW w:w="516" w:type="pct"/>
          </w:tcPr>
          <w:p w14:paraId="3CA273F4" w14:textId="6D39C2DE" w:rsidR="00C5360C" w:rsidRPr="00DF297C" w:rsidRDefault="00C5360C" w:rsidP="00AD7D5D">
            <w:pPr>
              <w:jc w:val="center"/>
              <w:rPr>
                <w:sz w:val="20"/>
              </w:rPr>
            </w:pPr>
            <w:r w:rsidRPr="00DF297C">
              <w:rPr>
                <w:sz w:val="20"/>
              </w:rPr>
              <w:t>0.9978</w:t>
            </w:r>
          </w:p>
        </w:tc>
        <w:tc>
          <w:tcPr>
            <w:tcW w:w="409" w:type="pct"/>
          </w:tcPr>
          <w:p w14:paraId="3F472604" w14:textId="008BF37D" w:rsidR="00C5360C" w:rsidRPr="00DF297C" w:rsidRDefault="00C5360C" w:rsidP="00AD7D5D">
            <w:pPr>
              <w:jc w:val="center"/>
              <w:rPr>
                <w:sz w:val="20"/>
              </w:rPr>
            </w:pPr>
            <w:r w:rsidRPr="00DF297C">
              <w:rPr>
                <w:sz w:val="20"/>
              </w:rPr>
              <w:t>1.0000</w:t>
            </w:r>
          </w:p>
        </w:tc>
        <w:tc>
          <w:tcPr>
            <w:tcW w:w="485" w:type="pct"/>
          </w:tcPr>
          <w:p w14:paraId="278A4125" w14:textId="368BE1C0" w:rsidR="00C5360C" w:rsidRPr="00DF297C" w:rsidRDefault="00C5360C" w:rsidP="00AD7D5D">
            <w:pPr>
              <w:jc w:val="center"/>
              <w:rPr>
                <w:sz w:val="20"/>
              </w:rPr>
            </w:pPr>
            <w:r w:rsidRPr="00DF297C">
              <w:rPr>
                <w:sz w:val="20"/>
              </w:rPr>
              <w:t>0.9989</w:t>
            </w:r>
          </w:p>
        </w:tc>
        <w:tc>
          <w:tcPr>
            <w:tcW w:w="561" w:type="pct"/>
          </w:tcPr>
          <w:p w14:paraId="7DF1EC2C" w14:textId="23150E18" w:rsidR="00C5360C" w:rsidRPr="00DF297C" w:rsidRDefault="00C5360C" w:rsidP="00AD7D5D">
            <w:pPr>
              <w:jc w:val="center"/>
              <w:rPr>
                <w:sz w:val="20"/>
              </w:rPr>
            </w:pPr>
            <w:r w:rsidRPr="00DF297C">
              <w:rPr>
                <w:sz w:val="20"/>
              </w:rPr>
              <w:t>1833</w:t>
            </w:r>
          </w:p>
        </w:tc>
      </w:tr>
      <w:tr w:rsidR="00C5360C" w:rsidRPr="00DF297C" w14:paraId="248086E3" w14:textId="77777777" w:rsidTr="000371CF">
        <w:trPr>
          <w:cantSplit/>
          <w:trHeight w:val="107"/>
          <w:jc w:val="center"/>
        </w:trPr>
        <w:tc>
          <w:tcPr>
            <w:tcW w:w="3029" w:type="pct"/>
          </w:tcPr>
          <w:p w14:paraId="22A35171" w14:textId="77777777" w:rsidR="00C5360C" w:rsidRPr="00DF297C" w:rsidRDefault="00C5360C" w:rsidP="00C5360C">
            <w:pPr>
              <w:pStyle w:val="Paragraph"/>
              <w:jc w:val="center"/>
            </w:pPr>
            <w:r w:rsidRPr="00DF297C">
              <w:t>Macro Avg</w:t>
            </w:r>
          </w:p>
        </w:tc>
        <w:tc>
          <w:tcPr>
            <w:tcW w:w="516" w:type="pct"/>
          </w:tcPr>
          <w:p w14:paraId="6E78215B" w14:textId="277D8E2A" w:rsidR="00C5360C" w:rsidRPr="00DF297C" w:rsidRDefault="00C5360C" w:rsidP="00C5360C">
            <w:pPr>
              <w:jc w:val="center"/>
              <w:rPr>
                <w:sz w:val="20"/>
              </w:rPr>
            </w:pPr>
            <w:r w:rsidRPr="00DF297C">
              <w:rPr>
                <w:sz w:val="20"/>
              </w:rPr>
              <w:t>0.9746</w:t>
            </w:r>
          </w:p>
        </w:tc>
        <w:tc>
          <w:tcPr>
            <w:tcW w:w="409" w:type="pct"/>
          </w:tcPr>
          <w:p w14:paraId="11A4A0F0" w14:textId="6BE53729" w:rsidR="00C5360C" w:rsidRPr="00DF297C" w:rsidRDefault="00C5360C" w:rsidP="00C5360C">
            <w:pPr>
              <w:jc w:val="center"/>
              <w:rPr>
                <w:sz w:val="20"/>
              </w:rPr>
            </w:pPr>
            <w:r w:rsidRPr="00DF297C">
              <w:rPr>
                <w:sz w:val="20"/>
              </w:rPr>
              <w:t>0.9746</w:t>
            </w:r>
          </w:p>
        </w:tc>
        <w:tc>
          <w:tcPr>
            <w:tcW w:w="485" w:type="pct"/>
          </w:tcPr>
          <w:p w14:paraId="73BEDAD8" w14:textId="72EEB811" w:rsidR="00C5360C" w:rsidRPr="00DF297C" w:rsidRDefault="00C5360C" w:rsidP="00C5360C">
            <w:pPr>
              <w:jc w:val="center"/>
              <w:rPr>
                <w:sz w:val="20"/>
              </w:rPr>
            </w:pPr>
            <w:r w:rsidRPr="00DF297C">
              <w:rPr>
                <w:sz w:val="20"/>
              </w:rPr>
              <w:t>0.9745</w:t>
            </w:r>
          </w:p>
        </w:tc>
        <w:tc>
          <w:tcPr>
            <w:tcW w:w="561" w:type="pct"/>
          </w:tcPr>
          <w:p w14:paraId="7BDE917E" w14:textId="06F19C4F" w:rsidR="00C5360C" w:rsidRPr="00DF297C" w:rsidRDefault="00C5360C" w:rsidP="00C5360C">
            <w:pPr>
              <w:jc w:val="center"/>
              <w:rPr>
                <w:sz w:val="20"/>
              </w:rPr>
            </w:pPr>
            <w:r w:rsidRPr="00DF297C">
              <w:rPr>
                <w:sz w:val="20"/>
              </w:rPr>
              <w:t>25662</w:t>
            </w:r>
          </w:p>
        </w:tc>
      </w:tr>
      <w:tr w:rsidR="00C5360C" w:rsidRPr="00DF297C" w14:paraId="00F25B2F" w14:textId="77777777" w:rsidTr="000371CF">
        <w:trPr>
          <w:cantSplit/>
          <w:trHeight w:val="107"/>
          <w:jc w:val="center"/>
        </w:trPr>
        <w:tc>
          <w:tcPr>
            <w:tcW w:w="3029" w:type="pct"/>
          </w:tcPr>
          <w:p w14:paraId="71C36C88" w14:textId="77777777" w:rsidR="00C5360C" w:rsidRPr="00DF297C" w:rsidRDefault="00C5360C" w:rsidP="00C5360C">
            <w:pPr>
              <w:pStyle w:val="Paragraph"/>
              <w:jc w:val="center"/>
            </w:pPr>
            <w:r w:rsidRPr="00DF297C">
              <w:t>Weighted Avg</w:t>
            </w:r>
          </w:p>
        </w:tc>
        <w:tc>
          <w:tcPr>
            <w:tcW w:w="516" w:type="pct"/>
          </w:tcPr>
          <w:p w14:paraId="712794D7" w14:textId="16C3AD8A" w:rsidR="00C5360C" w:rsidRPr="00DF297C" w:rsidRDefault="00C5360C" w:rsidP="00C5360C">
            <w:pPr>
              <w:jc w:val="center"/>
              <w:rPr>
                <w:sz w:val="20"/>
              </w:rPr>
            </w:pPr>
            <w:r w:rsidRPr="00DF297C">
              <w:rPr>
                <w:sz w:val="20"/>
              </w:rPr>
              <w:t>0.9746</w:t>
            </w:r>
          </w:p>
        </w:tc>
        <w:tc>
          <w:tcPr>
            <w:tcW w:w="409" w:type="pct"/>
          </w:tcPr>
          <w:p w14:paraId="1685EAA1" w14:textId="53820A4B" w:rsidR="00C5360C" w:rsidRPr="00DF297C" w:rsidRDefault="00C5360C" w:rsidP="00C5360C">
            <w:pPr>
              <w:jc w:val="center"/>
              <w:rPr>
                <w:sz w:val="20"/>
              </w:rPr>
            </w:pPr>
            <w:r w:rsidRPr="00DF297C">
              <w:rPr>
                <w:sz w:val="20"/>
              </w:rPr>
              <w:t>0.9746</w:t>
            </w:r>
          </w:p>
        </w:tc>
        <w:tc>
          <w:tcPr>
            <w:tcW w:w="485" w:type="pct"/>
          </w:tcPr>
          <w:p w14:paraId="2A86D2F8" w14:textId="7DADDE93" w:rsidR="00C5360C" w:rsidRPr="00DF297C" w:rsidRDefault="00C5360C" w:rsidP="00C5360C">
            <w:pPr>
              <w:jc w:val="center"/>
              <w:rPr>
                <w:sz w:val="20"/>
              </w:rPr>
            </w:pPr>
            <w:r w:rsidRPr="00DF297C">
              <w:rPr>
                <w:sz w:val="20"/>
              </w:rPr>
              <w:t>0.9745</w:t>
            </w:r>
          </w:p>
        </w:tc>
        <w:tc>
          <w:tcPr>
            <w:tcW w:w="561" w:type="pct"/>
          </w:tcPr>
          <w:p w14:paraId="11583B94" w14:textId="41B16C0D" w:rsidR="00C5360C" w:rsidRPr="00DF297C" w:rsidRDefault="00C5360C" w:rsidP="00C5360C">
            <w:pPr>
              <w:jc w:val="center"/>
              <w:rPr>
                <w:sz w:val="20"/>
              </w:rPr>
            </w:pPr>
            <w:r w:rsidRPr="00DF297C">
              <w:rPr>
                <w:sz w:val="20"/>
              </w:rPr>
              <w:t>25662</w:t>
            </w:r>
          </w:p>
        </w:tc>
      </w:tr>
    </w:tbl>
    <w:p w14:paraId="74DF66ED" w14:textId="77777777" w:rsidR="000371CF" w:rsidRPr="00DF297C" w:rsidRDefault="000371CF" w:rsidP="002016F4">
      <w:pPr>
        <w:pStyle w:val="Paragraph"/>
        <w:ind w:firstLine="0"/>
      </w:pPr>
    </w:p>
    <w:p w14:paraId="4046749F" w14:textId="0979EAE9" w:rsidR="005A1F78" w:rsidRPr="00DF297C" w:rsidRDefault="0000516B" w:rsidP="00183695">
      <w:pPr>
        <w:pStyle w:val="Paragraph"/>
      </w:pPr>
      <w:r w:rsidRPr="00DF297C">
        <w:t xml:space="preserve">The proposed model outperforms other models like CNN and CNN+CBAM approaches on the DREAMER dataset by achieving 94.22% for arousal and 90.46% for valence. </w:t>
      </w:r>
      <w:r w:rsidR="00F043EC" w:rsidRPr="00DF297C">
        <w:t>Besides that, another model</w:t>
      </w:r>
      <w:r w:rsidRPr="00DF297C">
        <w:t xml:space="preserve"> also </w:t>
      </w:r>
      <w:r w:rsidR="00F043EC" w:rsidRPr="00DF297C">
        <w:t>outperforms the standalone model</w:t>
      </w:r>
      <w:r w:rsidR="00183695" w:rsidRPr="00DF297C">
        <w:t>,</w:t>
      </w:r>
      <w:r w:rsidR="00F043EC" w:rsidRPr="00DF297C">
        <w:t xml:space="preserve"> like LSTM </w:t>
      </w:r>
      <w:r w:rsidRPr="00DF297C">
        <w:t xml:space="preserve">with an accuracy of 97.46% on MIT-BIH compared to </w:t>
      </w:r>
      <w:r w:rsidR="00F043EC" w:rsidRPr="00DF297C">
        <w:t xml:space="preserve">its accuracy of </w:t>
      </w:r>
      <w:r w:rsidRPr="00DF297C">
        <w:t>89.</w:t>
      </w:r>
      <w:r w:rsidR="00F043EC" w:rsidRPr="00DF297C">
        <w:t xml:space="preserve">3% </w:t>
      </w:r>
      <w:r w:rsidR="00833491" w:rsidRPr="00DF297C">
        <w:t>when it</w:t>
      </w:r>
      <w:r w:rsidR="00F043EC" w:rsidRPr="00DF297C">
        <w:t xml:space="preserve"> comes to classifying multiple classes of beat types</w:t>
      </w:r>
      <w:r w:rsidR="00937298" w:rsidRPr="00DF297C">
        <w:t>,</w:t>
      </w:r>
      <w:r w:rsidRPr="00DF297C">
        <w:t xml:space="preserve"> as shown in Table </w:t>
      </w:r>
      <w:r w:rsidR="004B07ED" w:rsidRPr="00DF297C">
        <w:t>4</w:t>
      </w:r>
      <w:r w:rsidRPr="00DF297C">
        <w:t>.</w:t>
      </w:r>
    </w:p>
    <w:p w14:paraId="7A2DCD76" w14:textId="77777777" w:rsidR="00D060EE" w:rsidRPr="00DF297C" w:rsidRDefault="00D060EE" w:rsidP="00183695">
      <w:pPr>
        <w:pStyle w:val="Paragraph"/>
      </w:pPr>
    </w:p>
    <w:tbl>
      <w:tblPr>
        <w:tblW w:w="4942" w:type="pct"/>
        <w:jc w:val="center"/>
        <w:tblBorders>
          <w:bottom w:val="single" w:sz="4" w:space="0" w:color="auto"/>
        </w:tblBorders>
        <w:tblLook w:val="0000" w:firstRow="0" w:lastRow="0" w:firstColumn="0" w:lastColumn="0" w:noHBand="0" w:noVBand="0"/>
      </w:tblPr>
      <w:tblGrid>
        <w:gridCol w:w="1994"/>
        <w:gridCol w:w="1850"/>
        <w:gridCol w:w="1993"/>
        <w:gridCol w:w="3414"/>
      </w:tblGrid>
      <w:tr w:rsidR="00E50083" w:rsidRPr="00DF297C" w14:paraId="10FD9F22" w14:textId="77777777" w:rsidTr="00183695">
        <w:trPr>
          <w:cantSplit/>
          <w:trHeight w:val="333"/>
          <w:jc w:val="center"/>
        </w:trPr>
        <w:tc>
          <w:tcPr>
            <w:tcW w:w="5000" w:type="pct"/>
            <w:gridSpan w:val="4"/>
            <w:tcBorders>
              <w:bottom w:val="nil"/>
            </w:tcBorders>
          </w:tcPr>
          <w:p w14:paraId="53341B06" w14:textId="29B0F079" w:rsidR="00E50083" w:rsidRPr="00DF297C" w:rsidRDefault="00E50083" w:rsidP="00F14A1F">
            <w:pPr>
              <w:pStyle w:val="TableCaption"/>
            </w:pPr>
            <w:r w:rsidRPr="00DF297C">
              <w:rPr>
                <w:b/>
              </w:rPr>
              <w:t xml:space="preserve">TABLE </w:t>
            </w:r>
            <w:r w:rsidR="004B07ED" w:rsidRPr="00DF297C">
              <w:rPr>
                <w:b/>
              </w:rPr>
              <w:t>4</w:t>
            </w:r>
            <w:r w:rsidRPr="00DF297C">
              <w:rPr>
                <w:b/>
              </w:rPr>
              <w:t xml:space="preserve">. </w:t>
            </w:r>
            <w:r w:rsidRPr="00DF297C">
              <w:t xml:space="preserve">Accuracy </w:t>
            </w:r>
            <w:r w:rsidR="00D060EE" w:rsidRPr="00DF297C">
              <w:t xml:space="preserve">comparison </w:t>
            </w:r>
            <w:r w:rsidRPr="00DF297C">
              <w:t>of the methods applied on DREAMER and MIT-BIH datasets</w:t>
            </w:r>
            <w:r w:rsidRPr="00DF297C">
              <w:rPr>
                <w:i/>
                <w:iCs/>
              </w:rPr>
              <w:t xml:space="preserve"> </w:t>
            </w:r>
          </w:p>
        </w:tc>
      </w:tr>
      <w:tr w:rsidR="00F636E7" w:rsidRPr="00DF297C" w14:paraId="7015F51C" w14:textId="77777777" w:rsidTr="00183695">
        <w:trPr>
          <w:cantSplit/>
          <w:trHeight w:val="272"/>
          <w:jc w:val="center"/>
        </w:trPr>
        <w:tc>
          <w:tcPr>
            <w:tcW w:w="1078" w:type="pct"/>
            <w:tcBorders>
              <w:top w:val="single" w:sz="4" w:space="0" w:color="auto"/>
              <w:bottom w:val="single" w:sz="4" w:space="0" w:color="auto"/>
            </w:tcBorders>
            <w:vAlign w:val="center"/>
          </w:tcPr>
          <w:p w14:paraId="6CCE88AE" w14:textId="6FAEFB9B" w:rsidR="00F636E7" w:rsidRPr="00DF297C" w:rsidRDefault="00F636E7" w:rsidP="00F14A1F">
            <w:pPr>
              <w:jc w:val="center"/>
            </w:pPr>
            <w:r w:rsidRPr="00DF297C">
              <w:rPr>
                <w:b/>
                <w:sz w:val="18"/>
                <w:szCs w:val="18"/>
              </w:rPr>
              <w:t>Paper</w:t>
            </w:r>
          </w:p>
        </w:tc>
        <w:tc>
          <w:tcPr>
            <w:tcW w:w="1000" w:type="pct"/>
            <w:tcBorders>
              <w:top w:val="single" w:sz="4" w:space="0" w:color="auto"/>
              <w:bottom w:val="single" w:sz="4" w:space="0" w:color="auto"/>
            </w:tcBorders>
            <w:vAlign w:val="center"/>
          </w:tcPr>
          <w:p w14:paraId="4A5E774B" w14:textId="2BAC4131" w:rsidR="00F636E7" w:rsidRPr="00DF297C" w:rsidRDefault="00E50083" w:rsidP="00F14A1F">
            <w:pPr>
              <w:jc w:val="center"/>
              <w:rPr>
                <w:b/>
                <w:sz w:val="18"/>
                <w:szCs w:val="18"/>
              </w:rPr>
            </w:pPr>
            <w:r w:rsidRPr="00DF297C">
              <w:rPr>
                <w:b/>
                <w:sz w:val="18"/>
                <w:szCs w:val="18"/>
              </w:rPr>
              <w:t>Application</w:t>
            </w:r>
          </w:p>
        </w:tc>
        <w:tc>
          <w:tcPr>
            <w:tcW w:w="1077" w:type="pct"/>
            <w:tcBorders>
              <w:top w:val="single" w:sz="4" w:space="0" w:color="auto"/>
              <w:bottom w:val="single" w:sz="4" w:space="0" w:color="auto"/>
            </w:tcBorders>
          </w:tcPr>
          <w:p w14:paraId="1ED7A71A" w14:textId="05342DF5" w:rsidR="00F636E7" w:rsidRPr="00DF297C" w:rsidRDefault="00E50083" w:rsidP="00F14A1F">
            <w:pPr>
              <w:jc w:val="center"/>
              <w:rPr>
                <w:b/>
                <w:sz w:val="18"/>
                <w:szCs w:val="18"/>
              </w:rPr>
            </w:pPr>
            <w:r w:rsidRPr="00DF297C">
              <w:rPr>
                <w:b/>
                <w:sz w:val="18"/>
                <w:szCs w:val="18"/>
              </w:rPr>
              <w:t>Method</w:t>
            </w:r>
          </w:p>
        </w:tc>
        <w:tc>
          <w:tcPr>
            <w:tcW w:w="1846" w:type="pct"/>
            <w:tcBorders>
              <w:top w:val="single" w:sz="4" w:space="0" w:color="auto"/>
              <w:bottom w:val="single" w:sz="4" w:space="0" w:color="auto"/>
            </w:tcBorders>
            <w:vAlign w:val="center"/>
          </w:tcPr>
          <w:p w14:paraId="25134A4B" w14:textId="03F9E737" w:rsidR="00F636E7" w:rsidRPr="00DF297C" w:rsidRDefault="00F636E7" w:rsidP="00F14A1F">
            <w:pPr>
              <w:jc w:val="center"/>
              <w:rPr>
                <w:b/>
                <w:sz w:val="18"/>
                <w:szCs w:val="18"/>
              </w:rPr>
            </w:pPr>
            <w:r w:rsidRPr="00DF297C">
              <w:rPr>
                <w:b/>
                <w:sz w:val="18"/>
                <w:szCs w:val="18"/>
              </w:rPr>
              <w:t>Accuracy</w:t>
            </w:r>
            <w:r w:rsidR="00EA6976" w:rsidRPr="00DF297C">
              <w:rPr>
                <w:b/>
                <w:sz w:val="18"/>
                <w:szCs w:val="18"/>
              </w:rPr>
              <w:t xml:space="preserve"> (%)</w:t>
            </w:r>
          </w:p>
        </w:tc>
      </w:tr>
      <w:tr w:rsidR="00183695" w:rsidRPr="00DF297C" w14:paraId="463656FE" w14:textId="77777777" w:rsidTr="00183695">
        <w:trPr>
          <w:cantSplit/>
          <w:jc w:val="center"/>
        </w:trPr>
        <w:tc>
          <w:tcPr>
            <w:tcW w:w="1078" w:type="pct"/>
            <w:tcBorders>
              <w:top w:val="nil"/>
            </w:tcBorders>
          </w:tcPr>
          <w:p w14:paraId="15693985" w14:textId="41C6FD95" w:rsidR="00183695" w:rsidRPr="00DF297C" w:rsidRDefault="00000000" w:rsidP="00183695">
            <w:pPr>
              <w:pStyle w:val="Paragraph"/>
              <w:jc w:val="center"/>
            </w:pPr>
            <w:sdt>
              <w:sdtPr>
                <w:rPr>
                  <w:color w:val="000000"/>
                </w:rPr>
                <w:tag w:val="MENDELEY_CITATION_v3_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"/>
                <w:id w:val="1046952540"/>
                <w:placeholder>
                  <w:docPart w:val="0F823FF2258A49F29E15BBD6D82651BF"/>
                </w:placeholder>
              </w:sdtPr>
              <w:sdtContent>
                <w:r w:rsidR="00C91C3F" w:rsidRPr="00DF297C">
                  <w:rPr>
                    <w:color w:val="000000"/>
                  </w:rPr>
                  <w:t>[4]</w:t>
                </w:r>
              </w:sdtContent>
            </w:sdt>
          </w:p>
        </w:tc>
        <w:tc>
          <w:tcPr>
            <w:tcW w:w="1000" w:type="pct"/>
            <w:tcBorders>
              <w:top w:val="nil"/>
            </w:tcBorders>
          </w:tcPr>
          <w:p w14:paraId="00D07105" w14:textId="6BC59045" w:rsidR="00183695" w:rsidRPr="00DF297C" w:rsidRDefault="00183695" w:rsidP="00183695">
            <w:pPr>
              <w:jc w:val="center"/>
              <w:rPr>
                <w:sz w:val="20"/>
              </w:rPr>
            </w:pPr>
            <w:r w:rsidRPr="00DF297C">
              <w:rPr>
                <w:sz w:val="20"/>
              </w:rPr>
              <w:t>Emotion</w:t>
            </w:r>
          </w:p>
        </w:tc>
        <w:tc>
          <w:tcPr>
            <w:tcW w:w="1077" w:type="pct"/>
            <w:tcBorders>
              <w:top w:val="nil"/>
            </w:tcBorders>
          </w:tcPr>
          <w:p w14:paraId="6E8F78F4" w14:textId="153C97D6" w:rsidR="00183695" w:rsidRPr="00DF297C" w:rsidRDefault="00183695" w:rsidP="00183695">
            <w:pPr>
              <w:jc w:val="center"/>
              <w:rPr>
                <w:sz w:val="20"/>
              </w:rPr>
            </w:pPr>
            <w:r w:rsidRPr="00DF297C">
              <w:rPr>
                <w:sz w:val="20"/>
              </w:rPr>
              <w:t>CNN</w:t>
            </w:r>
          </w:p>
        </w:tc>
        <w:tc>
          <w:tcPr>
            <w:tcW w:w="1846" w:type="pct"/>
            <w:tcBorders>
              <w:top w:val="nil"/>
            </w:tcBorders>
          </w:tcPr>
          <w:p w14:paraId="578C8E27" w14:textId="5099AE74" w:rsidR="00183695" w:rsidRPr="00DF297C" w:rsidRDefault="00183695" w:rsidP="00183695">
            <w:pPr>
              <w:jc w:val="center"/>
              <w:rPr>
                <w:sz w:val="20"/>
              </w:rPr>
            </w:pPr>
            <w:r w:rsidRPr="00DF297C">
              <w:rPr>
                <w:sz w:val="20"/>
              </w:rPr>
              <w:t>77.1(arousal), 74.9 (valence)</w:t>
            </w:r>
          </w:p>
        </w:tc>
      </w:tr>
      <w:tr w:rsidR="00183695" w:rsidRPr="00DF297C" w14:paraId="2E04FF5C" w14:textId="77777777" w:rsidTr="00183695">
        <w:trPr>
          <w:cantSplit/>
          <w:jc w:val="center"/>
        </w:trPr>
        <w:sdt>
          <w:sdtPr>
            <w:rPr>
              <w:color w:val="000000"/>
            </w:rPr>
            <w:tag w:val="MENDELEY_CITATION_v3_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"/>
            <w:id w:val="-1965413499"/>
            <w:placeholder>
              <w:docPart w:val="8AFEDD2B8CA04B6CAD3735D2CA497AAC"/>
            </w:placeholder>
          </w:sdtPr>
          <w:sdtContent>
            <w:tc>
              <w:tcPr>
                <w:tcW w:w="1078" w:type="pct"/>
                <w:tcBorders>
                  <w:top w:val="nil"/>
                </w:tcBorders>
              </w:tcPr>
              <w:p w14:paraId="3544E318" w14:textId="1AA8FB32" w:rsidR="00183695" w:rsidRPr="00DF297C" w:rsidRDefault="00C91C3F" w:rsidP="00183695">
                <w:pPr>
                  <w:pStyle w:val="Paragraph"/>
                  <w:jc w:val="center"/>
                  <w:rPr>
                    <w:color w:val="000000"/>
                    <w:vertAlign w:val="superscript"/>
                  </w:rPr>
                </w:pPr>
                <w:r w:rsidRPr="00DF297C">
                  <w:rPr>
                    <w:color w:val="000000"/>
                  </w:rPr>
                  <w:t>[12]</w:t>
                </w:r>
              </w:p>
            </w:tc>
          </w:sdtContent>
        </w:sdt>
        <w:tc>
          <w:tcPr>
            <w:tcW w:w="1000" w:type="pct"/>
            <w:tcBorders>
              <w:top w:val="nil"/>
            </w:tcBorders>
          </w:tcPr>
          <w:p w14:paraId="2EC8EDFB" w14:textId="630B6BE5" w:rsidR="00183695" w:rsidRPr="00DF297C" w:rsidRDefault="00183695" w:rsidP="00183695">
            <w:pPr>
              <w:jc w:val="center"/>
              <w:rPr>
                <w:sz w:val="20"/>
              </w:rPr>
            </w:pPr>
            <w:r w:rsidRPr="00DF297C">
              <w:rPr>
                <w:sz w:val="20"/>
              </w:rPr>
              <w:t>Emotion</w:t>
            </w:r>
          </w:p>
        </w:tc>
        <w:tc>
          <w:tcPr>
            <w:tcW w:w="1077" w:type="pct"/>
            <w:tcBorders>
              <w:top w:val="nil"/>
            </w:tcBorders>
          </w:tcPr>
          <w:p w14:paraId="6D5E7CFD" w14:textId="48372DD9" w:rsidR="00183695" w:rsidRPr="00DF297C" w:rsidRDefault="00183695" w:rsidP="00183695">
            <w:pPr>
              <w:jc w:val="center"/>
              <w:rPr>
                <w:sz w:val="20"/>
              </w:rPr>
            </w:pPr>
            <w:r w:rsidRPr="00DF297C">
              <w:rPr>
                <w:sz w:val="20"/>
              </w:rPr>
              <w:t>CNN+CBAM</w:t>
            </w:r>
          </w:p>
        </w:tc>
        <w:tc>
          <w:tcPr>
            <w:tcW w:w="1846" w:type="pct"/>
            <w:tcBorders>
              <w:top w:val="nil"/>
            </w:tcBorders>
          </w:tcPr>
          <w:p w14:paraId="5CEDE8B3" w14:textId="07E6A8C4" w:rsidR="00183695" w:rsidRPr="00DF297C" w:rsidRDefault="00183695" w:rsidP="00183695">
            <w:pPr>
              <w:jc w:val="center"/>
              <w:rPr>
                <w:sz w:val="20"/>
              </w:rPr>
            </w:pPr>
            <w:r w:rsidRPr="00DF297C">
              <w:rPr>
                <w:sz w:val="20"/>
              </w:rPr>
              <w:t>83.6 (arousal), 84.2 (valence)</w:t>
            </w:r>
          </w:p>
        </w:tc>
      </w:tr>
      <w:tr w:rsidR="00183695" w:rsidRPr="00DF297C" w14:paraId="15347601" w14:textId="77777777" w:rsidTr="00183695">
        <w:trPr>
          <w:cantSplit/>
          <w:trHeight w:val="107"/>
          <w:jc w:val="center"/>
        </w:trPr>
        <w:tc>
          <w:tcPr>
            <w:tcW w:w="1078" w:type="pct"/>
          </w:tcPr>
          <w:p w14:paraId="33E1F379" w14:textId="4FF8BAAF" w:rsidR="00183695" w:rsidRPr="00DF297C" w:rsidRDefault="00183695" w:rsidP="00183695">
            <w:pPr>
              <w:pStyle w:val="Paragraph"/>
              <w:jc w:val="center"/>
            </w:pPr>
            <w:r w:rsidRPr="00DF297C">
              <w:t>Proposed</w:t>
            </w:r>
          </w:p>
        </w:tc>
        <w:tc>
          <w:tcPr>
            <w:tcW w:w="1000" w:type="pct"/>
          </w:tcPr>
          <w:p w14:paraId="7E4635E8" w14:textId="1626BE70" w:rsidR="00183695" w:rsidRPr="00DF297C" w:rsidRDefault="00183695" w:rsidP="00183695">
            <w:pPr>
              <w:jc w:val="center"/>
              <w:rPr>
                <w:sz w:val="20"/>
              </w:rPr>
            </w:pPr>
            <w:r w:rsidRPr="00DF297C">
              <w:rPr>
                <w:sz w:val="20"/>
              </w:rPr>
              <w:t>Emotion</w:t>
            </w:r>
          </w:p>
        </w:tc>
        <w:tc>
          <w:tcPr>
            <w:tcW w:w="1077" w:type="pct"/>
          </w:tcPr>
          <w:p w14:paraId="4DFFBEA6" w14:textId="4BF2523D" w:rsidR="00183695" w:rsidRPr="00DF297C" w:rsidRDefault="00183695" w:rsidP="00183695">
            <w:pPr>
              <w:jc w:val="center"/>
              <w:rPr>
                <w:sz w:val="20"/>
              </w:rPr>
            </w:pPr>
            <w:r w:rsidRPr="00DF297C">
              <w:rPr>
                <w:sz w:val="20"/>
              </w:rPr>
              <w:t>CNN-BiLSTM</w:t>
            </w:r>
          </w:p>
        </w:tc>
        <w:tc>
          <w:tcPr>
            <w:tcW w:w="1846" w:type="pct"/>
          </w:tcPr>
          <w:p w14:paraId="668EF406" w14:textId="7A07A0B7" w:rsidR="00183695" w:rsidRPr="00DF297C" w:rsidRDefault="00183695" w:rsidP="00183695">
            <w:pPr>
              <w:jc w:val="center"/>
              <w:rPr>
                <w:sz w:val="20"/>
              </w:rPr>
            </w:pPr>
            <w:r w:rsidRPr="00DF297C">
              <w:rPr>
                <w:sz w:val="20"/>
              </w:rPr>
              <w:t>94.22 (arousal), 90.46 (valence)</w:t>
            </w:r>
          </w:p>
        </w:tc>
      </w:tr>
      <w:tr w:rsidR="00183695" w:rsidRPr="00DF297C" w14:paraId="7807396C" w14:textId="77777777" w:rsidTr="00183695">
        <w:trPr>
          <w:cantSplit/>
          <w:trHeight w:val="107"/>
          <w:jc w:val="center"/>
        </w:trPr>
        <w:sdt>
          <w:sdtPr>
            <w:rPr>
              <w:color w:val="000000"/>
            </w:rPr>
            <w:tag w:val="MENDELEY_CITATION_v3_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"/>
            <w:id w:val="519444713"/>
            <w:placeholder>
              <w:docPart w:val="341CA0B232C94AAD841EA4E4EF7AB336"/>
            </w:placeholder>
          </w:sdtPr>
          <w:sdtContent>
            <w:tc>
              <w:tcPr>
                <w:tcW w:w="1078" w:type="pct"/>
              </w:tcPr>
              <w:p w14:paraId="2A0CF225" w14:textId="51F17749" w:rsidR="00183695" w:rsidRPr="00DF297C" w:rsidRDefault="00C91C3F" w:rsidP="00183695">
                <w:pPr>
                  <w:pStyle w:val="Paragraph"/>
                  <w:jc w:val="center"/>
                </w:pPr>
                <w:r w:rsidRPr="00DF297C">
                  <w:rPr>
                    <w:color w:val="000000"/>
                  </w:rPr>
                  <w:t>[3]</w:t>
                </w:r>
              </w:p>
            </w:tc>
          </w:sdtContent>
        </w:sdt>
        <w:tc>
          <w:tcPr>
            <w:tcW w:w="1000" w:type="pct"/>
          </w:tcPr>
          <w:p w14:paraId="4DB24FCE" w14:textId="7B2FA447" w:rsidR="00183695" w:rsidRPr="00DF297C" w:rsidRDefault="00183695" w:rsidP="00183695">
            <w:pPr>
              <w:jc w:val="center"/>
              <w:rPr>
                <w:sz w:val="20"/>
              </w:rPr>
            </w:pPr>
            <w:r w:rsidRPr="00DF297C">
              <w:rPr>
                <w:sz w:val="20"/>
              </w:rPr>
              <w:t>Heart Condition</w:t>
            </w:r>
          </w:p>
        </w:tc>
        <w:tc>
          <w:tcPr>
            <w:tcW w:w="1077" w:type="pct"/>
          </w:tcPr>
          <w:p w14:paraId="4CAC6DEC" w14:textId="0B5087C8" w:rsidR="00183695" w:rsidRPr="00DF297C" w:rsidRDefault="00183695" w:rsidP="00183695">
            <w:pPr>
              <w:jc w:val="center"/>
              <w:rPr>
                <w:sz w:val="20"/>
              </w:rPr>
            </w:pPr>
            <w:r w:rsidRPr="00DF297C">
              <w:rPr>
                <w:sz w:val="20"/>
              </w:rPr>
              <w:t>LSTM</w:t>
            </w:r>
          </w:p>
        </w:tc>
        <w:tc>
          <w:tcPr>
            <w:tcW w:w="1846" w:type="pct"/>
          </w:tcPr>
          <w:p w14:paraId="0E01D9A5" w14:textId="41734F18" w:rsidR="00183695" w:rsidRPr="00DF297C" w:rsidRDefault="00183695" w:rsidP="00183695">
            <w:pPr>
              <w:jc w:val="center"/>
              <w:rPr>
                <w:sz w:val="20"/>
              </w:rPr>
            </w:pPr>
            <w:r w:rsidRPr="00DF297C">
              <w:rPr>
                <w:sz w:val="20"/>
              </w:rPr>
              <w:t>89.3</w:t>
            </w:r>
          </w:p>
        </w:tc>
      </w:tr>
      <w:tr w:rsidR="00183695" w:rsidRPr="00DF297C" w14:paraId="3F135D12" w14:textId="77777777" w:rsidTr="00183695">
        <w:trPr>
          <w:cantSplit/>
          <w:trHeight w:val="107"/>
          <w:jc w:val="center"/>
        </w:trPr>
        <w:tc>
          <w:tcPr>
            <w:tcW w:w="1078" w:type="pct"/>
          </w:tcPr>
          <w:p w14:paraId="6547FA4E" w14:textId="7BAF486E" w:rsidR="00183695" w:rsidRPr="00DF297C" w:rsidRDefault="00183695" w:rsidP="00183695">
            <w:pPr>
              <w:pStyle w:val="Paragraph"/>
              <w:jc w:val="center"/>
            </w:pPr>
            <w:r w:rsidRPr="00DF297C">
              <w:t>Proposed</w:t>
            </w:r>
          </w:p>
        </w:tc>
        <w:tc>
          <w:tcPr>
            <w:tcW w:w="1000" w:type="pct"/>
          </w:tcPr>
          <w:p w14:paraId="155A66BE" w14:textId="4332ACD7" w:rsidR="00183695" w:rsidRPr="00DF297C" w:rsidRDefault="00183695" w:rsidP="00183695">
            <w:pPr>
              <w:jc w:val="center"/>
              <w:rPr>
                <w:sz w:val="20"/>
              </w:rPr>
            </w:pPr>
            <w:r w:rsidRPr="00DF297C">
              <w:rPr>
                <w:sz w:val="20"/>
              </w:rPr>
              <w:t>Heart Condition</w:t>
            </w:r>
          </w:p>
        </w:tc>
        <w:tc>
          <w:tcPr>
            <w:tcW w:w="1077" w:type="pct"/>
          </w:tcPr>
          <w:p w14:paraId="482449C9" w14:textId="2A49CBE6" w:rsidR="00183695" w:rsidRPr="00DF297C" w:rsidRDefault="00183695" w:rsidP="00183695">
            <w:pPr>
              <w:jc w:val="center"/>
              <w:rPr>
                <w:sz w:val="20"/>
              </w:rPr>
            </w:pPr>
            <w:r w:rsidRPr="00DF297C">
              <w:rPr>
                <w:sz w:val="20"/>
              </w:rPr>
              <w:t>CNN-BiLSTM</w:t>
            </w:r>
          </w:p>
        </w:tc>
        <w:tc>
          <w:tcPr>
            <w:tcW w:w="1846" w:type="pct"/>
          </w:tcPr>
          <w:p w14:paraId="332F77CA" w14:textId="09157559" w:rsidR="00183695" w:rsidRPr="00DF297C" w:rsidRDefault="00183695" w:rsidP="00183695">
            <w:pPr>
              <w:jc w:val="center"/>
              <w:rPr>
                <w:sz w:val="20"/>
              </w:rPr>
            </w:pPr>
            <w:r w:rsidRPr="00DF297C">
              <w:rPr>
                <w:sz w:val="20"/>
              </w:rPr>
              <w:t>97.46</w:t>
            </w:r>
          </w:p>
        </w:tc>
      </w:tr>
    </w:tbl>
    <w:p w14:paraId="34E0C4CF" w14:textId="77777777" w:rsidR="005A1F78" w:rsidRPr="00DF297C" w:rsidRDefault="005A1F78" w:rsidP="0000516B">
      <w:pPr>
        <w:pStyle w:val="Paragraph"/>
        <w:ind w:firstLine="0"/>
      </w:pPr>
    </w:p>
    <w:p w14:paraId="0EDE48A5" w14:textId="1238B9B3" w:rsidR="0000516B" w:rsidRPr="00DF297C" w:rsidRDefault="0000516B" w:rsidP="0000516B">
      <w:pPr>
        <w:pStyle w:val="Heading1"/>
        <w:rPr>
          <w:b w:val="0"/>
          <w:caps w:val="0"/>
          <w:sz w:val="20"/>
        </w:rPr>
      </w:pPr>
      <w:r w:rsidRPr="00DF297C">
        <w:rPr>
          <w:rFonts w:asciiTheme="majorBidi" w:hAnsiTheme="majorBidi" w:cstheme="majorBidi"/>
        </w:rPr>
        <w:t>CONCLUSION</w:t>
      </w:r>
    </w:p>
    <w:p w14:paraId="0095A4EE" w14:textId="4922A511" w:rsidR="0000516B" w:rsidRPr="00DF297C" w:rsidRDefault="0000516B" w:rsidP="0000516B">
      <w:pPr>
        <w:pStyle w:val="Paragraph"/>
      </w:pPr>
      <w:r w:rsidRPr="00DF297C">
        <w:rPr>
          <w:rFonts w:asciiTheme="majorBidi" w:hAnsiTheme="majorBidi" w:cstheme="majorBidi"/>
        </w:rPr>
        <w:t xml:space="preserve">This paper proposed two hybrid CNN-BiLSTM models to perform both emotional recognition and cardiac condition </w:t>
      </w:r>
      <w:r w:rsidR="00833491" w:rsidRPr="00DF297C">
        <w:rPr>
          <w:rFonts w:asciiTheme="majorBidi" w:hAnsiTheme="majorBidi" w:cstheme="majorBidi"/>
        </w:rPr>
        <w:t>detection</w:t>
      </w:r>
      <w:r w:rsidRPr="00DF297C">
        <w:rPr>
          <w:rFonts w:asciiTheme="majorBidi" w:hAnsiTheme="majorBidi" w:cstheme="majorBidi"/>
        </w:rPr>
        <w:t>. The multi-output model used in emotional recognition helps to classify the binary classes of arousal and valence</w:t>
      </w:r>
      <w:r w:rsidR="00833491" w:rsidRPr="00DF297C">
        <w:rPr>
          <w:rFonts w:asciiTheme="majorBidi" w:hAnsiTheme="majorBidi" w:cstheme="majorBidi"/>
        </w:rPr>
        <w:t>,</w:t>
      </w:r>
      <w:r w:rsidRPr="00DF297C">
        <w:rPr>
          <w:rFonts w:asciiTheme="majorBidi" w:hAnsiTheme="majorBidi" w:cstheme="majorBidi"/>
        </w:rPr>
        <w:t xml:space="preserve"> and it achieved an </w:t>
      </w:r>
      <w:r w:rsidR="009D644C" w:rsidRPr="00DF297C">
        <w:rPr>
          <w:rFonts w:asciiTheme="majorBidi" w:hAnsiTheme="majorBidi" w:cstheme="majorBidi"/>
        </w:rPr>
        <w:t xml:space="preserve">accuracy of </w:t>
      </w:r>
      <w:r w:rsidRPr="00DF297C">
        <w:rPr>
          <w:rFonts w:asciiTheme="majorBidi" w:hAnsiTheme="majorBidi" w:cstheme="majorBidi"/>
        </w:rPr>
        <w:t>94.22% and 90.46%</w:t>
      </w:r>
      <w:r w:rsidR="00833491" w:rsidRPr="00DF297C">
        <w:rPr>
          <w:rFonts w:asciiTheme="majorBidi" w:hAnsiTheme="majorBidi" w:cstheme="majorBidi"/>
        </w:rPr>
        <w:t>,</w:t>
      </w:r>
      <w:r w:rsidRPr="00DF297C">
        <w:rPr>
          <w:rFonts w:asciiTheme="majorBidi" w:hAnsiTheme="majorBidi" w:cstheme="majorBidi"/>
        </w:rPr>
        <w:t xml:space="preserve"> respectively. The single</w:t>
      </w:r>
      <w:r w:rsidR="009D644C" w:rsidRPr="00DF297C">
        <w:rPr>
          <w:rFonts w:asciiTheme="majorBidi" w:hAnsiTheme="majorBidi" w:cstheme="majorBidi"/>
        </w:rPr>
        <w:t xml:space="preserve">-output model used in cardiac condition detection classified 14 distinct classes of beat types and achieved an accuracy of 97.46%. </w:t>
      </w:r>
      <w:r w:rsidR="0082280B" w:rsidRPr="00DF297C">
        <w:rPr>
          <w:rFonts w:asciiTheme="majorBidi" w:hAnsiTheme="majorBidi" w:cstheme="majorBidi"/>
        </w:rPr>
        <w:t xml:space="preserve">Clinically, 97% accurate in detecting arrhythmias could allow monitoring systems to have fewer false alarms and being 94% accurate in detecting arousal and 90% in detecting valence shows that it can detect emotion states in controlled settings reliably. </w:t>
      </w:r>
      <w:r w:rsidR="009D644C" w:rsidRPr="00DF297C">
        <w:rPr>
          <w:rFonts w:asciiTheme="majorBidi" w:hAnsiTheme="majorBidi" w:cstheme="majorBidi"/>
        </w:rPr>
        <w:t>Both models</w:t>
      </w:r>
      <w:r w:rsidR="00833491" w:rsidRPr="00DF297C">
        <w:rPr>
          <w:rFonts w:asciiTheme="majorBidi" w:hAnsiTheme="majorBidi" w:cstheme="majorBidi"/>
        </w:rPr>
        <w:t xml:space="preserve"> were</w:t>
      </w:r>
      <w:r w:rsidR="009D644C" w:rsidRPr="00DF297C">
        <w:rPr>
          <w:rFonts w:asciiTheme="majorBidi" w:hAnsiTheme="majorBidi" w:cstheme="majorBidi"/>
        </w:rPr>
        <w:t xml:space="preserve"> not only capable </w:t>
      </w:r>
      <w:r w:rsidR="00833491" w:rsidRPr="00DF297C">
        <w:rPr>
          <w:rFonts w:asciiTheme="majorBidi" w:hAnsiTheme="majorBidi" w:cstheme="majorBidi"/>
        </w:rPr>
        <w:t>of outperforming</w:t>
      </w:r>
      <w:r w:rsidR="009D644C" w:rsidRPr="00DF297C">
        <w:rPr>
          <w:rFonts w:asciiTheme="majorBidi" w:hAnsiTheme="majorBidi" w:cstheme="majorBidi"/>
        </w:rPr>
        <w:t xml:space="preserve"> other existing methods but also indicated that they were able to effectively learn both spatial and temporal features for comprehensive ECG-based analysis. However, </w:t>
      </w:r>
      <w:r w:rsidR="008661E5" w:rsidRPr="00DF297C">
        <w:rPr>
          <w:rFonts w:asciiTheme="majorBidi" w:hAnsiTheme="majorBidi" w:cstheme="majorBidi"/>
        </w:rPr>
        <w:t>there are only two relatively small and controlled datasets used</w:t>
      </w:r>
      <w:r w:rsidR="002016F4" w:rsidRPr="00DF297C">
        <w:rPr>
          <w:rFonts w:asciiTheme="majorBidi" w:hAnsiTheme="majorBidi" w:cstheme="majorBidi"/>
        </w:rPr>
        <w:t xml:space="preserve">. Future work can gather larger and multi-center ECG data so that rare arrhythmias and subtler emotional signals will be captured. </w:t>
      </w:r>
      <w:r w:rsidR="00373BB8" w:rsidRPr="00DF297C">
        <w:rPr>
          <w:rFonts w:asciiTheme="majorBidi" w:hAnsiTheme="majorBidi" w:cstheme="majorBidi"/>
        </w:rPr>
        <w:t xml:space="preserve">Besides that, future work can also include confidence intervals </w:t>
      </w:r>
      <w:r w:rsidR="00A77E47" w:rsidRPr="00DF297C">
        <w:rPr>
          <w:rFonts w:asciiTheme="majorBidi" w:hAnsiTheme="majorBidi" w:cstheme="majorBidi"/>
        </w:rPr>
        <w:t xml:space="preserve">to enhance the performance evaluation of the model. </w:t>
      </w:r>
      <w:r w:rsidR="002016F4" w:rsidRPr="00DF297C">
        <w:rPr>
          <w:rFonts w:asciiTheme="majorBidi" w:hAnsiTheme="majorBidi" w:cstheme="majorBidi"/>
        </w:rPr>
        <w:t>Also, using techniques such as federated learning would ensure that the training of the model could be done across several hospital databases without having to share patients’ private records. Making parts of the ECG more understandable to clinicians by using SHAP or attention maps can build their trust in the system. Finally, the model can be more precise for each patient by adjusting it to their own heart rate patterns which helps it work well in all groups. By closing these gaps in statistics, interpretation and analysis, it will help the future works to develop ECG monitoring systems that are reliable, open and put patients first.</w:t>
      </w:r>
    </w:p>
    <w:p w14:paraId="07E500C7" w14:textId="0DDFA5A2" w:rsidR="0000516B" w:rsidRPr="00DF297C" w:rsidRDefault="0000516B" w:rsidP="0000516B">
      <w:pPr>
        <w:pStyle w:val="Heading1"/>
      </w:pPr>
      <w:r w:rsidRPr="00DF297C">
        <w:rPr>
          <w:rFonts w:asciiTheme="majorBidi" w:hAnsiTheme="majorBidi" w:cstheme="majorBidi"/>
        </w:rPr>
        <w:lastRenderedPageBreak/>
        <w:t>Acknowledgments</w:t>
      </w:r>
    </w:p>
    <w:p w14:paraId="273B95A7" w14:textId="062EC115" w:rsidR="005A1F78" w:rsidRPr="00DF297C" w:rsidRDefault="00061432" w:rsidP="00AF4BA4">
      <w:pPr>
        <w:spacing w:after="480"/>
        <w:ind w:firstLine="720"/>
        <w:jc w:val="both"/>
        <w:rPr>
          <w:sz w:val="20"/>
        </w:rPr>
      </w:pPr>
      <w:r w:rsidRPr="00DF297C">
        <w:rPr>
          <w:sz w:val="20"/>
        </w:rPr>
        <w:t>The authors would like to thank everyone for their direct or indirect support and encouragement</w:t>
      </w:r>
      <w:r w:rsidR="008661E5" w:rsidRPr="00DF297C">
        <w:rPr>
          <w:sz w:val="20"/>
        </w:rPr>
        <w:t xml:space="preserve">. </w:t>
      </w:r>
    </w:p>
    <w:p w14:paraId="6882D3C7" w14:textId="7E037179" w:rsidR="00100BB0" w:rsidRPr="00DF297C" w:rsidRDefault="0016385D" w:rsidP="00100BB0">
      <w:pPr>
        <w:pStyle w:val="Heading1"/>
        <w:rPr>
          <w:rFonts w:asciiTheme="majorBidi" w:hAnsiTheme="majorBidi" w:cstheme="majorBidi"/>
        </w:rPr>
      </w:pPr>
      <w:r w:rsidRPr="00DF297C">
        <w:rPr>
          <w:rFonts w:asciiTheme="majorBidi" w:hAnsiTheme="majorBidi" w:cstheme="majorBidi"/>
        </w:rPr>
        <w:t>References</w:t>
      </w:r>
    </w:p>
    <w:p w14:paraId="3B25D314" w14:textId="5827B52C" w:rsidR="00A74437" w:rsidRPr="00DF297C" w:rsidRDefault="00C876E7" w:rsidP="00C876E7">
      <w:pPr>
        <w:pStyle w:val="Paragraph"/>
        <w:numPr>
          <w:ilvl w:val="0"/>
          <w:numId w:val="46"/>
        </w:numPr>
        <w:rPr>
          <w:sz w:val="18"/>
          <w:szCs w:val="18"/>
        </w:rPr>
      </w:pPr>
      <w:r w:rsidRPr="00DF297C">
        <w:rPr>
          <w:sz w:val="18"/>
          <w:szCs w:val="18"/>
        </w:rPr>
        <w:t>M.B. Abubaker, and B. Babayiğit, “Detection of Cardiovascular Diseases in ECG Images Using Machine Learning and Deep Learning Methods,” IEEE Trans. Artif. Intell. </w:t>
      </w:r>
      <w:r w:rsidRPr="00DF297C">
        <w:rPr>
          <w:b/>
          <w:bCs/>
          <w:sz w:val="18"/>
          <w:szCs w:val="18"/>
        </w:rPr>
        <w:t>4</w:t>
      </w:r>
      <w:r w:rsidRPr="00DF297C">
        <w:rPr>
          <w:sz w:val="18"/>
          <w:szCs w:val="18"/>
        </w:rPr>
        <w:t>(2), 373–382 (2023).</w:t>
      </w:r>
    </w:p>
    <w:p w14:paraId="432E094D" w14:textId="0C69A5D8" w:rsidR="00C876E7" w:rsidRPr="00DF297C" w:rsidRDefault="00C876E7" w:rsidP="00C876E7">
      <w:pPr>
        <w:pStyle w:val="Paragraph"/>
        <w:numPr>
          <w:ilvl w:val="0"/>
          <w:numId w:val="46"/>
        </w:numPr>
        <w:rPr>
          <w:sz w:val="18"/>
          <w:szCs w:val="18"/>
        </w:rPr>
      </w:pPr>
      <w:r w:rsidRPr="00DF297C">
        <w:rPr>
          <w:sz w:val="18"/>
          <w:szCs w:val="18"/>
        </w:rPr>
        <w:t>D.M. Alsekait, A.Y. Shdefat, A. Nabil, A. Nawaz, M.R.R. Rana, Z. Ahmed, H. Fathi, and D.S. AbdElminaam, “Heart-Net: A Multi-Modal Deep Learning Approach for Diagnosing Cardiovascular Diseases,” CMC </w:t>
      </w:r>
      <w:r w:rsidRPr="00DF297C">
        <w:rPr>
          <w:b/>
          <w:bCs/>
          <w:sz w:val="18"/>
          <w:szCs w:val="18"/>
        </w:rPr>
        <w:t>80</w:t>
      </w:r>
      <w:r w:rsidRPr="00DF297C">
        <w:rPr>
          <w:sz w:val="18"/>
          <w:szCs w:val="18"/>
        </w:rPr>
        <w:t>(3), 3967–3990 (2024).</w:t>
      </w:r>
    </w:p>
    <w:p w14:paraId="2F254693" w14:textId="3ADB64FB" w:rsidR="00C876E7" w:rsidRPr="00DF297C" w:rsidRDefault="00C876E7" w:rsidP="00C876E7">
      <w:pPr>
        <w:pStyle w:val="Paragraph"/>
        <w:numPr>
          <w:ilvl w:val="0"/>
          <w:numId w:val="46"/>
        </w:numPr>
        <w:rPr>
          <w:sz w:val="18"/>
          <w:szCs w:val="18"/>
        </w:rPr>
      </w:pPr>
      <w:r w:rsidRPr="00DF297C">
        <w:rPr>
          <w:sz w:val="18"/>
          <w:szCs w:val="18"/>
        </w:rPr>
        <w:t>H. Bensenane, D. Aksa, F.W. Omari, and A. Rahmoun, “A deep learning-based cardio-vascular disease diagnosis system,” IJEECS </w:t>
      </w:r>
      <w:r w:rsidRPr="00DF297C">
        <w:rPr>
          <w:b/>
          <w:bCs/>
          <w:sz w:val="18"/>
          <w:szCs w:val="18"/>
        </w:rPr>
        <w:t>25</w:t>
      </w:r>
      <w:r w:rsidRPr="00DF297C">
        <w:rPr>
          <w:sz w:val="18"/>
          <w:szCs w:val="18"/>
        </w:rPr>
        <w:t>(2), 963 (2022).</w:t>
      </w:r>
    </w:p>
    <w:p w14:paraId="5DB5890A" w14:textId="529A2332" w:rsidR="00F8678B" w:rsidRPr="00DF297C" w:rsidRDefault="007B2D90" w:rsidP="00C876E7">
      <w:pPr>
        <w:pStyle w:val="Paragraph"/>
        <w:numPr>
          <w:ilvl w:val="0"/>
          <w:numId w:val="46"/>
        </w:numPr>
        <w:rPr>
          <w:sz w:val="18"/>
          <w:szCs w:val="18"/>
        </w:rPr>
      </w:pPr>
      <w:r w:rsidRPr="00DF297C">
        <w:rPr>
          <w:sz w:val="18"/>
          <w:szCs w:val="18"/>
        </w:rPr>
        <w:t>P. Sarkar, and A. Etemad, “Self-Supervised ECG Representation Learning for Emotion Recognition,” IEEE Trans. Affective Comput. </w:t>
      </w:r>
      <w:r w:rsidRPr="00DF297C">
        <w:rPr>
          <w:b/>
          <w:bCs/>
          <w:sz w:val="18"/>
          <w:szCs w:val="18"/>
        </w:rPr>
        <w:t>13</w:t>
      </w:r>
      <w:r w:rsidRPr="00DF297C">
        <w:rPr>
          <w:sz w:val="18"/>
          <w:szCs w:val="18"/>
        </w:rPr>
        <w:t>(3), 1541–1554 (2022).</w:t>
      </w:r>
    </w:p>
    <w:p w14:paraId="30839719" w14:textId="74BE48B9" w:rsidR="007B2D90" w:rsidRPr="00DF297C" w:rsidRDefault="007B2D90" w:rsidP="00C876E7">
      <w:pPr>
        <w:pStyle w:val="Paragraph"/>
        <w:numPr>
          <w:ilvl w:val="0"/>
          <w:numId w:val="46"/>
        </w:numPr>
        <w:rPr>
          <w:sz w:val="18"/>
          <w:szCs w:val="18"/>
        </w:rPr>
      </w:pPr>
      <w:r w:rsidRPr="00DF297C">
        <w:rPr>
          <w:sz w:val="18"/>
          <w:szCs w:val="18"/>
        </w:rPr>
        <w:t>A. Vulpe-Grigorasi, and O. Grigore, “A Neural Network Approach for Anxiety Detection Based on ECG,” in </w:t>
      </w:r>
      <w:r w:rsidRPr="00DF297C">
        <w:rPr>
          <w:i/>
          <w:iCs/>
          <w:sz w:val="18"/>
          <w:szCs w:val="18"/>
        </w:rPr>
        <w:t>2021 International Conference on E-Health and Bioengineering (EHB)</w:t>
      </w:r>
      <w:r w:rsidRPr="00DF297C">
        <w:rPr>
          <w:sz w:val="18"/>
          <w:szCs w:val="18"/>
        </w:rPr>
        <w:t>, (IEEE, Iasi, Romania, 2021), pp. 1–4.</w:t>
      </w:r>
    </w:p>
    <w:p w14:paraId="295D9896" w14:textId="113B8059" w:rsidR="007B2D90" w:rsidRPr="00DF297C" w:rsidRDefault="007B2D90" w:rsidP="00C876E7">
      <w:pPr>
        <w:pStyle w:val="Paragraph"/>
        <w:numPr>
          <w:ilvl w:val="0"/>
          <w:numId w:val="46"/>
        </w:numPr>
        <w:rPr>
          <w:sz w:val="18"/>
          <w:szCs w:val="18"/>
        </w:rPr>
      </w:pPr>
      <w:r w:rsidRPr="00DF297C">
        <w:rPr>
          <w:sz w:val="18"/>
          <w:szCs w:val="18"/>
        </w:rPr>
        <w:t>S. Nita, S. Bitam, M. Heidet, and A. Mellouk, “A new data augmentation convolutional neural network for human emotion recognition based on ECG signals,” Biomedical Signal Processing and Control </w:t>
      </w:r>
      <w:r w:rsidRPr="00DF297C">
        <w:rPr>
          <w:b/>
          <w:bCs/>
          <w:sz w:val="18"/>
          <w:szCs w:val="18"/>
        </w:rPr>
        <w:t>75</w:t>
      </w:r>
      <w:r w:rsidRPr="00DF297C">
        <w:rPr>
          <w:sz w:val="18"/>
          <w:szCs w:val="18"/>
        </w:rPr>
        <w:t>, 103580 (2022).</w:t>
      </w:r>
    </w:p>
    <w:p w14:paraId="3AA4C6C3" w14:textId="14B054B3" w:rsidR="007B2D90" w:rsidRPr="00DF297C" w:rsidRDefault="007B2D90" w:rsidP="00C876E7">
      <w:pPr>
        <w:pStyle w:val="Paragraph"/>
        <w:numPr>
          <w:ilvl w:val="0"/>
          <w:numId w:val="46"/>
        </w:numPr>
        <w:rPr>
          <w:sz w:val="18"/>
          <w:szCs w:val="18"/>
        </w:rPr>
      </w:pPr>
      <w:r w:rsidRPr="00DF297C">
        <w:rPr>
          <w:sz w:val="18"/>
          <w:szCs w:val="18"/>
        </w:rPr>
        <w:t>A. Dessai, and H. Virani, “Emotion Classification Based on CWT of ECG and GSR Signals Using Various CNN Models,” Electronics </w:t>
      </w:r>
      <w:r w:rsidRPr="00DF297C">
        <w:rPr>
          <w:b/>
          <w:bCs/>
          <w:sz w:val="18"/>
          <w:szCs w:val="18"/>
        </w:rPr>
        <w:t>12</w:t>
      </w:r>
      <w:r w:rsidRPr="00DF297C">
        <w:rPr>
          <w:sz w:val="18"/>
          <w:szCs w:val="18"/>
        </w:rPr>
        <w:t>(13), 2795 (2023).</w:t>
      </w:r>
    </w:p>
    <w:p w14:paraId="3D3F192F" w14:textId="7F19EED1" w:rsidR="007B2D90" w:rsidRPr="00DF297C" w:rsidRDefault="007B2D90" w:rsidP="00C876E7">
      <w:pPr>
        <w:pStyle w:val="Paragraph"/>
        <w:numPr>
          <w:ilvl w:val="0"/>
          <w:numId w:val="46"/>
        </w:numPr>
        <w:rPr>
          <w:sz w:val="18"/>
          <w:szCs w:val="18"/>
        </w:rPr>
      </w:pPr>
      <w:r w:rsidRPr="00DF297C">
        <w:rPr>
          <w:sz w:val="18"/>
          <w:szCs w:val="18"/>
        </w:rPr>
        <w:t>F.E. Oğuz, A. Alkan, and T. Schöler, “Emotion detection from ECG signals with different learning algorithms and automated feature engineering,” SIViP </w:t>
      </w:r>
      <w:r w:rsidRPr="00DF297C">
        <w:rPr>
          <w:b/>
          <w:bCs/>
          <w:sz w:val="18"/>
          <w:szCs w:val="18"/>
        </w:rPr>
        <w:t>17</w:t>
      </w:r>
      <w:r w:rsidRPr="00DF297C">
        <w:rPr>
          <w:sz w:val="18"/>
          <w:szCs w:val="18"/>
        </w:rPr>
        <w:t>(7), 3783–3791 (2023).</w:t>
      </w:r>
    </w:p>
    <w:p w14:paraId="1B9099C9" w14:textId="046C3AFA" w:rsidR="007B2D90" w:rsidRPr="00DF297C" w:rsidRDefault="007B2D90" w:rsidP="00C876E7">
      <w:pPr>
        <w:pStyle w:val="Paragraph"/>
        <w:numPr>
          <w:ilvl w:val="0"/>
          <w:numId w:val="46"/>
        </w:numPr>
        <w:rPr>
          <w:sz w:val="18"/>
          <w:szCs w:val="18"/>
        </w:rPr>
      </w:pPr>
      <w:r w:rsidRPr="00DF297C">
        <w:rPr>
          <w:sz w:val="18"/>
          <w:szCs w:val="18"/>
        </w:rPr>
        <w:t>M. Awais, M. Raza, N. Singh, K. Bashir, U. Manzoor, S.U. Islam, and J.J.P.C. Rodrigues, “LSTM-Based Emotion Detection Using Physiological Signals: IoT Framework for Healthcare and Distance Learning in COVID-19,” IEEE Internet Things J. </w:t>
      </w:r>
      <w:r w:rsidRPr="00DF297C">
        <w:rPr>
          <w:b/>
          <w:bCs/>
          <w:sz w:val="18"/>
          <w:szCs w:val="18"/>
        </w:rPr>
        <w:t>8</w:t>
      </w:r>
      <w:r w:rsidRPr="00DF297C">
        <w:rPr>
          <w:sz w:val="18"/>
          <w:szCs w:val="18"/>
        </w:rPr>
        <w:t>(23), 16863–16871 (2021).</w:t>
      </w:r>
    </w:p>
    <w:p w14:paraId="42AD4353" w14:textId="693D5F83" w:rsidR="007B2D90" w:rsidRPr="00DF297C" w:rsidRDefault="007B2D90" w:rsidP="00C876E7">
      <w:pPr>
        <w:pStyle w:val="Paragraph"/>
        <w:numPr>
          <w:ilvl w:val="0"/>
          <w:numId w:val="46"/>
        </w:numPr>
        <w:rPr>
          <w:sz w:val="18"/>
          <w:szCs w:val="18"/>
        </w:rPr>
      </w:pPr>
      <w:r w:rsidRPr="00DF297C">
        <w:rPr>
          <w:sz w:val="18"/>
          <w:szCs w:val="18"/>
        </w:rPr>
        <w:t>P. Sriram Kumar, P.K. Govarthan, A. Aleem Shaik Gadda, N. Ganapathy, and J. Fredo Agastinose Ronickom, “Deep Learning-Based Automated Emotion Recognition Using Multimodal Physiological Signals and Time-Frequency Methods,” IEEE Transactions on Instrumentation and Measurement </w:t>
      </w:r>
      <w:r w:rsidRPr="00DF297C">
        <w:rPr>
          <w:b/>
          <w:bCs/>
          <w:sz w:val="18"/>
          <w:szCs w:val="18"/>
        </w:rPr>
        <w:t>73</w:t>
      </w:r>
      <w:r w:rsidRPr="00DF297C">
        <w:rPr>
          <w:sz w:val="18"/>
          <w:szCs w:val="18"/>
        </w:rPr>
        <w:t>, 1–12 (2024).</w:t>
      </w:r>
    </w:p>
    <w:p w14:paraId="516C2BB7" w14:textId="37D2D2DA" w:rsidR="007B2D90" w:rsidRPr="00DF297C" w:rsidRDefault="007B2D90" w:rsidP="00C876E7">
      <w:pPr>
        <w:pStyle w:val="Paragraph"/>
        <w:numPr>
          <w:ilvl w:val="0"/>
          <w:numId w:val="46"/>
        </w:numPr>
        <w:rPr>
          <w:sz w:val="18"/>
          <w:szCs w:val="18"/>
        </w:rPr>
      </w:pPr>
      <w:r w:rsidRPr="00DF297C">
        <w:rPr>
          <w:sz w:val="18"/>
          <w:szCs w:val="18"/>
        </w:rPr>
        <w:t>P. Saha, A.K. Ansaruddin Kunju, M.E. Majid, S. Bin Abul Kashem, M. Nashbat, A. Ashraf, M. Hasan, A. Khandakar, M. Shafayet Hossain, A. Alqahtani, and M.E.H. Chowdhury, “Novel multimodal emotion detection method using Electroencephalogram and Electrocardiogram signals,” Biomedical Signal Processing and Control </w:t>
      </w:r>
      <w:r w:rsidRPr="00DF297C">
        <w:rPr>
          <w:b/>
          <w:bCs/>
          <w:sz w:val="18"/>
          <w:szCs w:val="18"/>
        </w:rPr>
        <w:t>92</w:t>
      </w:r>
      <w:r w:rsidRPr="00DF297C">
        <w:rPr>
          <w:sz w:val="18"/>
          <w:szCs w:val="18"/>
        </w:rPr>
        <w:t>, 106002 (2024).</w:t>
      </w:r>
    </w:p>
    <w:p w14:paraId="7E82C939" w14:textId="394177CB" w:rsidR="007B2D90" w:rsidRPr="00DF297C" w:rsidRDefault="007B2D90" w:rsidP="00C876E7">
      <w:pPr>
        <w:pStyle w:val="Paragraph"/>
        <w:numPr>
          <w:ilvl w:val="0"/>
          <w:numId w:val="46"/>
        </w:numPr>
        <w:rPr>
          <w:sz w:val="18"/>
          <w:szCs w:val="18"/>
        </w:rPr>
      </w:pPr>
      <w:r w:rsidRPr="00DF297C">
        <w:rPr>
          <w:sz w:val="18"/>
          <w:szCs w:val="18"/>
        </w:rPr>
        <w:t>T. Fan, S. Qiu, Z. Wang, H. Zhao, J. Jiang, Y. Wang, J. Xu, T. Sun, and N. Jiang, “A new deep convolutional neural network incorporating attentional mechanisms for ECG emotion recognition,” Computers in Biology and Medicine </w:t>
      </w:r>
      <w:r w:rsidRPr="00DF297C">
        <w:rPr>
          <w:b/>
          <w:bCs/>
          <w:sz w:val="18"/>
          <w:szCs w:val="18"/>
        </w:rPr>
        <w:t>159</w:t>
      </w:r>
      <w:r w:rsidRPr="00DF297C">
        <w:rPr>
          <w:sz w:val="18"/>
          <w:szCs w:val="18"/>
        </w:rPr>
        <w:t>, 106938 (2023).</w:t>
      </w:r>
    </w:p>
    <w:p w14:paraId="5081879F" w14:textId="4ADDA3E6" w:rsidR="007B2D90" w:rsidRPr="00DF297C" w:rsidRDefault="007B2D90" w:rsidP="00C876E7">
      <w:pPr>
        <w:pStyle w:val="Paragraph"/>
        <w:numPr>
          <w:ilvl w:val="0"/>
          <w:numId w:val="46"/>
        </w:numPr>
        <w:rPr>
          <w:sz w:val="18"/>
          <w:szCs w:val="18"/>
        </w:rPr>
      </w:pPr>
      <w:r w:rsidRPr="00DF297C">
        <w:rPr>
          <w:sz w:val="18"/>
          <w:szCs w:val="18"/>
        </w:rPr>
        <w:t>M.-W. Lee, Y.-H. Byeon, C.-U. Yeom, and K.-C. Kwak, “Deep Learning Based Emotion Recognition with the Use of Time-Scale Two-Dimensional Transformation from Electrocardiogram Signals,” KIEEP </w:t>
      </w:r>
      <w:r w:rsidRPr="00DF297C">
        <w:rPr>
          <w:b/>
          <w:bCs/>
          <w:sz w:val="18"/>
          <w:szCs w:val="18"/>
        </w:rPr>
        <w:t>70P</w:t>
      </w:r>
      <w:r w:rsidRPr="00DF297C">
        <w:rPr>
          <w:sz w:val="18"/>
          <w:szCs w:val="18"/>
        </w:rPr>
        <w:t>(3), 163–173 (2021).</w:t>
      </w:r>
    </w:p>
    <w:p w14:paraId="552CC6D1" w14:textId="6D5F0224" w:rsidR="007B2D90" w:rsidRPr="00DF297C" w:rsidRDefault="007B2D90" w:rsidP="00C876E7">
      <w:pPr>
        <w:pStyle w:val="Paragraph"/>
        <w:numPr>
          <w:ilvl w:val="0"/>
          <w:numId w:val="46"/>
        </w:numPr>
        <w:rPr>
          <w:sz w:val="18"/>
          <w:szCs w:val="18"/>
        </w:rPr>
      </w:pPr>
      <w:r w:rsidRPr="00DF297C">
        <w:rPr>
          <w:sz w:val="18"/>
          <w:szCs w:val="18"/>
        </w:rPr>
        <w:t>R. Harper, and J. Southern, “A Bayesian Deep Learning Framework for End-To-End Prediction of Emotion From Heartbeat,” IEEE Trans. Affective Comput. </w:t>
      </w:r>
      <w:r w:rsidRPr="00DF297C">
        <w:rPr>
          <w:b/>
          <w:bCs/>
          <w:sz w:val="18"/>
          <w:szCs w:val="18"/>
        </w:rPr>
        <w:t>13</w:t>
      </w:r>
      <w:r w:rsidRPr="00DF297C">
        <w:rPr>
          <w:sz w:val="18"/>
          <w:szCs w:val="18"/>
        </w:rPr>
        <w:t>(2), 985–991 (2022).</w:t>
      </w:r>
    </w:p>
    <w:p w14:paraId="77CCA815" w14:textId="1576F0BC" w:rsidR="007B2D90" w:rsidRPr="00DF297C" w:rsidRDefault="007B2D90" w:rsidP="00C876E7">
      <w:pPr>
        <w:pStyle w:val="Paragraph"/>
        <w:numPr>
          <w:ilvl w:val="0"/>
          <w:numId w:val="46"/>
        </w:numPr>
        <w:rPr>
          <w:sz w:val="18"/>
          <w:szCs w:val="18"/>
        </w:rPr>
      </w:pPr>
      <w:r w:rsidRPr="00DF297C">
        <w:rPr>
          <w:sz w:val="18"/>
          <w:szCs w:val="18"/>
        </w:rPr>
        <w:t>A. Waheed Awan, I. Taj, S. Khalid, S. Muhammad Usman, A.S. Imran, and M. Usman Akram, “Advancing Emotional Health Assessments: A Hybrid Deep Learning Approach Using Physiological Signals for Robust Emotion Recognition,” IEEE Access </w:t>
      </w:r>
      <w:r w:rsidRPr="00DF297C">
        <w:rPr>
          <w:b/>
          <w:bCs/>
          <w:sz w:val="18"/>
          <w:szCs w:val="18"/>
        </w:rPr>
        <w:t>12</w:t>
      </w:r>
      <w:r w:rsidRPr="00DF297C">
        <w:rPr>
          <w:sz w:val="18"/>
          <w:szCs w:val="18"/>
        </w:rPr>
        <w:t>, 141890–141904 (2024).</w:t>
      </w:r>
    </w:p>
    <w:p w14:paraId="1F8C37B1" w14:textId="63946795" w:rsidR="00F95501" w:rsidRPr="00DF297C" w:rsidRDefault="00F95501" w:rsidP="00C876E7">
      <w:pPr>
        <w:pStyle w:val="Paragraph"/>
        <w:numPr>
          <w:ilvl w:val="0"/>
          <w:numId w:val="46"/>
        </w:numPr>
        <w:rPr>
          <w:sz w:val="18"/>
          <w:szCs w:val="18"/>
        </w:rPr>
      </w:pPr>
      <w:r w:rsidRPr="00DF297C">
        <w:rPr>
          <w:sz w:val="18"/>
          <w:szCs w:val="18"/>
        </w:rPr>
        <w:t>A. Eleyan, E. AlBoghbaish, A. AlShatti, A. AlSultan, and D. AlDarbi, “RHYTHMI: A Deep Learning-Based Mobile ECG Device for Heart Disease Prediction,” ASI </w:t>
      </w:r>
      <w:r w:rsidRPr="00DF297C">
        <w:rPr>
          <w:b/>
          <w:bCs/>
          <w:sz w:val="18"/>
          <w:szCs w:val="18"/>
        </w:rPr>
        <w:t>7</w:t>
      </w:r>
      <w:r w:rsidRPr="00DF297C">
        <w:rPr>
          <w:sz w:val="18"/>
          <w:szCs w:val="18"/>
        </w:rPr>
        <w:t>(5), 77 (2024).</w:t>
      </w:r>
    </w:p>
    <w:p w14:paraId="14BC5406" w14:textId="2285EF02" w:rsidR="00F95501" w:rsidRPr="00DF297C" w:rsidRDefault="00F95501" w:rsidP="00C876E7">
      <w:pPr>
        <w:pStyle w:val="Paragraph"/>
        <w:numPr>
          <w:ilvl w:val="0"/>
          <w:numId w:val="46"/>
        </w:numPr>
        <w:rPr>
          <w:sz w:val="18"/>
          <w:szCs w:val="18"/>
        </w:rPr>
      </w:pPr>
      <w:r w:rsidRPr="00DF297C">
        <w:rPr>
          <w:sz w:val="18"/>
          <w:szCs w:val="18"/>
        </w:rPr>
        <w:t>J.W. Hughes, J. Tooley, J. Torres Soto, A. Ostropolets, T. Poterucha, M.K. Christensen, N. Yuan, B. Ehlert, D. Kaur, G. Kang, A. Rogers, S. Narayan, P. Elias, D. Ouyang, E. Ashley, J. Zou, and M.V. Perez, “A deep learning-based electrocardiogram risk score for long term cardiovascular death and disease,” Npj Digit. Med. </w:t>
      </w:r>
      <w:r w:rsidRPr="00DF297C">
        <w:rPr>
          <w:b/>
          <w:bCs/>
          <w:sz w:val="18"/>
          <w:szCs w:val="18"/>
        </w:rPr>
        <w:t>6</w:t>
      </w:r>
      <w:r w:rsidRPr="00DF297C">
        <w:rPr>
          <w:sz w:val="18"/>
          <w:szCs w:val="18"/>
        </w:rPr>
        <w:t>(1), 169 (2023).</w:t>
      </w:r>
    </w:p>
    <w:p w14:paraId="3F572615" w14:textId="4AB001BA" w:rsidR="00F95501" w:rsidRPr="00DF297C" w:rsidRDefault="00F95501" w:rsidP="00C876E7">
      <w:pPr>
        <w:pStyle w:val="Paragraph"/>
        <w:numPr>
          <w:ilvl w:val="0"/>
          <w:numId w:val="46"/>
        </w:numPr>
        <w:rPr>
          <w:sz w:val="18"/>
          <w:szCs w:val="18"/>
        </w:rPr>
      </w:pPr>
      <w:r w:rsidRPr="00DF297C">
        <w:rPr>
          <w:sz w:val="18"/>
          <w:szCs w:val="18"/>
        </w:rPr>
        <w:t>G. M., V. Ravi, S. V, G. E.A, and S. K.P, “Explainable Deep Learning-Based Approach for Multilabel Classification of Electrocardiogram,” IEEE Trans. Eng. Manage. </w:t>
      </w:r>
      <w:r w:rsidRPr="00DF297C">
        <w:rPr>
          <w:b/>
          <w:bCs/>
          <w:sz w:val="18"/>
          <w:szCs w:val="18"/>
        </w:rPr>
        <w:t>70</w:t>
      </w:r>
      <w:r w:rsidRPr="00DF297C">
        <w:rPr>
          <w:sz w:val="18"/>
          <w:szCs w:val="18"/>
        </w:rPr>
        <w:t>(8), 2787–2799 (2023).</w:t>
      </w:r>
    </w:p>
    <w:p w14:paraId="04F5A5EF" w14:textId="3B5805F4" w:rsidR="00F95501" w:rsidRPr="00DF297C" w:rsidRDefault="00F95501" w:rsidP="00C876E7">
      <w:pPr>
        <w:pStyle w:val="Paragraph"/>
        <w:numPr>
          <w:ilvl w:val="0"/>
          <w:numId w:val="46"/>
        </w:numPr>
        <w:rPr>
          <w:sz w:val="18"/>
          <w:szCs w:val="18"/>
        </w:rPr>
      </w:pPr>
      <w:r w:rsidRPr="00DF297C">
        <w:rPr>
          <w:sz w:val="18"/>
          <w:szCs w:val="18"/>
        </w:rPr>
        <w:t>C.-C. Lee, C.-S. Lin, C.-S. Tsai, T.-P. Tsao, C.-C. Cheng, J.-T. Liou, W.-S. Lin, C.-C. Lee, J.-T. Chen, and C. Lin, “A deep learning-based system capable of detecting pneumothorax via electrocardiogram,” Eur J Trauma Emerg Surg </w:t>
      </w:r>
      <w:r w:rsidRPr="00DF297C">
        <w:rPr>
          <w:b/>
          <w:bCs/>
          <w:sz w:val="18"/>
          <w:szCs w:val="18"/>
        </w:rPr>
        <w:t>48</w:t>
      </w:r>
      <w:r w:rsidRPr="00DF297C">
        <w:rPr>
          <w:sz w:val="18"/>
          <w:szCs w:val="18"/>
        </w:rPr>
        <w:t>(4), 3317–3326 (2022).</w:t>
      </w:r>
    </w:p>
    <w:p w14:paraId="2E06CEBE" w14:textId="287821C1" w:rsidR="006A3EA6" w:rsidRPr="00DF297C" w:rsidRDefault="006A3EA6" w:rsidP="00C876E7">
      <w:pPr>
        <w:pStyle w:val="Paragraph"/>
        <w:numPr>
          <w:ilvl w:val="0"/>
          <w:numId w:val="46"/>
        </w:numPr>
        <w:rPr>
          <w:sz w:val="18"/>
          <w:szCs w:val="18"/>
        </w:rPr>
      </w:pPr>
      <w:r w:rsidRPr="00DF297C">
        <w:rPr>
          <w:sz w:val="18"/>
          <w:szCs w:val="18"/>
        </w:rPr>
        <w:t>J.O. Victor, X. Chew, K.W. Khaw, and M.H. Lee, “A Cost-Based Dual ConvNet-Attention Transfer Learning Model for ECG Heartbeat Classification,” Journal of Informatics and Web Engineering </w:t>
      </w:r>
      <w:r w:rsidRPr="00DF297C">
        <w:rPr>
          <w:b/>
          <w:bCs/>
          <w:sz w:val="18"/>
          <w:szCs w:val="18"/>
        </w:rPr>
        <w:t>2</w:t>
      </w:r>
      <w:r w:rsidRPr="00DF297C">
        <w:rPr>
          <w:sz w:val="18"/>
          <w:szCs w:val="18"/>
        </w:rPr>
        <w:t>(2), 90–110 (2023).</w:t>
      </w:r>
    </w:p>
    <w:p w14:paraId="1B98CE46" w14:textId="77777777" w:rsidR="00F95501" w:rsidRPr="006A3EA6" w:rsidRDefault="00F95501" w:rsidP="00F95501">
      <w:pPr>
        <w:pStyle w:val="Paragraph"/>
        <w:ind w:left="644" w:firstLine="0"/>
        <w:rPr>
          <w:sz w:val="18"/>
          <w:szCs w:val="18"/>
        </w:rPr>
      </w:pPr>
    </w:p>
    <w:p w14:paraId="49CE3FF5" w14:textId="6082ED47" w:rsidR="00100BB0" w:rsidRPr="007C5A9A" w:rsidRDefault="00100BB0" w:rsidP="00F95501">
      <w:pPr>
        <w:pStyle w:val="Reference"/>
        <w:numPr>
          <w:ilvl w:val="0"/>
          <w:numId w:val="0"/>
        </w:numPr>
      </w:pPr>
    </w:p>
    <w:sectPr w:rsidR="00100BB0" w:rsidRPr="007C5A9A" w:rsidSect="00D30640">
      <w:pgSz w:w="12240" w:h="15840"/>
      <w:pgMar w:top="1440" w:right="1440" w:bottom="1440" w:left="1440" w:header="720" w:footer="720"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Haw Su Cheng" w:date="2025-09-18T20:32:00Z" w:initials="H">
    <w:p w14:paraId="4509800F" w14:textId="77777777" w:rsidR="00AD791E" w:rsidRDefault="00867A94" w:rsidP="00AD791E">
      <w:pPr>
        <w:pStyle w:val="CommentText"/>
      </w:pPr>
      <w:r>
        <w:rPr>
          <w:rStyle w:val="CommentReference"/>
        </w:rPr>
        <w:annotationRef/>
      </w:r>
    </w:p>
    <w:p w14:paraId="31EE62EF" w14:textId="77777777" w:rsidR="00AD791E" w:rsidRDefault="00AD791E" w:rsidP="00AD791E">
      <w:pPr>
        <w:pStyle w:val="CommentText"/>
      </w:pPr>
      <w:r>
        <w:rPr>
          <w:i/>
          <w:iCs/>
          <w:highlight w:val="yellow"/>
        </w:rPr>
        <w:t xml:space="preserve">Need first author email.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1EE62EF"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0F4DC93" w16cex:dateUtc="2025-09-18T12: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1EE62EF" w16cid:durableId="50F4DC9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73D1182"/>
    <w:multiLevelType w:val="hybridMultilevel"/>
    <w:tmpl w:val="5ADC03FE"/>
    <w:lvl w:ilvl="0" w:tplc="0AC222BE">
      <w:start w:val="1"/>
      <w:numFmt w:val="decimal"/>
      <w:lvlText w:val="%1."/>
      <w:lvlJc w:val="left"/>
      <w:pPr>
        <w:ind w:left="644" w:hanging="36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8"/>
  </w:num>
  <w:num w:numId="5" w16cid:durableId="1466237890">
    <w:abstractNumId w:val="12"/>
  </w:num>
  <w:num w:numId="6" w16cid:durableId="846751398">
    <w:abstractNumId w:val="5"/>
  </w:num>
  <w:num w:numId="7" w16cid:durableId="982584711">
    <w:abstractNumId w:val="7"/>
  </w:num>
  <w:num w:numId="8" w16cid:durableId="247734440">
    <w:abstractNumId w:val="1"/>
  </w:num>
  <w:num w:numId="9" w16cid:durableId="1514879319">
    <w:abstractNumId w:val="15"/>
  </w:num>
  <w:num w:numId="10" w16cid:durableId="1383210328">
    <w:abstractNumId w:val="10"/>
  </w:num>
  <w:num w:numId="11" w16cid:durableId="1513061117">
    <w:abstractNumId w:val="14"/>
  </w:num>
  <w:num w:numId="12" w16cid:durableId="958226418">
    <w:abstractNumId w:val="11"/>
  </w:num>
  <w:num w:numId="13" w16cid:durableId="771170886">
    <w:abstractNumId w:val="6"/>
  </w:num>
  <w:num w:numId="14" w16cid:durableId="1315187322">
    <w:abstractNumId w:val="15"/>
  </w:num>
  <w:num w:numId="15" w16cid:durableId="1726029251">
    <w:abstractNumId w:val="9"/>
  </w:num>
  <w:num w:numId="16" w16cid:durableId="1685588258">
    <w:abstractNumId w:val="6"/>
  </w:num>
  <w:num w:numId="17" w16cid:durableId="1886479068">
    <w:abstractNumId w:val="6"/>
  </w:num>
  <w:num w:numId="18" w16cid:durableId="122507144">
    <w:abstractNumId w:val="6"/>
  </w:num>
  <w:num w:numId="19" w16cid:durableId="377123869">
    <w:abstractNumId w:val="6"/>
  </w:num>
  <w:num w:numId="20" w16cid:durableId="497497882">
    <w:abstractNumId w:val="6"/>
  </w:num>
  <w:num w:numId="21" w16cid:durableId="1717657651">
    <w:abstractNumId w:val="6"/>
  </w:num>
  <w:num w:numId="22" w16cid:durableId="311255422">
    <w:abstractNumId w:val="6"/>
  </w:num>
  <w:num w:numId="23" w16cid:durableId="85927171">
    <w:abstractNumId w:val="6"/>
  </w:num>
  <w:num w:numId="24" w16cid:durableId="1880437806">
    <w:abstractNumId w:val="6"/>
  </w:num>
  <w:num w:numId="25" w16cid:durableId="392965441">
    <w:abstractNumId w:val="6"/>
  </w:num>
  <w:num w:numId="26" w16cid:durableId="1947694933">
    <w:abstractNumId w:val="6"/>
  </w:num>
  <w:num w:numId="27" w16cid:durableId="296030027">
    <w:abstractNumId w:val="6"/>
  </w:num>
  <w:num w:numId="28" w16cid:durableId="136382022">
    <w:abstractNumId w:val="6"/>
  </w:num>
  <w:num w:numId="29" w16cid:durableId="1747334233">
    <w:abstractNumId w:val="12"/>
  </w:num>
  <w:num w:numId="30" w16cid:durableId="1575971747">
    <w:abstractNumId w:val="12"/>
  </w:num>
  <w:num w:numId="31" w16cid:durableId="1939214429">
    <w:abstractNumId w:val="12"/>
    <w:lvlOverride w:ilvl="0">
      <w:startOverride w:val="1"/>
    </w:lvlOverride>
  </w:num>
  <w:num w:numId="32" w16cid:durableId="1782339355">
    <w:abstractNumId w:val="12"/>
  </w:num>
  <w:num w:numId="33" w16cid:durableId="957906086">
    <w:abstractNumId w:val="12"/>
    <w:lvlOverride w:ilvl="0">
      <w:startOverride w:val="1"/>
    </w:lvlOverride>
  </w:num>
  <w:num w:numId="34" w16cid:durableId="1087652185">
    <w:abstractNumId w:val="12"/>
    <w:lvlOverride w:ilvl="0">
      <w:startOverride w:val="1"/>
    </w:lvlOverride>
  </w:num>
  <w:num w:numId="35" w16cid:durableId="1054889863">
    <w:abstractNumId w:val="13"/>
    <w:lvlOverride w:ilvl="0">
      <w:startOverride w:val="1"/>
    </w:lvlOverride>
  </w:num>
  <w:num w:numId="36" w16cid:durableId="1812165908">
    <w:abstractNumId w:val="13"/>
  </w:num>
  <w:num w:numId="37" w16cid:durableId="1903178079">
    <w:abstractNumId w:val="13"/>
    <w:lvlOverride w:ilvl="0">
      <w:startOverride w:val="1"/>
    </w:lvlOverride>
  </w:num>
  <w:num w:numId="38" w16cid:durableId="1316564979">
    <w:abstractNumId w:val="13"/>
  </w:num>
  <w:num w:numId="39" w16cid:durableId="874267395">
    <w:abstractNumId w:val="13"/>
    <w:lvlOverride w:ilvl="0">
      <w:startOverride w:val="1"/>
    </w:lvlOverride>
  </w:num>
  <w:num w:numId="40" w16cid:durableId="1368025285">
    <w:abstractNumId w:val="13"/>
    <w:lvlOverride w:ilvl="0">
      <w:startOverride w:val="1"/>
    </w:lvlOverride>
  </w:num>
  <w:num w:numId="41" w16cid:durableId="944078796">
    <w:abstractNumId w:val="13"/>
    <w:lvlOverride w:ilvl="0">
      <w:startOverride w:val="1"/>
    </w:lvlOverride>
  </w:num>
  <w:num w:numId="42" w16cid:durableId="996031766">
    <w:abstractNumId w:val="13"/>
  </w:num>
  <w:num w:numId="43" w16cid:durableId="1289776494">
    <w:abstractNumId w:val="13"/>
  </w:num>
  <w:num w:numId="44" w16cid:durableId="1653829719">
    <w:abstractNumId w:val="2"/>
  </w:num>
  <w:num w:numId="45" w16cid:durableId="1775442011">
    <w:abstractNumId w:val="0"/>
  </w:num>
  <w:num w:numId="46" w16cid:durableId="690770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aw Su Cheng">
    <w15:presenceInfo w15:providerId="AD" w15:userId="S::sucheng@mmu.edu.my::071a560d-93af-4bd5-bd9e-8d5d368e97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516B"/>
    <w:rsid w:val="00010E4F"/>
    <w:rsid w:val="00014140"/>
    <w:rsid w:val="00023358"/>
    <w:rsid w:val="00025B4F"/>
    <w:rsid w:val="00027428"/>
    <w:rsid w:val="00030FD9"/>
    <w:rsid w:val="00031EC9"/>
    <w:rsid w:val="000371CF"/>
    <w:rsid w:val="00061432"/>
    <w:rsid w:val="00066FED"/>
    <w:rsid w:val="00070E6D"/>
    <w:rsid w:val="00075EA6"/>
    <w:rsid w:val="0007709F"/>
    <w:rsid w:val="00085352"/>
    <w:rsid w:val="00086F62"/>
    <w:rsid w:val="00090674"/>
    <w:rsid w:val="0009320B"/>
    <w:rsid w:val="00096AE0"/>
    <w:rsid w:val="000B1B74"/>
    <w:rsid w:val="000B3A2D"/>
    <w:rsid w:val="000B49C0"/>
    <w:rsid w:val="000C5183"/>
    <w:rsid w:val="000E0946"/>
    <w:rsid w:val="000E382F"/>
    <w:rsid w:val="000E75CD"/>
    <w:rsid w:val="000F09CD"/>
    <w:rsid w:val="00100BB0"/>
    <w:rsid w:val="001036BA"/>
    <w:rsid w:val="001146DC"/>
    <w:rsid w:val="00114AB1"/>
    <w:rsid w:val="00117F41"/>
    <w:rsid w:val="00117F97"/>
    <w:rsid w:val="001230FF"/>
    <w:rsid w:val="00130BD7"/>
    <w:rsid w:val="00155B67"/>
    <w:rsid w:val="001562AF"/>
    <w:rsid w:val="001616D3"/>
    <w:rsid w:val="00161A5B"/>
    <w:rsid w:val="0016385D"/>
    <w:rsid w:val="0016782F"/>
    <w:rsid w:val="00183695"/>
    <w:rsid w:val="001937E9"/>
    <w:rsid w:val="001964E5"/>
    <w:rsid w:val="001B263B"/>
    <w:rsid w:val="001B476A"/>
    <w:rsid w:val="001C764F"/>
    <w:rsid w:val="001C7BB3"/>
    <w:rsid w:val="001D469C"/>
    <w:rsid w:val="001E36DA"/>
    <w:rsid w:val="001E73AE"/>
    <w:rsid w:val="00201120"/>
    <w:rsid w:val="002016F4"/>
    <w:rsid w:val="00210C4C"/>
    <w:rsid w:val="0021619E"/>
    <w:rsid w:val="0023171B"/>
    <w:rsid w:val="00236BFC"/>
    <w:rsid w:val="00237437"/>
    <w:rsid w:val="002502FD"/>
    <w:rsid w:val="00274622"/>
    <w:rsid w:val="00285D24"/>
    <w:rsid w:val="002876C7"/>
    <w:rsid w:val="00290390"/>
    <w:rsid w:val="002915D3"/>
    <w:rsid w:val="002919BD"/>
    <w:rsid w:val="002924DB"/>
    <w:rsid w:val="002941DA"/>
    <w:rsid w:val="002B5648"/>
    <w:rsid w:val="002D3F41"/>
    <w:rsid w:val="002E3C35"/>
    <w:rsid w:val="002F180B"/>
    <w:rsid w:val="002F4DF9"/>
    <w:rsid w:val="002F5298"/>
    <w:rsid w:val="00305F58"/>
    <w:rsid w:val="00313D30"/>
    <w:rsid w:val="00324D77"/>
    <w:rsid w:val="00326AE0"/>
    <w:rsid w:val="00337E4F"/>
    <w:rsid w:val="00340C36"/>
    <w:rsid w:val="00346A9D"/>
    <w:rsid w:val="003734B2"/>
    <w:rsid w:val="00373BB8"/>
    <w:rsid w:val="0037638D"/>
    <w:rsid w:val="00392CE5"/>
    <w:rsid w:val="0039376F"/>
    <w:rsid w:val="00393CD5"/>
    <w:rsid w:val="003A287B"/>
    <w:rsid w:val="003A2999"/>
    <w:rsid w:val="003A5C85"/>
    <w:rsid w:val="003A61B1"/>
    <w:rsid w:val="003B0050"/>
    <w:rsid w:val="003C016E"/>
    <w:rsid w:val="003C5B71"/>
    <w:rsid w:val="003D0982"/>
    <w:rsid w:val="003D6312"/>
    <w:rsid w:val="003E7C74"/>
    <w:rsid w:val="003F31C6"/>
    <w:rsid w:val="003F3C8C"/>
    <w:rsid w:val="003F49BF"/>
    <w:rsid w:val="0040225B"/>
    <w:rsid w:val="00402DA2"/>
    <w:rsid w:val="004204D2"/>
    <w:rsid w:val="00425AC2"/>
    <w:rsid w:val="0044771F"/>
    <w:rsid w:val="00490EBF"/>
    <w:rsid w:val="0049568E"/>
    <w:rsid w:val="004B07ED"/>
    <w:rsid w:val="004B151D"/>
    <w:rsid w:val="004C44C5"/>
    <w:rsid w:val="004C7243"/>
    <w:rsid w:val="004E0BB6"/>
    <w:rsid w:val="004E21DE"/>
    <w:rsid w:val="004E3C57"/>
    <w:rsid w:val="004E3CB2"/>
    <w:rsid w:val="004F15FB"/>
    <w:rsid w:val="005002A0"/>
    <w:rsid w:val="00525105"/>
    <w:rsid w:val="00525813"/>
    <w:rsid w:val="0053513F"/>
    <w:rsid w:val="005573E8"/>
    <w:rsid w:val="00573368"/>
    <w:rsid w:val="00574405"/>
    <w:rsid w:val="005854B0"/>
    <w:rsid w:val="005A0E21"/>
    <w:rsid w:val="005A1F78"/>
    <w:rsid w:val="005A5F99"/>
    <w:rsid w:val="005B3A34"/>
    <w:rsid w:val="005B7079"/>
    <w:rsid w:val="005C5845"/>
    <w:rsid w:val="005D49AF"/>
    <w:rsid w:val="005D7C68"/>
    <w:rsid w:val="005E415C"/>
    <w:rsid w:val="005E5BCD"/>
    <w:rsid w:val="005E71ED"/>
    <w:rsid w:val="005E7946"/>
    <w:rsid w:val="005F7475"/>
    <w:rsid w:val="00611299"/>
    <w:rsid w:val="00613B4D"/>
    <w:rsid w:val="00615CD6"/>
    <w:rsid w:val="00616365"/>
    <w:rsid w:val="00616F3B"/>
    <w:rsid w:val="0061761B"/>
    <w:rsid w:val="006249A7"/>
    <w:rsid w:val="0063348A"/>
    <w:rsid w:val="00635D12"/>
    <w:rsid w:val="0064225B"/>
    <w:rsid w:val="006555B9"/>
    <w:rsid w:val="006763F9"/>
    <w:rsid w:val="006949BC"/>
    <w:rsid w:val="006A3EA6"/>
    <w:rsid w:val="006A7F82"/>
    <w:rsid w:val="006D1229"/>
    <w:rsid w:val="006D372F"/>
    <w:rsid w:val="006D7A18"/>
    <w:rsid w:val="006E4474"/>
    <w:rsid w:val="00701388"/>
    <w:rsid w:val="00723B7F"/>
    <w:rsid w:val="00723E32"/>
    <w:rsid w:val="0072558D"/>
    <w:rsid w:val="00725861"/>
    <w:rsid w:val="0073393A"/>
    <w:rsid w:val="0073539D"/>
    <w:rsid w:val="00767B8A"/>
    <w:rsid w:val="00774707"/>
    <w:rsid w:val="00775481"/>
    <w:rsid w:val="00775860"/>
    <w:rsid w:val="00796460"/>
    <w:rsid w:val="007A233B"/>
    <w:rsid w:val="007B2D90"/>
    <w:rsid w:val="007B4863"/>
    <w:rsid w:val="007B7080"/>
    <w:rsid w:val="007C5A9A"/>
    <w:rsid w:val="007C65E6"/>
    <w:rsid w:val="007D406B"/>
    <w:rsid w:val="007D4407"/>
    <w:rsid w:val="007E1CA3"/>
    <w:rsid w:val="007E294D"/>
    <w:rsid w:val="00812D62"/>
    <w:rsid w:val="00812F29"/>
    <w:rsid w:val="00815732"/>
    <w:rsid w:val="00821713"/>
    <w:rsid w:val="0082280B"/>
    <w:rsid w:val="00827050"/>
    <w:rsid w:val="00830B76"/>
    <w:rsid w:val="0083278B"/>
    <w:rsid w:val="00833491"/>
    <w:rsid w:val="00833CF8"/>
    <w:rsid w:val="00834538"/>
    <w:rsid w:val="00840144"/>
    <w:rsid w:val="00850E89"/>
    <w:rsid w:val="008661E5"/>
    <w:rsid w:val="00867A94"/>
    <w:rsid w:val="00873608"/>
    <w:rsid w:val="008840C0"/>
    <w:rsid w:val="00884BD2"/>
    <w:rsid w:val="008911D5"/>
    <w:rsid w:val="008930E4"/>
    <w:rsid w:val="00893821"/>
    <w:rsid w:val="008A7B9C"/>
    <w:rsid w:val="008A7FBF"/>
    <w:rsid w:val="008B39FA"/>
    <w:rsid w:val="008B4754"/>
    <w:rsid w:val="008E2724"/>
    <w:rsid w:val="008E68F8"/>
    <w:rsid w:val="008E6A7A"/>
    <w:rsid w:val="008F1038"/>
    <w:rsid w:val="008F7046"/>
    <w:rsid w:val="009005FC"/>
    <w:rsid w:val="00911AB5"/>
    <w:rsid w:val="00915636"/>
    <w:rsid w:val="00922E5A"/>
    <w:rsid w:val="00936628"/>
    <w:rsid w:val="00937298"/>
    <w:rsid w:val="00943315"/>
    <w:rsid w:val="00946C27"/>
    <w:rsid w:val="00982B1B"/>
    <w:rsid w:val="00990A4F"/>
    <w:rsid w:val="00993549"/>
    <w:rsid w:val="009A4F3D"/>
    <w:rsid w:val="009B22D0"/>
    <w:rsid w:val="009B5D94"/>
    <w:rsid w:val="009B696B"/>
    <w:rsid w:val="009B7671"/>
    <w:rsid w:val="009D644C"/>
    <w:rsid w:val="009E4B0D"/>
    <w:rsid w:val="009E5BA1"/>
    <w:rsid w:val="009F056E"/>
    <w:rsid w:val="009F630D"/>
    <w:rsid w:val="00A201B6"/>
    <w:rsid w:val="00A24F3D"/>
    <w:rsid w:val="00A26DCD"/>
    <w:rsid w:val="00A314BB"/>
    <w:rsid w:val="00A31B5B"/>
    <w:rsid w:val="00A32B7D"/>
    <w:rsid w:val="00A5596B"/>
    <w:rsid w:val="00A56320"/>
    <w:rsid w:val="00A646B3"/>
    <w:rsid w:val="00A6739B"/>
    <w:rsid w:val="00A739FF"/>
    <w:rsid w:val="00A74437"/>
    <w:rsid w:val="00A77E47"/>
    <w:rsid w:val="00A90413"/>
    <w:rsid w:val="00AA728C"/>
    <w:rsid w:val="00AB0A9C"/>
    <w:rsid w:val="00AB0D3B"/>
    <w:rsid w:val="00AB7119"/>
    <w:rsid w:val="00AD5855"/>
    <w:rsid w:val="00AD5B72"/>
    <w:rsid w:val="00AD791E"/>
    <w:rsid w:val="00AE7500"/>
    <w:rsid w:val="00AE7F87"/>
    <w:rsid w:val="00AF3542"/>
    <w:rsid w:val="00AF377B"/>
    <w:rsid w:val="00AF4BA4"/>
    <w:rsid w:val="00AF5ABE"/>
    <w:rsid w:val="00B00415"/>
    <w:rsid w:val="00B03C2A"/>
    <w:rsid w:val="00B1000D"/>
    <w:rsid w:val="00B10134"/>
    <w:rsid w:val="00B15A44"/>
    <w:rsid w:val="00B1610E"/>
    <w:rsid w:val="00B16BFE"/>
    <w:rsid w:val="00B212DC"/>
    <w:rsid w:val="00B23D52"/>
    <w:rsid w:val="00B500E5"/>
    <w:rsid w:val="00B81737"/>
    <w:rsid w:val="00B83283"/>
    <w:rsid w:val="00BA39BB"/>
    <w:rsid w:val="00BA3B3D"/>
    <w:rsid w:val="00BA7AC0"/>
    <w:rsid w:val="00BB7EEA"/>
    <w:rsid w:val="00BC37E3"/>
    <w:rsid w:val="00BD1909"/>
    <w:rsid w:val="00BE5E16"/>
    <w:rsid w:val="00BE5FD1"/>
    <w:rsid w:val="00BF3743"/>
    <w:rsid w:val="00C06E05"/>
    <w:rsid w:val="00C0740B"/>
    <w:rsid w:val="00C14B14"/>
    <w:rsid w:val="00C17370"/>
    <w:rsid w:val="00C2054D"/>
    <w:rsid w:val="00C252EB"/>
    <w:rsid w:val="00C26EC0"/>
    <w:rsid w:val="00C3018B"/>
    <w:rsid w:val="00C52828"/>
    <w:rsid w:val="00C5360C"/>
    <w:rsid w:val="00C56C77"/>
    <w:rsid w:val="00C84923"/>
    <w:rsid w:val="00C876E7"/>
    <w:rsid w:val="00C91C3F"/>
    <w:rsid w:val="00CB0CB3"/>
    <w:rsid w:val="00CB1B6F"/>
    <w:rsid w:val="00CB7B3E"/>
    <w:rsid w:val="00CC2DC6"/>
    <w:rsid w:val="00CC739D"/>
    <w:rsid w:val="00CD4612"/>
    <w:rsid w:val="00CE0527"/>
    <w:rsid w:val="00D0172D"/>
    <w:rsid w:val="00D04468"/>
    <w:rsid w:val="00D060EE"/>
    <w:rsid w:val="00D13567"/>
    <w:rsid w:val="00D171D6"/>
    <w:rsid w:val="00D17465"/>
    <w:rsid w:val="00D30640"/>
    <w:rsid w:val="00D36257"/>
    <w:rsid w:val="00D4687E"/>
    <w:rsid w:val="00D53A12"/>
    <w:rsid w:val="00D5710B"/>
    <w:rsid w:val="00D75BFC"/>
    <w:rsid w:val="00D83644"/>
    <w:rsid w:val="00D87E2A"/>
    <w:rsid w:val="00DB0C43"/>
    <w:rsid w:val="00DE3354"/>
    <w:rsid w:val="00DF297C"/>
    <w:rsid w:val="00DF2B7B"/>
    <w:rsid w:val="00DF56AE"/>
    <w:rsid w:val="00DF5952"/>
    <w:rsid w:val="00DF7DCD"/>
    <w:rsid w:val="00E208E5"/>
    <w:rsid w:val="00E2247E"/>
    <w:rsid w:val="00E254CF"/>
    <w:rsid w:val="00E50083"/>
    <w:rsid w:val="00E501BB"/>
    <w:rsid w:val="00E50B7D"/>
    <w:rsid w:val="00E61F68"/>
    <w:rsid w:val="00E904A1"/>
    <w:rsid w:val="00EA6976"/>
    <w:rsid w:val="00EB1783"/>
    <w:rsid w:val="00EB2DD7"/>
    <w:rsid w:val="00EB7D28"/>
    <w:rsid w:val="00EC0D0C"/>
    <w:rsid w:val="00EC2420"/>
    <w:rsid w:val="00ED4A2C"/>
    <w:rsid w:val="00EE4549"/>
    <w:rsid w:val="00EF6940"/>
    <w:rsid w:val="00F043EC"/>
    <w:rsid w:val="00F2044A"/>
    <w:rsid w:val="00F20BFC"/>
    <w:rsid w:val="00F24D5F"/>
    <w:rsid w:val="00F37B2B"/>
    <w:rsid w:val="00F54478"/>
    <w:rsid w:val="00F636E7"/>
    <w:rsid w:val="00F64808"/>
    <w:rsid w:val="00F726C3"/>
    <w:rsid w:val="00F74AF7"/>
    <w:rsid w:val="00F820CA"/>
    <w:rsid w:val="00F8554C"/>
    <w:rsid w:val="00F8678B"/>
    <w:rsid w:val="00F9354B"/>
    <w:rsid w:val="00F95501"/>
    <w:rsid w:val="00F95F82"/>
    <w:rsid w:val="00F97A90"/>
    <w:rsid w:val="00FA1322"/>
    <w:rsid w:val="00FA461E"/>
    <w:rsid w:val="00FC2F35"/>
    <w:rsid w:val="00FC3FD7"/>
    <w:rsid w:val="00FD1FC6"/>
    <w:rsid w:val="00FE5869"/>
    <w:rsid w:val="00FE5C83"/>
    <w:rsid w:val="00FE6CB8"/>
    <w:rsid w:val="00FF256B"/>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C3018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9029">
      <w:bodyDiv w:val="1"/>
      <w:marLeft w:val="0"/>
      <w:marRight w:val="0"/>
      <w:marTop w:val="0"/>
      <w:marBottom w:val="0"/>
      <w:divBdr>
        <w:top w:val="none" w:sz="0" w:space="0" w:color="auto"/>
        <w:left w:val="none" w:sz="0" w:space="0" w:color="auto"/>
        <w:bottom w:val="none" w:sz="0" w:space="0" w:color="auto"/>
        <w:right w:val="none" w:sz="0" w:space="0" w:color="auto"/>
      </w:divBdr>
    </w:div>
    <w:div w:id="31736100">
      <w:bodyDiv w:val="1"/>
      <w:marLeft w:val="0"/>
      <w:marRight w:val="0"/>
      <w:marTop w:val="0"/>
      <w:marBottom w:val="0"/>
      <w:divBdr>
        <w:top w:val="none" w:sz="0" w:space="0" w:color="auto"/>
        <w:left w:val="none" w:sz="0" w:space="0" w:color="auto"/>
        <w:bottom w:val="none" w:sz="0" w:space="0" w:color="auto"/>
        <w:right w:val="none" w:sz="0" w:space="0" w:color="auto"/>
      </w:divBdr>
      <w:divsChild>
        <w:div w:id="894197603">
          <w:marLeft w:val="640"/>
          <w:marRight w:val="0"/>
          <w:marTop w:val="0"/>
          <w:marBottom w:val="0"/>
          <w:divBdr>
            <w:top w:val="none" w:sz="0" w:space="0" w:color="auto"/>
            <w:left w:val="none" w:sz="0" w:space="0" w:color="auto"/>
            <w:bottom w:val="none" w:sz="0" w:space="0" w:color="auto"/>
            <w:right w:val="none" w:sz="0" w:space="0" w:color="auto"/>
          </w:divBdr>
        </w:div>
        <w:div w:id="1624338869">
          <w:marLeft w:val="640"/>
          <w:marRight w:val="0"/>
          <w:marTop w:val="0"/>
          <w:marBottom w:val="0"/>
          <w:divBdr>
            <w:top w:val="none" w:sz="0" w:space="0" w:color="auto"/>
            <w:left w:val="none" w:sz="0" w:space="0" w:color="auto"/>
            <w:bottom w:val="none" w:sz="0" w:space="0" w:color="auto"/>
            <w:right w:val="none" w:sz="0" w:space="0" w:color="auto"/>
          </w:divBdr>
        </w:div>
        <w:div w:id="107965855">
          <w:marLeft w:val="640"/>
          <w:marRight w:val="0"/>
          <w:marTop w:val="0"/>
          <w:marBottom w:val="0"/>
          <w:divBdr>
            <w:top w:val="none" w:sz="0" w:space="0" w:color="auto"/>
            <w:left w:val="none" w:sz="0" w:space="0" w:color="auto"/>
            <w:bottom w:val="none" w:sz="0" w:space="0" w:color="auto"/>
            <w:right w:val="none" w:sz="0" w:space="0" w:color="auto"/>
          </w:divBdr>
        </w:div>
        <w:div w:id="1845627095">
          <w:marLeft w:val="640"/>
          <w:marRight w:val="0"/>
          <w:marTop w:val="0"/>
          <w:marBottom w:val="0"/>
          <w:divBdr>
            <w:top w:val="none" w:sz="0" w:space="0" w:color="auto"/>
            <w:left w:val="none" w:sz="0" w:space="0" w:color="auto"/>
            <w:bottom w:val="none" w:sz="0" w:space="0" w:color="auto"/>
            <w:right w:val="none" w:sz="0" w:space="0" w:color="auto"/>
          </w:divBdr>
        </w:div>
        <w:div w:id="1154757189">
          <w:marLeft w:val="640"/>
          <w:marRight w:val="0"/>
          <w:marTop w:val="0"/>
          <w:marBottom w:val="0"/>
          <w:divBdr>
            <w:top w:val="none" w:sz="0" w:space="0" w:color="auto"/>
            <w:left w:val="none" w:sz="0" w:space="0" w:color="auto"/>
            <w:bottom w:val="none" w:sz="0" w:space="0" w:color="auto"/>
            <w:right w:val="none" w:sz="0" w:space="0" w:color="auto"/>
          </w:divBdr>
        </w:div>
        <w:div w:id="127548664">
          <w:marLeft w:val="640"/>
          <w:marRight w:val="0"/>
          <w:marTop w:val="0"/>
          <w:marBottom w:val="0"/>
          <w:divBdr>
            <w:top w:val="none" w:sz="0" w:space="0" w:color="auto"/>
            <w:left w:val="none" w:sz="0" w:space="0" w:color="auto"/>
            <w:bottom w:val="none" w:sz="0" w:space="0" w:color="auto"/>
            <w:right w:val="none" w:sz="0" w:space="0" w:color="auto"/>
          </w:divBdr>
        </w:div>
        <w:div w:id="2083484052">
          <w:marLeft w:val="640"/>
          <w:marRight w:val="0"/>
          <w:marTop w:val="0"/>
          <w:marBottom w:val="0"/>
          <w:divBdr>
            <w:top w:val="none" w:sz="0" w:space="0" w:color="auto"/>
            <w:left w:val="none" w:sz="0" w:space="0" w:color="auto"/>
            <w:bottom w:val="none" w:sz="0" w:space="0" w:color="auto"/>
            <w:right w:val="none" w:sz="0" w:space="0" w:color="auto"/>
          </w:divBdr>
        </w:div>
        <w:div w:id="721752446">
          <w:marLeft w:val="640"/>
          <w:marRight w:val="0"/>
          <w:marTop w:val="0"/>
          <w:marBottom w:val="0"/>
          <w:divBdr>
            <w:top w:val="none" w:sz="0" w:space="0" w:color="auto"/>
            <w:left w:val="none" w:sz="0" w:space="0" w:color="auto"/>
            <w:bottom w:val="none" w:sz="0" w:space="0" w:color="auto"/>
            <w:right w:val="none" w:sz="0" w:space="0" w:color="auto"/>
          </w:divBdr>
        </w:div>
        <w:div w:id="577792379">
          <w:marLeft w:val="640"/>
          <w:marRight w:val="0"/>
          <w:marTop w:val="0"/>
          <w:marBottom w:val="0"/>
          <w:divBdr>
            <w:top w:val="none" w:sz="0" w:space="0" w:color="auto"/>
            <w:left w:val="none" w:sz="0" w:space="0" w:color="auto"/>
            <w:bottom w:val="none" w:sz="0" w:space="0" w:color="auto"/>
            <w:right w:val="none" w:sz="0" w:space="0" w:color="auto"/>
          </w:divBdr>
        </w:div>
        <w:div w:id="771703523">
          <w:marLeft w:val="640"/>
          <w:marRight w:val="0"/>
          <w:marTop w:val="0"/>
          <w:marBottom w:val="0"/>
          <w:divBdr>
            <w:top w:val="none" w:sz="0" w:space="0" w:color="auto"/>
            <w:left w:val="none" w:sz="0" w:space="0" w:color="auto"/>
            <w:bottom w:val="none" w:sz="0" w:space="0" w:color="auto"/>
            <w:right w:val="none" w:sz="0" w:space="0" w:color="auto"/>
          </w:divBdr>
        </w:div>
        <w:div w:id="522551212">
          <w:marLeft w:val="640"/>
          <w:marRight w:val="0"/>
          <w:marTop w:val="0"/>
          <w:marBottom w:val="0"/>
          <w:divBdr>
            <w:top w:val="none" w:sz="0" w:space="0" w:color="auto"/>
            <w:left w:val="none" w:sz="0" w:space="0" w:color="auto"/>
            <w:bottom w:val="none" w:sz="0" w:space="0" w:color="auto"/>
            <w:right w:val="none" w:sz="0" w:space="0" w:color="auto"/>
          </w:divBdr>
        </w:div>
        <w:div w:id="760570943">
          <w:marLeft w:val="640"/>
          <w:marRight w:val="0"/>
          <w:marTop w:val="0"/>
          <w:marBottom w:val="0"/>
          <w:divBdr>
            <w:top w:val="none" w:sz="0" w:space="0" w:color="auto"/>
            <w:left w:val="none" w:sz="0" w:space="0" w:color="auto"/>
            <w:bottom w:val="none" w:sz="0" w:space="0" w:color="auto"/>
            <w:right w:val="none" w:sz="0" w:space="0" w:color="auto"/>
          </w:divBdr>
        </w:div>
        <w:div w:id="575626218">
          <w:marLeft w:val="640"/>
          <w:marRight w:val="0"/>
          <w:marTop w:val="0"/>
          <w:marBottom w:val="0"/>
          <w:divBdr>
            <w:top w:val="none" w:sz="0" w:space="0" w:color="auto"/>
            <w:left w:val="none" w:sz="0" w:space="0" w:color="auto"/>
            <w:bottom w:val="none" w:sz="0" w:space="0" w:color="auto"/>
            <w:right w:val="none" w:sz="0" w:space="0" w:color="auto"/>
          </w:divBdr>
        </w:div>
        <w:div w:id="2071801953">
          <w:marLeft w:val="640"/>
          <w:marRight w:val="0"/>
          <w:marTop w:val="0"/>
          <w:marBottom w:val="0"/>
          <w:divBdr>
            <w:top w:val="none" w:sz="0" w:space="0" w:color="auto"/>
            <w:left w:val="none" w:sz="0" w:space="0" w:color="auto"/>
            <w:bottom w:val="none" w:sz="0" w:space="0" w:color="auto"/>
            <w:right w:val="none" w:sz="0" w:space="0" w:color="auto"/>
          </w:divBdr>
        </w:div>
        <w:div w:id="19670443">
          <w:marLeft w:val="640"/>
          <w:marRight w:val="0"/>
          <w:marTop w:val="0"/>
          <w:marBottom w:val="0"/>
          <w:divBdr>
            <w:top w:val="none" w:sz="0" w:space="0" w:color="auto"/>
            <w:left w:val="none" w:sz="0" w:space="0" w:color="auto"/>
            <w:bottom w:val="none" w:sz="0" w:space="0" w:color="auto"/>
            <w:right w:val="none" w:sz="0" w:space="0" w:color="auto"/>
          </w:divBdr>
        </w:div>
        <w:div w:id="2073573889">
          <w:marLeft w:val="640"/>
          <w:marRight w:val="0"/>
          <w:marTop w:val="0"/>
          <w:marBottom w:val="0"/>
          <w:divBdr>
            <w:top w:val="none" w:sz="0" w:space="0" w:color="auto"/>
            <w:left w:val="none" w:sz="0" w:space="0" w:color="auto"/>
            <w:bottom w:val="none" w:sz="0" w:space="0" w:color="auto"/>
            <w:right w:val="none" w:sz="0" w:space="0" w:color="auto"/>
          </w:divBdr>
        </w:div>
        <w:div w:id="796682438">
          <w:marLeft w:val="640"/>
          <w:marRight w:val="0"/>
          <w:marTop w:val="0"/>
          <w:marBottom w:val="0"/>
          <w:divBdr>
            <w:top w:val="none" w:sz="0" w:space="0" w:color="auto"/>
            <w:left w:val="none" w:sz="0" w:space="0" w:color="auto"/>
            <w:bottom w:val="none" w:sz="0" w:space="0" w:color="auto"/>
            <w:right w:val="none" w:sz="0" w:space="0" w:color="auto"/>
          </w:divBdr>
        </w:div>
        <w:div w:id="237444557">
          <w:marLeft w:val="640"/>
          <w:marRight w:val="0"/>
          <w:marTop w:val="0"/>
          <w:marBottom w:val="0"/>
          <w:divBdr>
            <w:top w:val="none" w:sz="0" w:space="0" w:color="auto"/>
            <w:left w:val="none" w:sz="0" w:space="0" w:color="auto"/>
            <w:bottom w:val="none" w:sz="0" w:space="0" w:color="auto"/>
            <w:right w:val="none" w:sz="0" w:space="0" w:color="auto"/>
          </w:divBdr>
        </w:div>
        <w:div w:id="2109736723">
          <w:marLeft w:val="640"/>
          <w:marRight w:val="0"/>
          <w:marTop w:val="0"/>
          <w:marBottom w:val="0"/>
          <w:divBdr>
            <w:top w:val="none" w:sz="0" w:space="0" w:color="auto"/>
            <w:left w:val="none" w:sz="0" w:space="0" w:color="auto"/>
            <w:bottom w:val="none" w:sz="0" w:space="0" w:color="auto"/>
            <w:right w:val="none" w:sz="0" w:space="0" w:color="auto"/>
          </w:divBdr>
        </w:div>
      </w:divsChild>
    </w:div>
    <w:div w:id="33628592">
      <w:bodyDiv w:val="1"/>
      <w:marLeft w:val="0"/>
      <w:marRight w:val="0"/>
      <w:marTop w:val="0"/>
      <w:marBottom w:val="0"/>
      <w:divBdr>
        <w:top w:val="none" w:sz="0" w:space="0" w:color="auto"/>
        <w:left w:val="none" w:sz="0" w:space="0" w:color="auto"/>
        <w:bottom w:val="none" w:sz="0" w:space="0" w:color="auto"/>
        <w:right w:val="none" w:sz="0" w:space="0" w:color="auto"/>
      </w:divBdr>
      <w:divsChild>
        <w:div w:id="1572036390">
          <w:marLeft w:val="640"/>
          <w:marRight w:val="0"/>
          <w:marTop w:val="0"/>
          <w:marBottom w:val="0"/>
          <w:divBdr>
            <w:top w:val="none" w:sz="0" w:space="0" w:color="auto"/>
            <w:left w:val="none" w:sz="0" w:space="0" w:color="auto"/>
            <w:bottom w:val="none" w:sz="0" w:space="0" w:color="auto"/>
            <w:right w:val="none" w:sz="0" w:space="0" w:color="auto"/>
          </w:divBdr>
        </w:div>
        <w:div w:id="1395010986">
          <w:marLeft w:val="640"/>
          <w:marRight w:val="0"/>
          <w:marTop w:val="0"/>
          <w:marBottom w:val="0"/>
          <w:divBdr>
            <w:top w:val="none" w:sz="0" w:space="0" w:color="auto"/>
            <w:left w:val="none" w:sz="0" w:space="0" w:color="auto"/>
            <w:bottom w:val="none" w:sz="0" w:space="0" w:color="auto"/>
            <w:right w:val="none" w:sz="0" w:space="0" w:color="auto"/>
          </w:divBdr>
        </w:div>
        <w:div w:id="800074627">
          <w:marLeft w:val="640"/>
          <w:marRight w:val="0"/>
          <w:marTop w:val="0"/>
          <w:marBottom w:val="0"/>
          <w:divBdr>
            <w:top w:val="none" w:sz="0" w:space="0" w:color="auto"/>
            <w:left w:val="none" w:sz="0" w:space="0" w:color="auto"/>
            <w:bottom w:val="none" w:sz="0" w:space="0" w:color="auto"/>
            <w:right w:val="none" w:sz="0" w:space="0" w:color="auto"/>
          </w:divBdr>
        </w:div>
        <w:div w:id="1477605852">
          <w:marLeft w:val="640"/>
          <w:marRight w:val="0"/>
          <w:marTop w:val="0"/>
          <w:marBottom w:val="0"/>
          <w:divBdr>
            <w:top w:val="none" w:sz="0" w:space="0" w:color="auto"/>
            <w:left w:val="none" w:sz="0" w:space="0" w:color="auto"/>
            <w:bottom w:val="none" w:sz="0" w:space="0" w:color="auto"/>
            <w:right w:val="none" w:sz="0" w:space="0" w:color="auto"/>
          </w:divBdr>
        </w:div>
        <w:div w:id="150372009">
          <w:marLeft w:val="640"/>
          <w:marRight w:val="0"/>
          <w:marTop w:val="0"/>
          <w:marBottom w:val="0"/>
          <w:divBdr>
            <w:top w:val="none" w:sz="0" w:space="0" w:color="auto"/>
            <w:left w:val="none" w:sz="0" w:space="0" w:color="auto"/>
            <w:bottom w:val="none" w:sz="0" w:space="0" w:color="auto"/>
            <w:right w:val="none" w:sz="0" w:space="0" w:color="auto"/>
          </w:divBdr>
        </w:div>
        <w:div w:id="1885097886">
          <w:marLeft w:val="640"/>
          <w:marRight w:val="0"/>
          <w:marTop w:val="0"/>
          <w:marBottom w:val="0"/>
          <w:divBdr>
            <w:top w:val="none" w:sz="0" w:space="0" w:color="auto"/>
            <w:left w:val="none" w:sz="0" w:space="0" w:color="auto"/>
            <w:bottom w:val="none" w:sz="0" w:space="0" w:color="auto"/>
            <w:right w:val="none" w:sz="0" w:space="0" w:color="auto"/>
          </w:divBdr>
        </w:div>
        <w:div w:id="212229250">
          <w:marLeft w:val="640"/>
          <w:marRight w:val="0"/>
          <w:marTop w:val="0"/>
          <w:marBottom w:val="0"/>
          <w:divBdr>
            <w:top w:val="none" w:sz="0" w:space="0" w:color="auto"/>
            <w:left w:val="none" w:sz="0" w:space="0" w:color="auto"/>
            <w:bottom w:val="none" w:sz="0" w:space="0" w:color="auto"/>
            <w:right w:val="none" w:sz="0" w:space="0" w:color="auto"/>
          </w:divBdr>
        </w:div>
        <w:div w:id="1327593349">
          <w:marLeft w:val="640"/>
          <w:marRight w:val="0"/>
          <w:marTop w:val="0"/>
          <w:marBottom w:val="0"/>
          <w:divBdr>
            <w:top w:val="none" w:sz="0" w:space="0" w:color="auto"/>
            <w:left w:val="none" w:sz="0" w:space="0" w:color="auto"/>
            <w:bottom w:val="none" w:sz="0" w:space="0" w:color="auto"/>
            <w:right w:val="none" w:sz="0" w:space="0" w:color="auto"/>
          </w:divBdr>
        </w:div>
        <w:div w:id="354619062">
          <w:marLeft w:val="640"/>
          <w:marRight w:val="0"/>
          <w:marTop w:val="0"/>
          <w:marBottom w:val="0"/>
          <w:divBdr>
            <w:top w:val="none" w:sz="0" w:space="0" w:color="auto"/>
            <w:left w:val="none" w:sz="0" w:space="0" w:color="auto"/>
            <w:bottom w:val="none" w:sz="0" w:space="0" w:color="auto"/>
            <w:right w:val="none" w:sz="0" w:space="0" w:color="auto"/>
          </w:divBdr>
        </w:div>
        <w:div w:id="1454329682">
          <w:marLeft w:val="640"/>
          <w:marRight w:val="0"/>
          <w:marTop w:val="0"/>
          <w:marBottom w:val="0"/>
          <w:divBdr>
            <w:top w:val="none" w:sz="0" w:space="0" w:color="auto"/>
            <w:left w:val="none" w:sz="0" w:space="0" w:color="auto"/>
            <w:bottom w:val="none" w:sz="0" w:space="0" w:color="auto"/>
            <w:right w:val="none" w:sz="0" w:space="0" w:color="auto"/>
          </w:divBdr>
        </w:div>
        <w:div w:id="1821845660">
          <w:marLeft w:val="640"/>
          <w:marRight w:val="0"/>
          <w:marTop w:val="0"/>
          <w:marBottom w:val="0"/>
          <w:divBdr>
            <w:top w:val="none" w:sz="0" w:space="0" w:color="auto"/>
            <w:left w:val="none" w:sz="0" w:space="0" w:color="auto"/>
            <w:bottom w:val="none" w:sz="0" w:space="0" w:color="auto"/>
            <w:right w:val="none" w:sz="0" w:space="0" w:color="auto"/>
          </w:divBdr>
        </w:div>
        <w:div w:id="700277586">
          <w:marLeft w:val="640"/>
          <w:marRight w:val="0"/>
          <w:marTop w:val="0"/>
          <w:marBottom w:val="0"/>
          <w:divBdr>
            <w:top w:val="none" w:sz="0" w:space="0" w:color="auto"/>
            <w:left w:val="none" w:sz="0" w:space="0" w:color="auto"/>
            <w:bottom w:val="none" w:sz="0" w:space="0" w:color="auto"/>
            <w:right w:val="none" w:sz="0" w:space="0" w:color="auto"/>
          </w:divBdr>
        </w:div>
        <w:div w:id="834302279">
          <w:marLeft w:val="640"/>
          <w:marRight w:val="0"/>
          <w:marTop w:val="0"/>
          <w:marBottom w:val="0"/>
          <w:divBdr>
            <w:top w:val="none" w:sz="0" w:space="0" w:color="auto"/>
            <w:left w:val="none" w:sz="0" w:space="0" w:color="auto"/>
            <w:bottom w:val="none" w:sz="0" w:space="0" w:color="auto"/>
            <w:right w:val="none" w:sz="0" w:space="0" w:color="auto"/>
          </w:divBdr>
        </w:div>
        <w:div w:id="1635480055">
          <w:marLeft w:val="640"/>
          <w:marRight w:val="0"/>
          <w:marTop w:val="0"/>
          <w:marBottom w:val="0"/>
          <w:divBdr>
            <w:top w:val="none" w:sz="0" w:space="0" w:color="auto"/>
            <w:left w:val="none" w:sz="0" w:space="0" w:color="auto"/>
            <w:bottom w:val="none" w:sz="0" w:space="0" w:color="auto"/>
            <w:right w:val="none" w:sz="0" w:space="0" w:color="auto"/>
          </w:divBdr>
        </w:div>
        <w:div w:id="1958294866">
          <w:marLeft w:val="640"/>
          <w:marRight w:val="0"/>
          <w:marTop w:val="0"/>
          <w:marBottom w:val="0"/>
          <w:divBdr>
            <w:top w:val="none" w:sz="0" w:space="0" w:color="auto"/>
            <w:left w:val="none" w:sz="0" w:space="0" w:color="auto"/>
            <w:bottom w:val="none" w:sz="0" w:space="0" w:color="auto"/>
            <w:right w:val="none" w:sz="0" w:space="0" w:color="auto"/>
          </w:divBdr>
        </w:div>
        <w:div w:id="114443470">
          <w:marLeft w:val="640"/>
          <w:marRight w:val="0"/>
          <w:marTop w:val="0"/>
          <w:marBottom w:val="0"/>
          <w:divBdr>
            <w:top w:val="none" w:sz="0" w:space="0" w:color="auto"/>
            <w:left w:val="none" w:sz="0" w:space="0" w:color="auto"/>
            <w:bottom w:val="none" w:sz="0" w:space="0" w:color="auto"/>
            <w:right w:val="none" w:sz="0" w:space="0" w:color="auto"/>
          </w:divBdr>
        </w:div>
        <w:div w:id="1381251516">
          <w:marLeft w:val="640"/>
          <w:marRight w:val="0"/>
          <w:marTop w:val="0"/>
          <w:marBottom w:val="0"/>
          <w:divBdr>
            <w:top w:val="none" w:sz="0" w:space="0" w:color="auto"/>
            <w:left w:val="none" w:sz="0" w:space="0" w:color="auto"/>
            <w:bottom w:val="none" w:sz="0" w:space="0" w:color="auto"/>
            <w:right w:val="none" w:sz="0" w:space="0" w:color="auto"/>
          </w:divBdr>
        </w:div>
        <w:div w:id="1141969242">
          <w:marLeft w:val="640"/>
          <w:marRight w:val="0"/>
          <w:marTop w:val="0"/>
          <w:marBottom w:val="0"/>
          <w:divBdr>
            <w:top w:val="none" w:sz="0" w:space="0" w:color="auto"/>
            <w:left w:val="none" w:sz="0" w:space="0" w:color="auto"/>
            <w:bottom w:val="none" w:sz="0" w:space="0" w:color="auto"/>
            <w:right w:val="none" w:sz="0" w:space="0" w:color="auto"/>
          </w:divBdr>
        </w:div>
        <w:div w:id="1672099299">
          <w:marLeft w:val="640"/>
          <w:marRight w:val="0"/>
          <w:marTop w:val="0"/>
          <w:marBottom w:val="0"/>
          <w:divBdr>
            <w:top w:val="none" w:sz="0" w:space="0" w:color="auto"/>
            <w:left w:val="none" w:sz="0" w:space="0" w:color="auto"/>
            <w:bottom w:val="none" w:sz="0" w:space="0" w:color="auto"/>
            <w:right w:val="none" w:sz="0" w:space="0" w:color="auto"/>
          </w:divBdr>
        </w:div>
      </w:divsChild>
    </w:div>
    <w:div w:id="89785187">
      <w:bodyDiv w:val="1"/>
      <w:marLeft w:val="0"/>
      <w:marRight w:val="0"/>
      <w:marTop w:val="0"/>
      <w:marBottom w:val="0"/>
      <w:divBdr>
        <w:top w:val="none" w:sz="0" w:space="0" w:color="auto"/>
        <w:left w:val="none" w:sz="0" w:space="0" w:color="auto"/>
        <w:bottom w:val="none" w:sz="0" w:space="0" w:color="auto"/>
        <w:right w:val="none" w:sz="0" w:space="0" w:color="auto"/>
      </w:divBdr>
      <w:divsChild>
        <w:div w:id="2106075732">
          <w:marLeft w:val="640"/>
          <w:marRight w:val="0"/>
          <w:marTop w:val="0"/>
          <w:marBottom w:val="0"/>
          <w:divBdr>
            <w:top w:val="none" w:sz="0" w:space="0" w:color="auto"/>
            <w:left w:val="none" w:sz="0" w:space="0" w:color="auto"/>
            <w:bottom w:val="none" w:sz="0" w:space="0" w:color="auto"/>
            <w:right w:val="none" w:sz="0" w:space="0" w:color="auto"/>
          </w:divBdr>
        </w:div>
        <w:div w:id="1640574598">
          <w:marLeft w:val="640"/>
          <w:marRight w:val="0"/>
          <w:marTop w:val="0"/>
          <w:marBottom w:val="0"/>
          <w:divBdr>
            <w:top w:val="none" w:sz="0" w:space="0" w:color="auto"/>
            <w:left w:val="none" w:sz="0" w:space="0" w:color="auto"/>
            <w:bottom w:val="none" w:sz="0" w:space="0" w:color="auto"/>
            <w:right w:val="none" w:sz="0" w:space="0" w:color="auto"/>
          </w:divBdr>
        </w:div>
        <w:div w:id="820852771">
          <w:marLeft w:val="640"/>
          <w:marRight w:val="0"/>
          <w:marTop w:val="0"/>
          <w:marBottom w:val="0"/>
          <w:divBdr>
            <w:top w:val="none" w:sz="0" w:space="0" w:color="auto"/>
            <w:left w:val="none" w:sz="0" w:space="0" w:color="auto"/>
            <w:bottom w:val="none" w:sz="0" w:space="0" w:color="auto"/>
            <w:right w:val="none" w:sz="0" w:space="0" w:color="auto"/>
          </w:divBdr>
        </w:div>
        <w:div w:id="364794985">
          <w:marLeft w:val="640"/>
          <w:marRight w:val="0"/>
          <w:marTop w:val="0"/>
          <w:marBottom w:val="0"/>
          <w:divBdr>
            <w:top w:val="none" w:sz="0" w:space="0" w:color="auto"/>
            <w:left w:val="none" w:sz="0" w:space="0" w:color="auto"/>
            <w:bottom w:val="none" w:sz="0" w:space="0" w:color="auto"/>
            <w:right w:val="none" w:sz="0" w:space="0" w:color="auto"/>
          </w:divBdr>
        </w:div>
        <w:div w:id="248392970">
          <w:marLeft w:val="640"/>
          <w:marRight w:val="0"/>
          <w:marTop w:val="0"/>
          <w:marBottom w:val="0"/>
          <w:divBdr>
            <w:top w:val="none" w:sz="0" w:space="0" w:color="auto"/>
            <w:left w:val="none" w:sz="0" w:space="0" w:color="auto"/>
            <w:bottom w:val="none" w:sz="0" w:space="0" w:color="auto"/>
            <w:right w:val="none" w:sz="0" w:space="0" w:color="auto"/>
          </w:divBdr>
        </w:div>
        <w:div w:id="1556627760">
          <w:marLeft w:val="640"/>
          <w:marRight w:val="0"/>
          <w:marTop w:val="0"/>
          <w:marBottom w:val="0"/>
          <w:divBdr>
            <w:top w:val="none" w:sz="0" w:space="0" w:color="auto"/>
            <w:left w:val="none" w:sz="0" w:space="0" w:color="auto"/>
            <w:bottom w:val="none" w:sz="0" w:space="0" w:color="auto"/>
            <w:right w:val="none" w:sz="0" w:space="0" w:color="auto"/>
          </w:divBdr>
        </w:div>
        <w:div w:id="993099148">
          <w:marLeft w:val="640"/>
          <w:marRight w:val="0"/>
          <w:marTop w:val="0"/>
          <w:marBottom w:val="0"/>
          <w:divBdr>
            <w:top w:val="none" w:sz="0" w:space="0" w:color="auto"/>
            <w:left w:val="none" w:sz="0" w:space="0" w:color="auto"/>
            <w:bottom w:val="none" w:sz="0" w:space="0" w:color="auto"/>
            <w:right w:val="none" w:sz="0" w:space="0" w:color="auto"/>
          </w:divBdr>
        </w:div>
        <w:div w:id="380442973">
          <w:marLeft w:val="640"/>
          <w:marRight w:val="0"/>
          <w:marTop w:val="0"/>
          <w:marBottom w:val="0"/>
          <w:divBdr>
            <w:top w:val="none" w:sz="0" w:space="0" w:color="auto"/>
            <w:left w:val="none" w:sz="0" w:space="0" w:color="auto"/>
            <w:bottom w:val="none" w:sz="0" w:space="0" w:color="auto"/>
            <w:right w:val="none" w:sz="0" w:space="0" w:color="auto"/>
          </w:divBdr>
        </w:div>
        <w:div w:id="212229126">
          <w:marLeft w:val="640"/>
          <w:marRight w:val="0"/>
          <w:marTop w:val="0"/>
          <w:marBottom w:val="0"/>
          <w:divBdr>
            <w:top w:val="none" w:sz="0" w:space="0" w:color="auto"/>
            <w:left w:val="none" w:sz="0" w:space="0" w:color="auto"/>
            <w:bottom w:val="none" w:sz="0" w:space="0" w:color="auto"/>
            <w:right w:val="none" w:sz="0" w:space="0" w:color="auto"/>
          </w:divBdr>
        </w:div>
        <w:div w:id="814685142">
          <w:marLeft w:val="640"/>
          <w:marRight w:val="0"/>
          <w:marTop w:val="0"/>
          <w:marBottom w:val="0"/>
          <w:divBdr>
            <w:top w:val="none" w:sz="0" w:space="0" w:color="auto"/>
            <w:left w:val="none" w:sz="0" w:space="0" w:color="auto"/>
            <w:bottom w:val="none" w:sz="0" w:space="0" w:color="auto"/>
            <w:right w:val="none" w:sz="0" w:space="0" w:color="auto"/>
          </w:divBdr>
        </w:div>
        <w:div w:id="1359550394">
          <w:marLeft w:val="640"/>
          <w:marRight w:val="0"/>
          <w:marTop w:val="0"/>
          <w:marBottom w:val="0"/>
          <w:divBdr>
            <w:top w:val="none" w:sz="0" w:space="0" w:color="auto"/>
            <w:left w:val="none" w:sz="0" w:space="0" w:color="auto"/>
            <w:bottom w:val="none" w:sz="0" w:space="0" w:color="auto"/>
            <w:right w:val="none" w:sz="0" w:space="0" w:color="auto"/>
          </w:divBdr>
        </w:div>
        <w:div w:id="1913663239">
          <w:marLeft w:val="640"/>
          <w:marRight w:val="0"/>
          <w:marTop w:val="0"/>
          <w:marBottom w:val="0"/>
          <w:divBdr>
            <w:top w:val="none" w:sz="0" w:space="0" w:color="auto"/>
            <w:left w:val="none" w:sz="0" w:space="0" w:color="auto"/>
            <w:bottom w:val="none" w:sz="0" w:space="0" w:color="auto"/>
            <w:right w:val="none" w:sz="0" w:space="0" w:color="auto"/>
          </w:divBdr>
        </w:div>
        <w:div w:id="2129280212">
          <w:marLeft w:val="640"/>
          <w:marRight w:val="0"/>
          <w:marTop w:val="0"/>
          <w:marBottom w:val="0"/>
          <w:divBdr>
            <w:top w:val="none" w:sz="0" w:space="0" w:color="auto"/>
            <w:left w:val="none" w:sz="0" w:space="0" w:color="auto"/>
            <w:bottom w:val="none" w:sz="0" w:space="0" w:color="auto"/>
            <w:right w:val="none" w:sz="0" w:space="0" w:color="auto"/>
          </w:divBdr>
        </w:div>
        <w:div w:id="452283880">
          <w:marLeft w:val="640"/>
          <w:marRight w:val="0"/>
          <w:marTop w:val="0"/>
          <w:marBottom w:val="0"/>
          <w:divBdr>
            <w:top w:val="none" w:sz="0" w:space="0" w:color="auto"/>
            <w:left w:val="none" w:sz="0" w:space="0" w:color="auto"/>
            <w:bottom w:val="none" w:sz="0" w:space="0" w:color="auto"/>
            <w:right w:val="none" w:sz="0" w:space="0" w:color="auto"/>
          </w:divBdr>
        </w:div>
        <w:div w:id="1060784908">
          <w:marLeft w:val="640"/>
          <w:marRight w:val="0"/>
          <w:marTop w:val="0"/>
          <w:marBottom w:val="0"/>
          <w:divBdr>
            <w:top w:val="none" w:sz="0" w:space="0" w:color="auto"/>
            <w:left w:val="none" w:sz="0" w:space="0" w:color="auto"/>
            <w:bottom w:val="none" w:sz="0" w:space="0" w:color="auto"/>
            <w:right w:val="none" w:sz="0" w:space="0" w:color="auto"/>
          </w:divBdr>
        </w:div>
        <w:div w:id="2118133547">
          <w:marLeft w:val="640"/>
          <w:marRight w:val="0"/>
          <w:marTop w:val="0"/>
          <w:marBottom w:val="0"/>
          <w:divBdr>
            <w:top w:val="none" w:sz="0" w:space="0" w:color="auto"/>
            <w:left w:val="none" w:sz="0" w:space="0" w:color="auto"/>
            <w:bottom w:val="none" w:sz="0" w:space="0" w:color="auto"/>
            <w:right w:val="none" w:sz="0" w:space="0" w:color="auto"/>
          </w:divBdr>
        </w:div>
        <w:div w:id="1631784843">
          <w:marLeft w:val="640"/>
          <w:marRight w:val="0"/>
          <w:marTop w:val="0"/>
          <w:marBottom w:val="0"/>
          <w:divBdr>
            <w:top w:val="none" w:sz="0" w:space="0" w:color="auto"/>
            <w:left w:val="none" w:sz="0" w:space="0" w:color="auto"/>
            <w:bottom w:val="none" w:sz="0" w:space="0" w:color="auto"/>
            <w:right w:val="none" w:sz="0" w:space="0" w:color="auto"/>
          </w:divBdr>
        </w:div>
        <w:div w:id="42797674">
          <w:marLeft w:val="640"/>
          <w:marRight w:val="0"/>
          <w:marTop w:val="0"/>
          <w:marBottom w:val="0"/>
          <w:divBdr>
            <w:top w:val="none" w:sz="0" w:space="0" w:color="auto"/>
            <w:left w:val="none" w:sz="0" w:space="0" w:color="auto"/>
            <w:bottom w:val="none" w:sz="0" w:space="0" w:color="auto"/>
            <w:right w:val="none" w:sz="0" w:space="0" w:color="auto"/>
          </w:divBdr>
        </w:div>
        <w:div w:id="855002543">
          <w:marLeft w:val="640"/>
          <w:marRight w:val="0"/>
          <w:marTop w:val="0"/>
          <w:marBottom w:val="0"/>
          <w:divBdr>
            <w:top w:val="none" w:sz="0" w:space="0" w:color="auto"/>
            <w:left w:val="none" w:sz="0" w:space="0" w:color="auto"/>
            <w:bottom w:val="none" w:sz="0" w:space="0" w:color="auto"/>
            <w:right w:val="none" w:sz="0" w:space="0" w:color="auto"/>
          </w:divBdr>
        </w:div>
      </w:divsChild>
    </w:div>
    <w:div w:id="119957629">
      <w:bodyDiv w:val="1"/>
      <w:marLeft w:val="0"/>
      <w:marRight w:val="0"/>
      <w:marTop w:val="0"/>
      <w:marBottom w:val="0"/>
      <w:divBdr>
        <w:top w:val="none" w:sz="0" w:space="0" w:color="auto"/>
        <w:left w:val="none" w:sz="0" w:space="0" w:color="auto"/>
        <w:bottom w:val="none" w:sz="0" w:space="0" w:color="auto"/>
        <w:right w:val="none" w:sz="0" w:space="0" w:color="auto"/>
      </w:divBdr>
      <w:divsChild>
        <w:div w:id="1088892809">
          <w:marLeft w:val="640"/>
          <w:marRight w:val="0"/>
          <w:marTop w:val="0"/>
          <w:marBottom w:val="0"/>
          <w:divBdr>
            <w:top w:val="none" w:sz="0" w:space="0" w:color="auto"/>
            <w:left w:val="none" w:sz="0" w:space="0" w:color="auto"/>
            <w:bottom w:val="none" w:sz="0" w:space="0" w:color="auto"/>
            <w:right w:val="none" w:sz="0" w:space="0" w:color="auto"/>
          </w:divBdr>
        </w:div>
        <w:div w:id="525951893">
          <w:marLeft w:val="640"/>
          <w:marRight w:val="0"/>
          <w:marTop w:val="0"/>
          <w:marBottom w:val="0"/>
          <w:divBdr>
            <w:top w:val="none" w:sz="0" w:space="0" w:color="auto"/>
            <w:left w:val="none" w:sz="0" w:space="0" w:color="auto"/>
            <w:bottom w:val="none" w:sz="0" w:space="0" w:color="auto"/>
            <w:right w:val="none" w:sz="0" w:space="0" w:color="auto"/>
          </w:divBdr>
        </w:div>
        <w:div w:id="1977830247">
          <w:marLeft w:val="640"/>
          <w:marRight w:val="0"/>
          <w:marTop w:val="0"/>
          <w:marBottom w:val="0"/>
          <w:divBdr>
            <w:top w:val="none" w:sz="0" w:space="0" w:color="auto"/>
            <w:left w:val="none" w:sz="0" w:space="0" w:color="auto"/>
            <w:bottom w:val="none" w:sz="0" w:space="0" w:color="auto"/>
            <w:right w:val="none" w:sz="0" w:space="0" w:color="auto"/>
          </w:divBdr>
        </w:div>
        <w:div w:id="1536233579">
          <w:marLeft w:val="640"/>
          <w:marRight w:val="0"/>
          <w:marTop w:val="0"/>
          <w:marBottom w:val="0"/>
          <w:divBdr>
            <w:top w:val="none" w:sz="0" w:space="0" w:color="auto"/>
            <w:left w:val="none" w:sz="0" w:space="0" w:color="auto"/>
            <w:bottom w:val="none" w:sz="0" w:space="0" w:color="auto"/>
            <w:right w:val="none" w:sz="0" w:space="0" w:color="auto"/>
          </w:divBdr>
        </w:div>
        <w:div w:id="2078939446">
          <w:marLeft w:val="640"/>
          <w:marRight w:val="0"/>
          <w:marTop w:val="0"/>
          <w:marBottom w:val="0"/>
          <w:divBdr>
            <w:top w:val="none" w:sz="0" w:space="0" w:color="auto"/>
            <w:left w:val="none" w:sz="0" w:space="0" w:color="auto"/>
            <w:bottom w:val="none" w:sz="0" w:space="0" w:color="auto"/>
            <w:right w:val="none" w:sz="0" w:space="0" w:color="auto"/>
          </w:divBdr>
        </w:div>
        <w:div w:id="1762674297">
          <w:marLeft w:val="640"/>
          <w:marRight w:val="0"/>
          <w:marTop w:val="0"/>
          <w:marBottom w:val="0"/>
          <w:divBdr>
            <w:top w:val="none" w:sz="0" w:space="0" w:color="auto"/>
            <w:left w:val="none" w:sz="0" w:space="0" w:color="auto"/>
            <w:bottom w:val="none" w:sz="0" w:space="0" w:color="auto"/>
            <w:right w:val="none" w:sz="0" w:space="0" w:color="auto"/>
          </w:divBdr>
        </w:div>
        <w:div w:id="878781278">
          <w:marLeft w:val="640"/>
          <w:marRight w:val="0"/>
          <w:marTop w:val="0"/>
          <w:marBottom w:val="0"/>
          <w:divBdr>
            <w:top w:val="none" w:sz="0" w:space="0" w:color="auto"/>
            <w:left w:val="none" w:sz="0" w:space="0" w:color="auto"/>
            <w:bottom w:val="none" w:sz="0" w:space="0" w:color="auto"/>
            <w:right w:val="none" w:sz="0" w:space="0" w:color="auto"/>
          </w:divBdr>
        </w:div>
        <w:div w:id="689992013">
          <w:marLeft w:val="640"/>
          <w:marRight w:val="0"/>
          <w:marTop w:val="0"/>
          <w:marBottom w:val="0"/>
          <w:divBdr>
            <w:top w:val="none" w:sz="0" w:space="0" w:color="auto"/>
            <w:left w:val="none" w:sz="0" w:space="0" w:color="auto"/>
            <w:bottom w:val="none" w:sz="0" w:space="0" w:color="auto"/>
            <w:right w:val="none" w:sz="0" w:space="0" w:color="auto"/>
          </w:divBdr>
        </w:div>
        <w:div w:id="1280263196">
          <w:marLeft w:val="640"/>
          <w:marRight w:val="0"/>
          <w:marTop w:val="0"/>
          <w:marBottom w:val="0"/>
          <w:divBdr>
            <w:top w:val="none" w:sz="0" w:space="0" w:color="auto"/>
            <w:left w:val="none" w:sz="0" w:space="0" w:color="auto"/>
            <w:bottom w:val="none" w:sz="0" w:space="0" w:color="auto"/>
            <w:right w:val="none" w:sz="0" w:space="0" w:color="auto"/>
          </w:divBdr>
        </w:div>
        <w:div w:id="832988741">
          <w:marLeft w:val="640"/>
          <w:marRight w:val="0"/>
          <w:marTop w:val="0"/>
          <w:marBottom w:val="0"/>
          <w:divBdr>
            <w:top w:val="none" w:sz="0" w:space="0" w:color="auto"/>
            <w:left w:val="none" w:sz="0" w:space="0" w:color="auto"/>
            <w:bottom w:val="none" w:sz="0" w:space="0" w:color="auto"/>
            <w:right w:val="none" w:sz="0" w:space="0" w:color="auto"/>
          </w:divBdr>
        </w:div>
        <w:div w:id="2087803190">
          <w:marLeft w:val="640"/>
          <w:marRight w:val="0"/>
          <w:marTop w:val="0"/>
          <w:marBottom w:val="0"/>
          <w:divBdr>
            <w:top w:val="none" w:sz="0" w:space="0" w:color="auto"/>
            <w:left w:val="none" w:sz="0" w:space="0" w:color="auto"/>
            <w:bottom w:val="none" w:sz="0" w:space="0" w:color="auto"/>
            <w:right w:val="none" w:sz="0" w:space="0" w:color="auto"/>
          </w:divBdr>
        </w:div>
        <w:div w:id="845560593">
          <w:marLeft w:val="640"/>
          <w:marRight w:val="0"/>
          <w:marTop w:val="0"/>
          <w:marBottom w:val="0"/>
          <w:divBdr>
            <w:top w:val="none" w:sz="0" w:space="0" w:color="auto"/>
            <w:left w:val="none" w:sz="0" w:space="0" w:color="auto"/>
            <w:bottom w:val="none" w:sz="0" w:space="0" w:color="auto"/>
            <w:right w:val="none" w:sz="0" w:space="0" w:color="auto"/>
          </w:divBdr>
        </w:div>
        <w:div w:id="2045980780">
          <w:marLeft w:val="640"/>
          <w:marRight w:val="0"/>
          <w:marTop w:val="0"/>
          <w:marBottom w:val="0"/>
          <w:divBdr>
            <w:top w:val="none" w:sz="0" w:space="0" w:color="auto"/>
            <w:left w:val="none" w:sz="0" w:space="0" w:color="auto"/>
            <w:bottom w:val="none" w:sz="0" w:space="0" w:color="auto"/>
            <w:right w:val="none" w:sz="0" w:space="0" w:color="auto"/>
          </w:divBdr>
        </w:div>
        <w:div w:id="1943224505">
          <w:marLeft w:val="640"/>
          <w:marRight w:val="0"/>
          <w:marTop w:val="0"/>
          <w:marBottom w:val="0"/>
          <w:divBdr>
            <w:top w:val="none" w:sz="0" w:space="0" w:color="auto"/>
            <w:left w:val="none" w:sz="0" w:space="0" w:color="auto"/>
            <w:bottom w:val="none" w:sz="0" w:space="0" w:color="auto"/>
            <w:right w:val="none" w:sz="0" w:space="0" w:color="auto"/>
          </w:divBdr>
        </w:div>
        <w:div w:id="1951548612">
          <w:marLeft w:val="640"/>
          <w:marRight w:val="0"/>
          <w:marTop w:val="0"/>
          <w:marBottom w:val="0"/>
          <w:divBdr>
            <w:top w:val="none" w:sz="0" w:space="0" w:color="auto"/>
            <w:left w:val="none" w:sz="0" w:space="0" w:color="auto"/>
            <w:bottom w:val="none" w:sz="0" w:space="0" w:color="auto"/>
            <w:right w:val="none" w:sz="0" w:space="0" w:color="auto"/>
          </w:divBdr>
        </w:div>
        <w:div w:id="1878422133">
          <w:marLeft w:val="640"/>
          <w:marRight w:val="0"/>
          <w:marTop w:val="0"/>
          <w:marBottom w:val="0"/>
          <w:divBdr>
            <w:top w:val="none" w:sz="0" w:space="0" w:color="auto"/>
            <w:left w:val="none" w:sz="0" w:space="0" w:color="auto"/>
            <w:bottom w:val="none" w:sz="0" w:space="0" w:color="auto"/>
            <w:right w:val="none" w:sz="0" w:space="0" w:color="auto"/>
          </w:divBdr>
        </w:div>
        <w:div w:id="880172957">
          <w:marLeft w:val="640"/>
          <w:marRight w:val="0"/>
          <w:marTop w:val="0"/>
          <w:marBottom w:val="0"/>
          <w:divBdr>
            <w:top w:val="none" w:sz="0" w:space="0" w:color="auto"/>
            <w:left w:val="none" w:sz="0" w:space="0" w:color="auto"/>
            <w:bottom w:val="none" w:sz="0" w:space="0" w:color="auto"/>
            <w:right w:val="none" w:sz="0" w:space="0" w:color="auto"/>
          </w:divBdr>
        </w:div>
        <w:div w:id="535772087">
          <w:marLeft w:val="640"/>
          <w:marRight w:val="0"/>
          <w:marTop w:val="0"/>
          <w:marBottom w:val="0"/>
          <w:divBdr>
            <w:top w:val="none" w:sz="0" w:space="0" w:color="auto"/>
            <w:left w:val="none" w:sz="0" w:space="0" w:color="auto"/>
            <w:bottom w:val="none" w:sz="0" w:space="0" w:color="auto"/>
            <w:right w:val="none" w:sz="0" w:space="0" w:color="auto"/>
          </w:divBdr>
        </w:div>
        <w:div w:id="2026516861">
          <w:marLeft w:val="640"/>
          <w:marRight w:val="0"/>
          <w:marTop w:val="0"/>
          <w:marBottom w:val="0"/>
          <w:divBdr>
            <w:top w:val="none" w:sz="0" w:space="0" w:color="auto"/>
            <w:left w:val="none" w:sz="0" w:space="0" w:color="auto"/>
            <w:bottom w:val="none" w:sz="0" w:space="0" w:color="auto"/>
            <w:right w:val="none" w:sz="0" w:space="0" w:color="auto"/>
          </w:divBdr>
        </w:div>
        <w:div w:id="1107507877">
          <w:marLeft w:val="640"/>
          <w:marRight w:val="0"/>
          <w:marTop w:val="0"/>
          <w:marBottom w:val="0"/>
          <w:divBdr>
            <w:top w:val="none" w:sz="0" w:space="0" w:color="auto"/>
            <w:left w:val="none" w:sz="0" w:space="0" w:color="auto"/>
            <w:bottom w:val="none" w:sz="0" w:space="0" w:color="auto"/>
            <w:right w:val="none" w:sz="0" w:space="0" w:color="auto"/>
          </w:divBdr>
        </w:div>
      </w:divsChild>
    </w:div>
    <w:div w:id="196310006">
      <w:bodyDiv w:val="1"/>
      <w:marLeft w:val="0"/>
      <w:marRight w:val="0"/>
      <w:marTop w:val="0"/>
      <w:marBottom w:val="0"/>
      <w:divBdr>
        <w:top w:val="none" w:sz="0" w:space="0" w:color="auto"/>
        <w:left w:val="none" w:sz="0" w:space="0" w:color="auto"/>
        <w:bottom w:val="none" w:sz="0" w:space="0" w:color="auto"/>
        <w:right w:val="none" w:sz="0" w:space="0" w:color="auto"/>
      </w:divBdr>
      <w:divsChild>
        <w:div w:id="245920720">
          <w:marLeft w:val="640"/>
          <w:marRight w:val="0"/>
          <w:marTop w:val="0"/>
          <w:marBottom w:val="0"/>
          <w:divBdr>
            <w:top w:val="none" w:sz="0" w:space="0" w:color="auto"/>
            <w:left w:val="none" w:sz="0" w:space="0" w:color="auto"/>
            <w:bottom w:val="none" w:sz="0" w:space="0" w:color="auto"/>
            <w:right w:val="none" w:sz="0" w:space="0" w:color="auto"/>
          </w:divBdr>
        </w:div>
        <w:div w:id="2033996496">
          <w:marLeft w:val="640"/>
          <w:marRight w:val="0"/>
          <w:marTop w:val="0"/>
          <w:marBottom w:val="0"/>
          <w:divBdr>
            <w:top w:val="none" w:sz="0" w:space="0" w:color="auto"/>
            <w:left w:val="none" w:sz="0" w:space="0" w:color="auto"/>
            <w:bottom w:val="none" w:sz="0" w:space="0" w:color="auto"/>
            <w:right w:val="none" w:sz="0" w:space="0" w:color="auto"/>
          </w:divBdr>
        </w:div>
        <w:div w:id="400716222">
          <w:marLeft w:val="640"/>
          <w:marRight w:val="0"/>
          <w:marTop w:val="0"/>
          <w:marBottom w:val="0"/>
          <w:divBdr>
            <w:top w:val="none" w:sz="0" w:space="0" w:color="auto"/>
            <w:left w:val="none" w:sz="0" w:space="0" w:color="auto"/>
            <w:bottom w:val="none" w:sz="0" w:space="0" w:color="auto"/>
            <w:right w:val="none" w:sz="0" w:space="0" w:color="auto"/>
          </w:divBdr>
        </w:div>
        <w:div w:id="1065952855">
          <w:marLeft w:val="640"/>
          <w:marRight w:val="0"/>
          <w:marTop w:val="0"/>
          <w:marBottom w:val="0"/>
          <w:divBdr>
            <w:top w:val="none" w:sz="0" w:space="0" w:color="auto"/>
            <w:left w:val="none" w:sz="0" w:space="0" w:color="auto"/>
            <w:bottom w:val="none" w:sz="0" w:space="0" w:color="auto"/>
            <w:right w:val="none" w:sz="0" w:space="0" w:color="auto"/>
          </w:divBdr>
        </w:div>
        <w:div w:id="1823082449">
          <w:marLeft w:val="640"/>
          <w:marRight w:val="0"/>
          <w:marTop w:val="0"/>
          <w:marBottom w:val="0"/>
          <w:divBdr>
            <w:top w:val="none" w:sz="0" w:space="0" w:color="auto"/>
            <w:left w:val="none" w:sz="0" w:space="0" w:color="auto"/>
            <w:bottom w:val="none" w:sz="0" w:space="0" w:color="auto"/>
            <w:right w:val="none" w:sz="0" w:space="0" w:color="auto"/>
          </w:divBdr>
        </w:div>
        <w:div w:id="577060652">
          <w:marLeft w:val="640"/>
          <w:marRight w:val="0"/>
          <w:marTop w:val="0"/>
          <w:marBottom w:val="0"/>
          <w:divBdr>
            <w:top w:val="none" w:sz="0" w:space="0" w:color="auto"/>
            <w:left w:val="none" w:sz="0" w:space="0" w:color="auto"/>
            <w:bottom w:val="none" w:sz="0" w:space="0" w:color="auto"/>
            <w:right w:val="none" w:sz="0" w:space="0" w:color="auto"/>
          </w:divBdr>
        </w:div>
        <w:div w:id="1407462273">
          <w:marLeft w:val="640"/>
          <w:marRight w:val="0"/>
          <w:marTop w:val="0"/>
          <w:marBottom w:val="0"/>
          <w:divBdr>
            <w:top w:val="none" w:sz="0" w:space="0" w:color="auto"/>
            <w:left w:val="none" w:sz="0" w:space="0" w:color="auto"/>
            <w:bottom w:val="none" w:sz="0" w:space="0" w:color="auto"/>
            <w:right w:val="none" w:sz="0" w:space="0" w:color="auto"/>
          </w:divBdr>
        </w:div>
        <w:div w:id="1544056655">
          <w:marLeft w:val="640"/>
          <w:marRight w:val="0"/>
          <w:marTop w:val="0"/>
          <w:marBottom w:val="0"/>
          <w:divBdr>
            <w:top w:val="none" w:sz="0" w:space="0" w:color="auto"/>
            <w:left w:val="none" w:sz="0" w:space="0" w:color="auto"/>
            <w:bottom w:val="none" w:sz="0" w:space="0" w:color="auto"/>
            <w:right w:val="none" w:sz="0" w:space="0" w:color="auto"/>
          </w:divBdr>
        </w:div>
        <w:div w:id="707993105">
          <w:marLeft w:val="640"/>
          <w:marRight w:val="0"/>
          <w:marTop w:val="0"/>
          <w:marBottom w:val="0"/>
          <w:divBdr>
            <w:top w:val="none" w:sz="0" w:space="0" w:color="auto"/>
            <w:left w:val="none" w:sz="0" w:space="0" w:color="auto"/>
            <w:bottom w:val="none" w:sz="0" w:space="0" w:color="auto"/>
            <w:right w:val="none" w:sz="0" w:space="0" w:color="auto"/>
          </w:divBdr>
        </w:div>
        <w:div w:id="1345980855">
          <w:marLeft w:val="640"/>
          <w:marRight w:val="0"/>
          <w:marTop w:val="0"/>
          <w:marBottom w:val="0"/>
          <w:divBdr>
            <w:top w:val="none" w:sz="0" w:space="0" w:color="auto"/>
            <w:left w:val="none" w:sz="0" w:space="0" w:color="auto"/>
            <w:bottom w:val="none" w:sz="0" w:space="0" w:color="auto"/>
            <w:right w:val="none" w:sz="0" w:space="0" w:color="auto"/>
          </w:divBdr>
        </w:div>
        <w:div w:id="1576813980">
          <w:marLeft w:val="640"/>
          <w:marRight w:val="0"/>
          <w:marTop w:val="0"/>
          <w:marBottom w:val="0"/>
          <w:divBdr>
            <w:top w:val="none" w:sz="0" w:space="0" w:color="auto"/>
            <w:left w:val="none" w:sz="0" w:space="0" w:color="auto"/>
            <w:bottom w:val="none" w:sz="0" w:space="0" w:color="auto"/>
            <w:right w:val="none" w:sz="0" w:space="0" w:color="auto"/>
          </w:divBdr>
        </w:div>
        <w:div w:id="672759566">
          <w:marLeft w:val="640"/>
          <w:marRight w:val="0"/>
          <w:marTop w:val="0"/>
          <w:marBottom w:val="0"/>
          <w:divBdr>
            <w:top w:val="none" w:sz="0" w:space="0" w:color="auto"/>
            <w:left w:val="none" w:sz="0" w:space="0" w:color="auto"/>
            <w:bottom w:val="none" w:sz="0" w:space="0" w:color="auto"/>
            <w:right w:val="none" w:sz="0" w:space="0" w:color="auto"/>
          </w:divBdr>
        </w:div>
        <w:div w:id="93136552">
          <w:marLeft w:val="640"/>
          <w:marRight w:val="0"/>
          <w:marTop w:val="0"/>
          <w:marBottom w:val="0"/>
          <w:divBdr>
            <w:top w:val="none" w:sz="0" w:space="0" w:color="auto"/>
            <w:left w:val="none" w:sz="0" w:space="0" w:color="auto"/>
            <w:bottom w:val="none" w:sz="0" w:space="0" w:color="auto"/>
            <w:right w:val="none" w:sz="0" w:space="0" w:color="auto"/>
          </w:divBdr>
        </w:div>
        <w:div w:id="2103257146">
          <w:marLeft w:val="640"/>
          <w:marRight w:val="0"/>
          <w:marTop w:val="0"/>
          <w:marBottom w:val="0"/>
          <w:divBdr>
            <w:top w:val="none" w:sz="0" w:space="0" w:color="auto"/>
            <w:left w:val="none" w:sz="0" w:space="0" w:color="auto"/>
            <w:bottom w:val="none" w:sz="0" w:space="0" w:color="auto"/>
            <w:right w:val="none" w:sz="0" w:space="0" w:color="auto"/>
          </w:divBdr>
        </w:div>
        <w:div w:id="898126613">
          <w:marLeft w:val="640"/>
          <w:marRight w:val="0"/>
          <w:marTop w:val="0"/>
          <w:marBottom w:val="0"/>
          <w:divBdr>
            <w:top w:val="none" w:sz="0" w:space="0" w:color="auto"/>
            <w:left w:val="none" w:sz="0" w:space="0" w:color="auto"/>
            <w:bottom w:val="none" w:sz="0" w:space="0" w:color="auto"/>
            <w:right w:val="none" w:sz="0" w:space="0" w:color="auto"/>
          </w:divBdr>
        </w:div>
        <w:div w:id="1137914003">
          <w:marLeft w:val="640"/>
          <w:marRight w:val="0"/>
          <w:marTop w:val="0"/>
          <w:marBottom w:val="0"/>
          <w:divBdr>
            <w:top w:val="none" w:sz="0" w:space="0" w:color="auto"/>
            <w:left w:val="none" w:sz="0" w:space="0" w:color="auto"/>
            <w:bottom w:val="none" w:sz="0" w:space="0" w:color="auto"/>
            <w:right w:val="none" w:sz="0" w:space="0" w:color="auto"/>
          </w:divBdr>
        </w:div>
        <w:div w:id="1075663832">
          <w:marLeft w:val="640"/>
          <w:marRight w:val="0"/>
          <w:marTop w:val="0"/>
          <w:marBottom w:val="0"/>
          <w:divBdr>
            <w:top w:val="none" w:sz="0" w:space="0" w:color="auto"/>
            <w:left w:val="none" w:sz="0" w:space="0" w:color="auto"/>
            <w:bottom w:val="none" w:sz="0" w:space="0" w:color="auto"/>
            <w:right w:val="none" w:sz="0" w:space="0" w:color="auto"/>
          </w:divBdr>
        </w:div>
        <w:div w:id="528419478">
          <w:marLeft w:val="640"/>
          <w:marRight w:val="0"/>
          <w:marTop w:val="0"/>
          <w:marBottom w:val="0"/>
          <w:divBdr>
            <w:top w:val="none" w:sz="0" w:space="0" w:color="auto"/>
            <w:left w:val="none" w:sz="0" w:space="0" w:color="auto"/>
            <w:bottom w:val="none" w:sz="0" w:space="0" w:color="auto"/>
            <w:right w:val="none" w:sz="0" w:space="0" w:color="auto"/>
          </w:divBdr>
        </w:div>
        <w:div w:id="80415306">
          <w:marLeft w:val="640"/>
          <w:marRight w:val="0"/>
          <w:marTop w:val="0"/>
          <w:marBottom w:val="0"/>
          <w:divBdr>
            <w:top w:val="none" w:sz="0" w:space="0" w:color="auto"/>
            <w:left w:val="none" w:sz="0" w:space="0" w:color="auto"/>
            <w:bottom w:val="none" w:sz="0" w:space="0" w:color="auto"/>
            <w:right w:val="none" w:sz="0" w:space="0" w:color="auto"/>
          </w:divBdr>
        </w:div>
        <w:div w:id="1166282967">
          <w:marLeft w:val="640"/>
          <w:marRight w:val="0"/>
          <w:marTop w:val="0"/>
          <w:marBottom w:val="0"/>
          <w:divBdr>
            <w:top w:val="none" w:sz="0" w:space="0" w:color="auto"/>
            <w:left w:val="none" w:sz="0" w:space="0" w:color="auto"/>
            <w:bottom w:val="none" w:sz="0" w:space="0" w:color="auto"/>
            <w:right w:val="none" w:sz="0" w:space="0" w:color="auto"/>
          </w:divBdr>
        </w:div>
      </w:divsChild>
    </w:div>
    <w:div w:id="495460878">
      <w:bodyDiv w:val="1"/>
      <w:marLeft w:val="0"/>
      <w:marRight w:val="0"/>
      <w:marTop w:val="0"/>
      <w:marBottom w:val="0"/>
      <w:divBdr>
        <w:top w:val="none" w:sz="0" w:space="0" w:color="auto"/>
        <w:left w:val="none" w:sz="0" w:space="0" w:color="auto"/>
        <w:bottom w:val="none" w:sz="0" w:space="0" w:color="auto"/>
        <w:right w:val="none" w:sz="0" w:space="0" w:color="auto"/>
      </w:divBdr>
      <w:divsChild>
        <w:div w:id="46536778">
          <w:marLeft w:val="640"/>
          <w:marRight w:val="0"/>
          <w:marTop w:val="0"/>
          <w:marBottom w:val="0"/>
          <w:divBdr>
            <w:top w:val="none" w:sz="0" w:space="0" w:color="auto"/>
            <w:left w:val="none" w:sz="0" w:space="0" w:color="auto"/>
            <w:bottom w:val="none" w:sz="0" w:space="0" w:color="auto"/>
            <w:right w:val="none" w:sz="0" w:space="0" w:color="auto"/>
          </w:divBdr>
        </w:div>
        <w:div w:id="1351371105">
          <w:marLeft w:val="640"/>
          <w:marRight w:val="0"/>
          <w:marTop w:val="0"/>
          <w:marBottom w:val="0"/>
          <w:divBdr>
            <w:top w:val="none" w:sz="0" w:space="0" w:color="auto"/>
            <w:left w:val="none" w:sz="0" w:space="0" w:color="auto"/>
            <w:bottom w:val="none" w:sz="0" w:space="0" w:color="auto"/>
            <w:right w:val="none" w:sz="0" w:space="0" w:color="auto"/>
          </w:divBdr>
        </w:div>
        <w:div w:id="467863855">
          <w:marLeft w:val="640"/>
          <w:marRight w:val="0"/>
          <w:marTop w:val="0"/>
          <w:marBottom w:val="0"/>
          <w:divBdr>
            <w:top w:val="none" w:sz="0" w:space="0" w:color="auto"/>
            <w:left w:val="none" w:sz="0" w:space="0" w:color="auto"/>
            <w:bottom w:val="none" w:sz="0" w:space="0" w:color="auto"/>
            <w:right w:val="none" w:sz="0" w:space="0" w:color="auto"/>
          </w:divBdr>
        </w:div>
        <w:div w:id="129325277">
          <w:marLeft w:val="640"/>
          <w:marRight w:val="0"/>
          <w:marTop w:val="0"/>
          <w:marBottom w:val="0"/>
          <w:divBdr>
            <w:top w:val="none" w:sz="0" w:space="0" w:color="auto"/>
            <w:left w:val="none" w:sz="0" w:space="0" w:color="auto"/>
            <w:bottom w:val="none" w:sz="0" w:space="0" w:color="auto"/>
            <w:right w:val="none" w:sz="0" w:space="0" w:color="auto"/>
          </w:divBdr>
        </w:div>
        <w:div w:id="1593470999">
          <w:marLeft w:val="640"/>
          <w:marRight w:val="0"/>
          <w:marTop w:val="0"/>
          <w:marBottom w:val="0"/>
          <w:divBdr>
            <w:top w:val="none" w:sz="0" w:space="0" w:color="auto"/>
            <w:left w:val="none" w:sz="0" w:space="0" w:color="auto"/>
            <w:bottom w:val="none" w:sz="0" w:space="0" w:color="auto"/>
            <w:right w:val="none" w:sz="0" w:space="0" w:color="auto"/>
          </w:divBdr>
        </w:div>
        <w:div w:id="867522793">
          <w:marLeft w:val="640"/>
          <w:marRight w:val="0"/>
          <w:marTop w:val="0"/>
          <w:marBottom w:val="0"/>
          <w:divBdr>
            <w:top w:val="none" w:sz="0" w:space="0" w:color="auto"/>
            <w:left w:val="none" w:sz="0" w:space="0" w:color="auto"/>
            <w:bottom w:val="none" w:sz="0" w:space="0" w:color="auto"/>
            <w:right w:val="none" w:sz="0" w:space="0" w:color="auto"/>
          </w:divBdr>
        </w:div>
        <w:div w:id="1698047283">
          <w:marLeft w:val="640"/>
          <w:marRight w:val="0"/>
          <w:marTop w:val="0"/>
          <w:marBottom w:val="0"/>
          <w:divBdr>
            <w:top w:val="none" w:sz="0" w:space="0" w:color="auto"/>
            <w:left w:val="none" w:sz="0" w:space="0" w:color="auto"/>
            <w:bottom w:val="none" w:sz="0" w:space="0" w:color="auto"/>
            <w:right w:val="none" w:sz="0" w:space="0" w:color="auto"/>
          </w:divBdr>
        </w:div>
        <w:div w:id="484974293">
          <w:marLeft w:val="640"/>
          <w:marRight w:val="0"/>
          <w:marTop w:val="0"/>
          <w:marBottom w:val="0"/>
          <w:divBdr>
            <w:top w:val="none" w:sz="0" w:space="0" w:color="auto"/>
            <w:left w:val="none" w:sz="0" w:space="0" w:color="auto"/>
            <w:bottom w:val="none" w:sz="0" w:space="0" w:color="auto"/>
            <w:right w:val="none" w:sz="0" w:space="0" w:color="auto"/>
          </w:divBdr>
        </w:div>
        <w:div w:id="120390303">
          <w:marLeft w:val="640"/>
          <w:marRight w:val="0"/>
          <w:marTop w:val="0"/>
          <w:marBottom w:val="0"/>
          <w:divBdr>
            <w:top w:val="none" w:sz="0" w:space="0" w:color="auto"/>
            <w:left w:val="none" w:sz="0" w:space="0" w:color="auto"/>
            <w:bottom w:val="none" w:sz="0" w:space="0" w:color="auto"/>
            <w:right w:val="none" w:sz="0" w:space="0" w:color="auto"/>
          </w:divBdr>
        </w:div>
        <w:div w:id="1718506365">
          <w:marLeft w:val="640"/>
          <w:marRight w:val="0"/>
          <w:marTop w:val="0"/>
          <w:marBottom w:val="0"/>
          <w:divBdr>
            <w:top w:val="none" w:sz="0" w:space="0" w:color="auto"/>
            <w:left w:val="none" w:sz="0" w:space="0" w:color="auto"/>
            <w:bottom w:val="none" w:sz="0" w:space="0" w:color="auto"/>
            <w:right w:val="none" w:sz="0" w:space="0" w:color="auto"/>
          </w:divBdr>
        </w:div>
        <w:div w:id="1221819457">
          <w:marLeft w:val="640"/>
          <w:marRight w:val="0"/>
          <w:marTop w:val="0"/>
          <w:marBottom w:val="0"/>
          <w:divBdr>
            <w:top w:val="none" w:sz="0" w:space="0" w:color="auto"/>
            <w:left w:val="none" w:sz="0" w:space="0" w:color="auto"/>
            <w:bottom w:val="none" w:sz="0" w:space="0" w:color="auto"/>
            <w:right w:val="none" w:sz="0" w:space="0" w:color="auto"/>
          </w:divBdr>
        </w:div>
        <w:div w:id="856776168">
          <w:marLeft w:val="640"/>
          <w:marRight w:val="0"/>
          <w:marTop w:val="0"/>
          <w:marBottom w:val="0"/>
          <w:divBdr>
            <w:top w:val="none" w:sz="0" w:space="0" w:color="auto"/>
            <w:left w:val="none" w:sz="0" w:space="0" w:color="auto"/>
            <w:bottom w:val="none" w:sz="0" w:space="0" w:color="auto"/>
            <w:right w:val="none" w:sz="0" w:space="0" w:color="auto"/>
          </w:divBdr>
        </w:div>
        <w:div w:id="919028226">
          <w:marLeft w:val="640"/>
          <w:marRight w:val="0"/>
          <w:marTop w:val="0"/>
          <w:marBottom w:val="0"/>
          <w:divBdr>
            <w:top w:val="none" w:sz="0" w:space="0" w:color="auto"/>
            <w:left w:val="none" w:sz="0" w:space="0" w:color="auto"/>
            <w:bottom w:val="none" w:sz="0" w:space="0" w:color="auto"/>
            <w:right w:val="none" w:sz="0" w:space="0" w:color="auto"/>
          </w:divBdr>
        </w:div>
        <w:div w:id="479538237">
          <w:marLeft w:val="640"/>
          <w:marRight w:val="0"/>
          <w:marTop w:val="0"/>
          <w:marBottom w:val="0"/>
          <w:divBdr>
            <w:top w:val="none" w:sz="0" w:space="0" w:color="auto"/>
            <w:left w:val="none" w:sz="0" w:space="0" w:color="auto"/>
            <w:bottom w:val="none" w:sz="0" w:space="0" w:color="auto"/>
            <w:right w:val="none" w:sz="0" w:space="0" w:color="auto"/>
          </w:divBdr>
        </w:div>
        <w:div w:id="489295273">
          <w:marLeft w:val="640"/>
          <w:marRight w:val="0"/>
          <w:marTop w:val="0"/>
          <w:marBottom w:val="0"/>
          <w:divBdr>
            <w:top w:val="none" w:sz="0" w:space="0" w:color="auto"/>
            <w:left w:val="none" w:sz="0" w:space="0" w:color="auto"/>
            <w:bottom w:val="none" w:sz="0" w:space="0" w:color="auto"/>
            <w:right w:val="none" w:sz="0" w:space="0" w:color="auto"/>
          </w:divBdr>
        </w:div>
        <w:div w:id="2051150632">
          <w:marLeft w:val="640"/>
          <w:marRight w:val="0"/>
          <w:marTop w:val="0"/>
          <w:marBottom w:val="0"/>
          <w:divBdr>
            <w:top w:val="none" w:sz="0" w:space="0" w:color="auto"/>
            <w:left w:val="none" w:sz="0" w:space="0" w:color="auto"/>
            <w:bottom w:val="none" w:sz="0" w:space="0" w:color="auto"/>
            <w:right w:val="none" w:sz="0" w:space="0" w:color="auto"/>
          </w:divBdr>
        </w:div>
        <w:div w:id="226762871">
          <w:marLeft w:val="640"/>
          <w:marRight w:val="0"/>
          <w:marTop w:val="0"/>
          <w:marBottom w:val="0"/>
          <w:divBdr>
            <w:top w:val="none" w:sz="0" w:space="0" w:color="auto"/>
            <w:left w:val="none" w:sz="0" w:space="0" w:color="auto"/>
            <w:bottom w:val="none" w:sz="0" w:space="0" w:color="auto"/>
            <w:right w:val="none" w:sz="0" w:space="0" w:color="auto"/>
          </w:divBdr>
        </w:div>
        <w:div w:id="473109050">
          <w:marLeft w:val="640"/>
          <w:marRight w:val="0"/>
          <w:marTop w:val="0"/>
          <w:marBottom w:val="0"/>
          <w:divBdr>
            <w:top w:val="none" w:sz="0" w:space="0" w:color="auto"/>
            <w:left w:val="none" w:sz="0" w:space="0" w:color="auto"/>
            <w:bottom w:val="none" w:sz="0" w:space="0" w:color="auto"/>
            <w:right w:val="none" w:sz="0" w:space="0" w:color="auto"/>
          </w:divBdr>
        </w:div>
        <w:div w:id="1281300010">
          <w:marLeft w:val="640"/>
          <w:marRight w:val="0"/>
          <w:marTop w:val="0"/>
          <w:marBottom w:val="0"/>
          <w:divBdr>
            <w:top w:val="none" w:sz="0" w:space="0" w:color="auto"/>
            <w:left w:val="none" w:sz="0" w:space="0" w:color="auto"/>
            <w:bottom w:val="none" w:sz="0" w:space="0" w:color="auto"/>
            <w:right w:val="none" w:sz="0" w:space="0" w:color="auto"/>
          </w:divBdr>
        </w:div>
      </w:divsChild>
    </w:div>
    <w:div w:id="603919836">
      <w:bodyDiv w:val="1"/>
      <w:marLeft w:val="0"/>
      <w:marRight w:val="0"/>
      <w:marTop w:val="0"/>
      <w:marBottom w:val="0"/>
      <w:divBdr>
        <w:top w:val="none" w:sz="0" w:space="0" w:color="auto"/>
        <w:left w:val="none" w:sz="0" w:space="0" w:color="auto"/>
        <w:bottom w:val="none" w:sz="0" w:space="0" w:color="auto"/>
        <w:right w:val="none" w:sz="0" w:space="0" w:color="auto"/>
      </w:divBdr>
    </w:div>
    <w:div w:id="936400206">
      <w:bodyDiv w:val="1"/>
      <w:marLeft w:val="0"/>
      <w:marRight w:val="0"/>
      <w:marTop w:val="0"/>
      <w:marBottom w:val="0"/>
      <w:divBdr>
        <w:top w:val="none" w:sz="0" w:space="0" w:color="auto"/>
        <w:left w:val="none" w:sz="0" w:space="0" w:color="auto"/>
        <w:bottom w:val="none" w:sz="0" w:space="0" w:color="auto"/>
        <w:right w:val="none" w:sz="0" w:space="0" w:color="auto"/>
      </w:divBdr>
      <w:divsChild>
        <w:div w:id="1314093863">
          <w:marLeft w:val="640"/>
          <w:marRight w:val="0"/>
          <w:marTop w:val="0"/>
          <w:marBottom w:val="0"/>
          <w:divBdr>
            <w:top w:val="none" w:sz="0" w:space="0" w:color="auto"/>
            <w:left w:val="none" w:sz="0" w:space="0" w:color="auto"/>
            <w:bottom w:val="none" w:sz="0" w:space="0" w:color="auto"/>
            <w:right w:val="none" w:sz="0" w:space="0" w:color="auto"/>
          </w:divBdr>
        </w:div>
        <w:div w:id="98528443">
          <w:marLeft w:val="640"/>
          <w:marRight w:val="0"/>
          <w:marTop w:val="0"/>
          <w:marBottom w:val="0"/>
          <w:divBdr>
            <w:top w:val="none" w:sz="0" w:space="0" w:color="auto"/>
            <w:left w:val="none" w:sz="0" w:space="0" w:color="auto"/>
            <w:bottom w:val="none" w:sz="0" w:space="0" w:color="auto"/>
            <w:right w:val="none" w:sz="0" w:space="0" w:color="auto"/>
          </w:divBdr>
        </w:div>
        <w:div w:id="1900439695">
          <w:marLeft w:val="640"/>
          <w:marRight w:val="0"/>
          <w:marTop w:val="0"/>
          <w:marBottom w:val="0"/>
          <w:divBdr>
            <w:top w:val="none" w:sz="0" w:space="0" w:color="auto"/>
            <w:left w:val="none" w:sz="0" w:space="0" w:color="auto"/>
            <w:bottom w:val="none" w:sz="0" w:space="0" w:color="auto"/>
            <w:right w:val="none" w:sz="0" w:space="0" w:color="auto"/>
          </w:divBdr>
        </w:div>
        <w:div w:id="2054649614">
          <w:marLeft w:val="640"/>
          <w:marRight w:val="0"/>
          <w:marTop w:val="0"/>
          <w:marBottom w:val="0"/>
          <w:divBdr>
            <w:top w:val="none" w:sz="0" w:space="0" w:color="auto"/>
            <w:left w:val="none" w:sz="0" w:space="0" w:color="auto"/>
            <w:bottom w:val="none" w:sz="0" w:space="0" w:color="auto"/>
            <w:right w:val="none" w:sz="0" w:space="0" w:color="auto"/>
          </w:divBdr>
        </w:div>
        <w:div w:id="938951020">
          <w:marLeft w:val="640"/>
          <w:marRight w:val="0"/>
          <w:marTop w:val="0"/>
          <w:marBottom w:val="0"/>
          <w:divBdr>
            <w:top w:val="none" w:sz="0" w:space="0" w:color="auto"/>
            <w:left w:val="none" w:sz="0" w:space="0" w:color="auto"/>
            <w:bottom w:val="none" w:sz="0" w:space="0" w:color="auto"/>
            <w:right w:val="none" w:sz="0" w:space="0" w:color="auto"/>
          </w:divBdr>
        </w:div>
        <w:div w:id="304045208">
          <w:marLeft w:val="640"/>
          <w:marRight w:val="0"/>
          <w:marTop w:val="0"/>
          <w:marBottom w:val="0"/>
          <w:divBdr>
            <w:top w:val="none" w:sz="0" w:space="0" w:color="auto"/>
            <w:left w:val="none" w:sz="0" w:space="0" w:color="auto"/>
            <w:bottom w:val="none" w:sz="0" w:space="0" w:color="auto"/>
            <w:right w:val="none" w:sz="0" w:space="0" w:color="auto"/>
          </w:divBdr>
        </w:div>
        <w:div w:id="1350641394">
          <w:marLeft w:val="640"/>
          <w:marRight w:val="0"/>
          <w:marTop w:val="0"/>
          <w:marBottom w:val="0"/>
          <w:divBdr>
            <w:top w:val="none" w:sz="0" w:space="0" w:color="auto"/>
            <w:left w:val="none" w:sz="0" w:space="0" w:color="auto"/>
            <w:bottom w:val="none" w:sz="0" w:space="0" w:color="auto"/>
            <w:right w:val="none" w:sz="0" w:space="0" w:color="auto"/>
          </w:divBdr>
        </w:div>
        <w:div w:id="1736972080">
          <w:marLeft w:val="640"/>
          <w:marRight w:val="0"/>
          <w:marTop w:val="0"/>
          <w:marBottom w:val="0"/>
          <w:divBdr>
            <w:top w:val="none" w:sz="0" w:space="0" w:color="auto"/>
            <w:left w:val="none" w:sz="0" w:space="0" w:color="auto"/>
            <w:bottom w:val="none" w:sz="0" w:space="0" w:color="auto"/>
            <w:right w:val="none" w:sz="0" w:space="0" w:color="auto"/>
          </w:divBdr>
        </w:div>
        <w:div w:id="1038244024">
          <w:marLeft w:val="640"/>
          <w:marRight w:val="0"/>
          <w:marTop w:val="0"/>
          <w:marBottom w:val="0"/>
          <w:divBdr>
            <w:top w:val="none" w:sz="0" w:space="0" w:color="auto"/>
            <w:left w:val="none" w:sz="0" w:space="0" w:color="auto"/>
            <w:bottom w:val="none" w:sz="0" w:space="0" w:color="auto"/>
            <w:right w:val="none" w:sz="0" w:space="0" w:color="auto"/>
          </w:divBdr>
        </w:div>
        <w:div w:id="1292902773">
          <w:marLeft w:val="640"/>
          <w:marRight w:val="0"/>
          <w:marTop w:val="0"/>
          <w:marBottom w:val="0"/>
          <w:divBdr>
            <w:top w:val="none" w:sz="0" w:space="0" w:color="auto"/>
            <w:left w:val="none" w:sz="0" w:space="0" w:color="auto"/>
            <w:bottom w:val="none" w:sz="0" w:space="0" w:color="auto"/>
            <w:right w:val="none" w:sz="0" w:space="0" w:color="auto"/>
          </w:divBdr>
        </w:div>
        <w:div w:id="2028673243">
          <w:marLeft w:val="640"/>
          <w:marRight w:val="0"/>
          <w:marTop w:val="0"/>
          <w:marBottom w:val="0"/>
          <w:divBdr>
            <w:top w:val="none" w:sz="0" w:space="0" w:color="auto"/>
            <w:left w:val="none" w:sz="0" w:space="0" w:color="auto"/>
            <w:bottom w:val="none" w:sz="0" w:space="0" w:color="auto"/>
            <w:right w:val="none" w:sz="0" w:space="0" w:color="auto"/>
          </w:divBdr>
        </w:div>
        <w:div w:id="359553073">
          <w:marLeft w:val="640"/>
          <w:marRight w:val="0"/>
          <w:marTop w:val="0"/>
          <w:marBottom w:val="0"/>
          <w:divBdr>
            <w:top w:val="none" w:sz="0" w:space="0" w:color="auto"/>
            <w:left w:val="none" w:sz="0" w:space="0" w:color="auto"/>
            <w:bottom w:val="none" w:sz="0" w:space="0" w:color="auto"/>
            <w:right w:val="none" w:sz="0" w:space="0" w:color="auto"/>
          </w:divBdr>
        </w:div>
        <w:div w:id="84964386">
          <w:marLeft w:val="640"/>
          <w:marRight w:val="0"/>
          <w:marTop w:val="0"/>
          <w:marBottom w:val="0"/>
          <w:divBdr>
            <w:top w:val="none" w:sz="0" w:space="0" w:color="auto"/>
            <w:left w:val="none" w:sz="0" w:space="0" w:color="auto"/>
            <w:bottom w:val="none" w:sz="0" w:space="0" w:color="auto"/>
            <w:right w:val="none" w:sz="0" w:space="0" w:color="auto"/>
          </w:divBdr>
        </w:div>
        <w:div w:id="2027055106">
          <w:marLeft w:val="640"/>
          <w:marRight w:val="0"/>
          <w:marTop w:val="0"/>
          <w:marBottom w:val="0"/>
          <w:divBdr>
            <w:top w:val="none" w:sz="0" w:space="0" w:color="auto"/>
            <w:left w:val="none" w:sz="0" w:space="0" w:color="auto"/>
            <w:bottom w:val="none" w:sz="0" w:space="0" w:color="auto"/>
            <w:right w:val="none" w:sz="0" w:space="0" w:color="auto"/>
          </w:divBdr>
        </w:div>
        <w:div w:id="404302033">
          <w:marLeft w:val="640"/>
          <w:marRight w:val="0"/>
          <w:marTop w:val="0"/>
          <w:marBottom w:val="0"/>
          <w:divBdr>
            <w:top w:val="none" w:sz="0" w:space="0" w:color="auto"/>
            <w:left w:val="none" w:sz="0" w:space="0" w:color="auto"/>
            <w:bottom w:val="none" w:sz="0" w:space="0" w:color="auto"/>
            <w:right w:val="none" w:sz="0" w:space="0" w:color="auto"/>
          </w:divBdr>
        </w:div>
        <w:div w:id="1297832716">
          <w:marLeft w:val="640"/>
          <w:marRight w:val="0"/>
          <w:marTop w:val="0"/>
          <w:marBottom w:val="0"/>
          <w:divBdr>
            <w:top w:val="none" w:sz="0" w:space="0" w:color="auto"/>
            <w:left w:val="none" w:sz="0" w:space="0" w:color="auto"/>
            <w:bottom w:val="none" w:sz="0" w:space="0" w:color="auto"/>
            <w:right w:val="none" w:sz="0" w:space="0" w:color="auto"/>
          </w:divBdr>
        </w:div>
        <w:div w:id="1657877658">
          <w:marLeft w:val="640"/>
          <w:marRight w:val="0"/>
          <w:marTop w:val="0"/>
          <w:marBottom w:val="0"/>
          <w:divBdr>
            <w:top w:val="none" w:sz="0" w:space="0" w:color="auto"/>
            <w:left w:val="none" w:sz="0" w:space="0" w:color="auto"/>
            <w:bottom w:val="none" w:sz="0" w:space="0" w:color="auto"/>
            <w:right w:val="none" w:sz="0" w:space="0" w:color="auto"/>
          </w:divBdr>
        </w:div>
        <w:div w:id="1306081323">
          <w:marLeft w:val="640"/>
          <w:marRight w:val="0"/>
          <w:marTop w:val="0"/>
          <w:marBottom w:val="0"/>
          <w:divBdr>
            <w:top w:val="none" w:sz="0" w:space="0" w:color="auto"/>
            <w:left w:val="none" w:sz="0" w:space="0" w:color="auto"/>
            <w:bottom w:val="none" w:sz="0" w:space="0" w:color="auto"/>
            <w:right w:val="none" w:sz="0" w:space="0" w:color="auto"/>
          </w:divBdr>
        </w:div>
        <w:div w:id="840193673">
          <w:marLeft w:val="640"/>
          <w:marRight w:val="0"/>
          <w:marTop w:val="0"/>
          <w:marBottom w:val="0"/>
          <w:divBdr>
            <w:top w:val="none" w:sz="0" w:space="0" w:color="auto"/>
            <w:left w:val="none" w:sz="0" w:space="0" w:color="auto"/>
            <w:bottom w:val="none" w:sz="0" w:space="0" w:color="auto"/>
            <w:right w:val="none" w:sz="0" w:space="0" w:color="auto"/>
          </w:divBdr>
        </w:div>
        <w:div w:id="1660309980">
          <w:marLeft w:val="640"/>
          <w:marRight w:val="0"/>
          <w:marTop w:val="0"/>
          <w:marBottom w:val="0"/>
          <w:divBdr>
            <w:top w:val="none" w:sz="0" w:space="0" w:color="auto"/>
            <w:left w:val="none" w:sz="0" w:space="0" w:color="auto"/>
            <w:bottom w:val="none" w:sz="0" w:space="0" w:color="auto"/>
            <w:right w:val="none" w:sz="0" w:space="0" w:color="auto"/>
          </w:divBdr>
        </w:div>
      </w:divsChild>
    </w:div>
    <w:div w:id="1150367628">
      <w:bodyDiv w:val="1"/>
      <w:marLeft w:val="0"/>
      <w:marRight w:val="0"/>
      <w:marTop w:val="0"/>
      <w:marBottom w:val="0"/>
      <w:divBdr>
        <w:top w:val="none" w:sz="0" w:space="0" w:color="auto"/>
        <w:left w:val="none" w:sz="0" w:space="0" w:color="auto"/>
        <w:bottom w:val="none" w:sz="0" w:space="0" w:color="auto"/>
        <w:right w:val="none" w:sz="0" w:space="0" w:color="auto"/>
      </w:divBdr>
      <w:divsChild>
        <w:div w:id="1623341607">
          <w:marLeft w:val="640"/>
          <w:marRight w:val="0"/>
          <w:marTop w:val="0"/>
          <w:marBottom w:val="0"/>
          <w:divBdr>
            <w:top w:val="none" w:sz="0" w:space="0" w:color="auto"/>
            <w:left w:val="none" w:sz="0" w:space="0" w:color="auto"/>
            <w:bottom w:val="none" w:sz="0" w:space="0" w:color="auto"/>
            <w:right w:val="none" w:sz="0" w:space="0" w:color="auto"/>
          </w:divBdr>
        </w:div>
        <w:div w:id="394427530">
          <w:marLeft w:val="640"/>
          <w:marRight w:val="0"/>
          <w:marTop w:val="0"/>
          <w:marBottom w:val="0"/>
          <w:divBdr>
            <w:top w:val="none" w:sz="0" w:space="0" w:color="auto"/>
            <w:left w:val="none" w:sz="0" w:space="0" w:color="auto"/>
            <w:bottom w:val="none" w:sz="0" w:space="0" w:color="auto"/>
            <w:right w:val="none" w:sz="0" w:space="0" w:color="auto"/>
          </w:divBdr>
        </w:div>
        <w:div w:id="943726151">
          <w:marLeft w:val="640"/>
          <w:marRight w:val="0"/>
          <w:marTop w:val="0"/>
          <w:marBottom w:val="0"/>
          <w:divBdr>
            <w:top w:val="none" w:sz="0" w:space="0" w:color="auto"/>
            <w:left w:val="none" w:sz="0" w:space="0" w:color="auto"/>
            <w:bottom w:val="none" w:sz="0" w:space="0" w:color="auto"/>
            <w:right w:val="none" w:sz="0" w:space="0" w:color="auto"/>
          </w:divBdr>
        </w:div>
        <w:div w:id="372190670">
          <w:marLeft w:val="640"/>
          <w:marRight w:val="0"/>
          <w:marTop w:val="0"/>
          <w:marBottom w:val="0"/>
          <w:divBdr>
            <w:top w:val="none" w:sz="0" w:space="0" w:color="auto"/>
            <w:left w:val="none" w:sz="0" w:space="0" w:color="auto"/>
            <w:bottom w:val="none" w:sz="0" w:space="0" w:color="auto"/>
            <w:right w:val="none" w:sz="0" w:space="0" w:color="auto"/>
          </w:divBdr>
        </w:div>
        <w:div w:id="500320285">
          <w:marLeft w:val="640"/>
          <w:marRight w:val="0"/>
          <w:marTop w:val="0"/>
          <w:marBottom w:val="0"/>
          <w:divBdr>
            <w:top w:val="none" w:sz="0" w:space="0" w:color="auto"/>
            <w:left w:val="none" w:sz="0" w:space="0" w:color="auto"/>
            <w:bottom w:val="none" w:sz="0" w:space="0" w:color="auto"/>
            <w:right w:val="none" w:sz="0" w:space="0" w:color="auto"/>
          </w:divBdr>
        </w:div>
        <w:div w:id="419639824">
          <w:marLeft w:val="640"/>
          <w:marRight w:val="0"/>
          <w:marTop w:val="0"/>
          <w:marBottom w:val="0"/>
          <w:divBdr>
            <w:top w:val="none" w:sz="0" w:space="0" w:color="auto"/>
            <w:left w:val="none" w:sz="0" w:space="0" w:color="auto"/>
            <w:bottom w:val="none" w:sz="0" w:space="0" w:color="auto"/>
            <w:right w:val="none" w:sz="0" w:space="0" w:color="auto"/>
          </w:divBdr>
        </w:div>
        <w:div w:id="677584747">
          <w:marLeft w:val="640"/>
          <w:marRight w:val="0"/>
          <w:marTop w:val="0"/>
          <w:marBottom w:val="0"/>
          <w:divBdr>
            <w:top w:val="none" w:sz="0" w:space="0" w:color="auto"/>
            <w:left w:val="none" w:sz="0" w:space="0" w:color="auto"/>
            <w:bottom w:val="none" w:sz="0" w:space="0" w:color="auto"/>
            <w:right w:val="none" w:sz="0" w:space="0" w:color="auto"/>
          </w:divBdr>
        </w:div>
        <w:div w:id="501043107">
          <w:marLeft w:val="640"/>
          <w:marRight w:val="0"/>
          <w:marTop w:val="0"/>
          <w:marBottom w:val="0"/>
          <w:divBdr>
            <w:top w:val="none" w:sz="0" w:space="0" w:color="auto"/>
            <w:left w:val="none" w:sz="0" w:space="0" w:color="auto"/>
            <w:bottom w:val="none" w:sz="0" w:space="0" w:color="auto"/>
            <w:right w:val="none" w:sz="0" w:space="0" w:color="auto"/>
          </w:divBdr>
        </w:div>
        <w:div w:id="579288962">
          <w:marLeft w:val="640"/>
          <w:marRight w:val="0"/>
          <w:marTop w:val="0"/>
          <w:marBottom w:val="0"/>
          <w:divBdr>
            <w:top w:val="none" w:sz="0" w:space="0" w:color="auto"/>
            <w:left w:val="none" w:sz="0" w:space="0" w:color="auto"/>
            <w:bottom w:val="none" w:sz="0" w:space="0" w:color="auto"/>
            <w:right w:val="none" w:sz="0" w:space="0" w:color="auto"/>
          </w:divBdr>
        </w:div>
        <w:div w:id="1647125478">
          <w:marLeft w:val="640"/>
          <w:marRight w:val="0"/>
          <w:marTop w:val="0"/>
          <w:marBottom w:val="0"/>
          <w:divBdr>
            <w:top w:val="none" w:sz="0" w:space="0" w:color="auto"/>
            <w:left w:val="none" w:sz="0" w:space="0" w:color="auto"/>
            <w:bottom w:val="none" w:sz="0" w:space="0" w:color="auto"/>
            <w:right w:val="none" w:sz="0" w:space="0" w:color="auto"/>
          </w:divBdr>
        </w:div>
        <w:div w:id="30232081">
          <w:marLeft w:val="640"/>
          <w:marRight w:val="0"/>
          <w:marTop w:val="0"/>
          <w:marBottom w:val="0"/>
          <w:divBdr>
            <w:top w:val="none" w:sz="0" w:space="0" w:color="auto"/>
            <w:left w:val="none" w:sz="0" w:space="0" w:color="auto"/>
            <w:bottom w:val="none" w:sz="0" w:space="0" w:color="auto"/>
            <w:right w:val="none" w:sz="0" w:space="0" w:color="auto"/>
          </w:divBdr>
        </w:div>
        <w:div w:id="1970815297">
          <w:marLeft w:val="640"/>
          <w:marRight w:val="0"/>
          <w:marTop w:val="0"/>
          <w:marBottom w:val="0"/>
          <w:divBdr>
            <w:top w:val="none" w:sz="0" w:space="0" w:color="auto"/>
            <w:left w:val="none" w:sz="0" w:space="0" w:color="auto"/>
            <w:bottom w:val="none" w:sz="0" w:space="0" w:color="auto"/>
            <w:right w:val="none" w:sz="0" w:space="0" w:color="auto"/>
          </w:divBdr>
        </w:div>
        <w:div w:id="936520490">
          <w:marLeft w:val="640"/>
          <w:marRight w:val="0"/>
          <w:marTop w:val="0"/>
          <w:marBottom w:val="0"/>
          <w:divBdr>
            <w:top w:val="none" w:sz="0" w:space="0" w:color="auto"/>
            <w:left w:val="none" w:sz="0" w:space="0" w:color="auto"/>
            <w:bottom w:val="none" w:sz="0" w:space="0" w:color="auto"/>
            <w:right w:val="none" w:sz="0" w:space="0" w:color="auto"/>
          </w:divBdr>
        </w:div>
        <w:div w:id="734663173">
          <w:marLeft w:val="640"/>
          <w:marRight w:val="0"/>
          <w:marTop w:val="0"/>
          <w:marBottom w:val="0"/>
          <w:divBdr>
            <w:top w:val="none" w:sz="0" w:space="0" w:color="auto"/>
            <w:left w:val="none" w:sz="0" w:space="0" w:color="auto"/>
            <w:bottom w:val="none" w:sz="0" w:space="0" w:color="auto"/>
            <w:right w:val="none" w:sz="0" w:space="0" w:color="auto"/>
          </w:divBdr>
        </w:div>
        <w:div w:id="1684432450">
          <w:marLeft w:val="640"/>
          <w:marRight w:val="0"/>
          <w:marTop w:val="0"/>
          <w:marBottom w:val="0"/>
          <w:divBdr>
            <w:top w:val="none" w:sz="0" w:space="0" w:color="auto"/>
            <w:left w:val="none" w:sz="0" w:space="0" w:color="auto"/>
            <w:bottom w:val="none" w:sz="0" w:space="0" w:color="auto"/>
            <w:right w:val="none" w:sz="0" w:space="0" w:color="auto"/>
          </w:divBdr>
        </w:div>
        <w:div w:id="1813449399">
          <w:marLeft w:val="640"/>
          <w:marRight w:val="0"/>
          <w:marTop w:val="0"/>
          <w:marBottom w:val="0"/>
          <w:divBdr>
            <w:top w:val="none" w:sz="0" w:space="0" w:color="auto"/>
            <w:left w:val="none" w:sz="0" w:space="0" w:color="auto"/>
            <w:bottom w:val="none" w:sz="0" w:space="0" w:color="auto"/>
            <w:right w:val="none" w:sz="0" w:space="0" w:color="auto"/>
          </w:divBdr>
        </w:div>
        <w:div w:id="1322538910">
          <w:marLeft w:val="640"/>
          <w:marRight w:val="0"/>
          <w:marTop w:val="0"/>
          <w:marBottom w:val="0"/>
          <w:divBdr>
            <w:top w:val="none" w:sz="0" w:space="0" w:color="auto"/>
            <w:left w:val="none" w:sz="0" w:space="0" w:color="auto"/>
            <w:bottom w:val="none" w:sz="0" w:space="0" w:color="auto"/>
            <w:right w:val="none" w:sz="0" w:space="0" w:color="auto"/>
          </w:divBdr>
        </w:div>
        <w:div w:id="1984892065">
          <w:marLeft w:val="640"/>
          <w:marRight w:val="0"/>
          <w:marTop w:val="0"/>
          <w:marBottom w:val="0"/>
          <w:divBdr>
            <w:top w:val="none" w:sz="0" w:space="0" w:color="auto"/>
            <w:left w:val="none" w:sz="0" w:space="0" w:color="auto"/>
            <w:bottom w:val="none" w:sz="0" w:space="0" w:color="auto"/>
            <w:right w:val="none" w:sz="0" w:space="0" w:color="auto"/>
          </w:divBdr>
        </w:div>
        <w:div w:id="210045969">
          <w:marLeft w:val="640"/>
          <w:marRight w:val="0"/>
          <w:marTop w:val="0"/>
          <w:marBottom w:val="0"/>
          <w:divBdr>
            <w:top w:val="none" w:sz="0" w:space="0" w:color="auto"/>
            <w:left w:val="none" w:sz="0" w:space="0" w:color="auto"/>
            <w:bottom w:val="none" w:sz="0" w:space="0" w:color="auto"/>
            <w:right w:val="none" w:sz="0" w:space="0" w:color="auto"/>
          </w:divBdr>
        </w:div>
      </w:divsChild>
    </w:div>
    <w:div w:id="1241524824">
      <w:bodyDiv w:val="1"/>
      <w:marLeft w:val="0"/>
      <w:marRight w:val="0"/>
      <w:marTop w:val="0"/>
      <w:marBottom w:val="0"/>
      <w:divBdr>
        <w:top w:val="none" w:sz="0" w:space="0" w:color="auto"/>
        <w:left w:val="none" w:sz="0" w:space="0" w:color="auto"/>
        <w:bottom w:val="none" w:sz="0" w:space="0" w:color="auto"/>
        <w:right w:val="none" w:sz="0" w:space="0" w:color="auto"/>
      </w:divBdr>
      <w:divsChild>
        <w:div w:id="413937712">
          <w:marLeft w:val="640"/>
          <w:marRight w:val="0"/>
          <w:marTop w:val="0"/>
          <w:marBottom w:val="0"/>
          <w:divBdr>
            <w:top w:val="none" w:sz="0" w:space="0" w:color="auto"/>
            <w:left w:val="none" w:sz="0" w:space="0" w:color="auto"/>
            <w:bottom w:val="none" w:sz="0" w:space="0" w:color="auto"/>
            <w:right w:val="none" w:sz="0" w:space="0" w:color="auto"/>
          </w:divBdr>
        </w:div>
        <w:div w:id="736442010">
          <w:marLeft w:val="640"/>
          <w:marRight w:val="0"/>
          <w:marTop w:val="0"/>
          <w:marBottom w:val="0"/>
          <w:divBdr>
            <w:top w:val="none" w:sz="0" w:space="0" w:color="auto"/>
            <w:left w:val="none" w:sz="0" w:space="0" w:color="auto"/>
            <w:bottom w:val="none" w:sz="0" w:space="0" w:color="auto"/>
            <w:right w:val="none" w:sz="0" w:space="0" w:color="auto"/>
          </w:divBdr>
        </w:div>
        <w:div w:id="796945424">
          <w:marLeft w:val="640"/>
          <w:marRight w:val="0"/>
          <w:marTop w:val="0"/>
          <w:marBottom w:val="0"/>
          <w:divBdr>
            <w:top w:val="none" w:sz="0" w:space="0" w:color="auto"/>
            <w:left w:val="none" w:sz="0" w:space="0" w:color="auto"/>
            <w:bottom w:val="none" w:sz="0" w:space="0" w:color="auto"/>
            <w:right w:val="none" w:sz="0" w:space="0" w:color="auto"/>
          </w:divBdr>
        </w:div>
        <w:div w:id="1101875959">
          <w:marLeft w:val="640"/>
          <w:marRight w:val="0"/>
          <w:marTop w:val="0"/>
          <w:marBottom w:val="0"/>
          <w:divBdr>
            <w:top w:val="none" w:sz="0" w:space="0" w:color="auto"/>
            <w:left w:val="none" w:sz="0" w:space="0" w:color="auto"/>
            <w:bottom w:val="none" w:sz="0" w:space="0" w:color="auto"/>
            <w:right w:val="none" w:sz="0" w:space="0" w:color="auto"/>
          </w:divBdr>
        </w:div>
        <w:div w:id="497156963">
          <w:marLeft w:val="640"/>
          <w:marRight w:val="0"/>
          <w:marTop w:val="0"/>
          <w:marBottom w:val="0"/>
          <w:divBdr>
            <w:top w:val="none" w:sz="0" w:space="0" w:color="auto"/>
            <w:left w:val="none" w:sz="0" w:space="0" w:color="auto"/>
            <w:bottom w:val="none" w:sz="0" w:space="0" w:color="auto"/>
            <w:right w:val="none" w:sz="0" w:space="0" w:color="auto"/>
          </w:divBdr>
        </w:div>
        <w:div w:id="947158423">
          <w:marLeft w:val="640"/>
          <w:marRight w:val="0"/>
          <w:marTop w:val="0"/>
          <w:marBottom w:val="0"/>
          <w:divBdr>
            <w:top w:val="none" w:sz="0" w:space="0" w:color="auto"/>
            <w:left w:val="none" w:sz="0" w:space="0" w:color="auto"/>
            <w:bottom w:val="none" w:sz="0" w:space="0" w:color="auto"/>
            <w:right w:val="none" w:sz="0" w:space="0" w:color="auto"/>
          </w:divBdr>
        </w:div>
        <w:div w:id="578296978">
          <w:marLeft w:val="640"/>
          <w:marRight w:val="0"/>
          <w:marTop w:val="0"/>
          <w:marBottom w:val="0"/>
          <w:divBdr>
            <w:top w:val="none" w:sz="0" w:space="0" w:color="auto"/>
            <w:left w:val="none" w:sz="0" w:space="0" w:color="auto"/>
            <w:bottom w:val="none" w:sz="0" w:space="0" w:color="auto"/>
            <w:right w:val="none" w:sz="0" w:space="0" w:color="auto"/>
          </w:divBdr>
        </w:div>
        <w:div w:id="705132938">
          <w:marLeft w:val="640"/>
          <w:marRight w:val="0"/>
          <w:marTop w:val="0"/>
          <w:marBottom w:val="0"/>
          <w:divBdr>
            <w:top w:val="none" w:sz="0" w:space="0" w:color="auto"/>
            <w:left w:val="none" w:sz="0" w:space="0" w:color="auto"/>
            <w:bottom w:val="none" w:sz="0" w:space="0" w:color="auto"/>
            <w:right w:val="none" w:sz="0" w:space="0" w:color="auto"/>
          </w:divBdr>
        </w:div>
        <w:div w:id="1870145432">
          <w:marLeft w:val="640"/>
          <w:marRight w:val="0"/>
          <w:marTop w:val="0"/>
          <w:marBottom w:val="0"/>
          <w:divBdr>
            <w:top w:val="none" w:sz="0" w:space="0" w:color="auto"/>
            <w:left w:val="none" w:sz="0" w:space="0" w:color="auto"/>
            <w:bottom w:val="none" w:sz="0" w:space="0" w:color="auto"/>
            <w:right w:val="none" w:sz="0" w:space="0" w:color="auto"/>
          </w:divBdr>
        </w:div>
        <w:div w:id="1481074278">
          <w:marLeft w:val="640"/>
          <w:marRight w:val="0"/>
          <w:marTop w:val="0"/>
          <w:marBottom w:val="0"/>
          <w:divBdr>
            <w:top w:val="none" w:sz="0" w:space="0" w:color="auto"/>
            <w:left w:val="none" w:sz="0" w:space="0" w:color="auto"/>
            <w:bottom w:val="none" w:sz="0" w:space="0" w:color="auto"/>
            <w:right w:val="none" w:sz="0" w:space="0" w:color="auto"/>
          </w:divBdr>
        </w:div>
        <w:div w:id="1421364507">
          <w:marLeft w:val="640"/>
          <w:marRight w:val="0"/>
          <w:marTop w:val="0"/>
          <w:marBottom w:val="0"/>
          <w:divBdr>
            <w:top w:val="none" w:sz="0" w:space="0" w:color="auto"/>
            <w:left w:val="none" w:sz="0" w:space="0" w:color="auto"/>
            <w:bottom w:val="none" w:sz="0" w:space="0" w:color="auto"/>
            <w:right w:val="none" w:sz="0" w:space="0" w:color="auto"/>
          </w:divBdr>
        </w:div>
        <w:div w:id="1131635784">
          <w:marLeft w:val="640"/>
          <w:marRight w:val="0"/>
          <w:marTop w:val="0"/>
          <w:marBottom w:val="0"/>
          <w:divBdr>
            <w:top w:val="none" w:sz="0" w:space="0" w:color="auto"/>
            <w:left w:val="none" w:sz="0" w:space="0" w:color="auto"/>
            <w:bottom w:val="none" w:sz="0" w:space="0" w:color="auto"/>
            <w:right w:val="none" w:sz="0" w:space="0" w:color="auto"/>
          </w:divBdr>
        </w:div>
        <w:div w:id="697781429">
          <w:marLeft w:val="640"/>
          <w:marRight w:val="0"/>
          <w:marTop w:val="0"/>
          <w:marBottom w:val="0"/>
          <w:divBdr>
            <w:top w:val="none" w:sz="0" w:space="0" w:color="auto"/>
            <w:left w:val="none" w:sz="0" w:space="0" w:color="auto"/>
            <w:bottom w:val="none" w:sz="0" w:space="0" w:color="auto"/>
            <w:right w:val="none" w:sz="0" w:space="0" w:color="auto"/>
          </w:divBdr>
        </w:div>
        <w:div w:id="157430846">
          <w:marLeft w:val="640"/>
          <w:marRight w:val="0"/>
          <w:marTop w:val="0"/>
          <w:marBottom w:val="0"/>
          <w:divBdr>
            <w:top w:val="none" w:sz="0" w:space="0" w:color="auto"/>
            <w:left w:val="none" w:sz="0" w:space="0" w:color="auto"/>
            <w:bottom w:val="none" w:sz="0" w:space="0" w:color="auto"/>
            <w:right w:val="none" w:sz="0" w:space="0" w:color="auto"/>
          </w:divBdr>
        </w:div>
        <w:div w:id="135535784">
          <w:marLeft w:val="640"/>
          <w:marRight w:val="0"/>
          <w:marTop w:val="0"/>
          <w:marBottom w:val="0"/>
          <w:divBdr>
            <w:top w:val="none" w:sz="0" w:space="0" w:color="auto"/>
            <w:left w:val="none" w:sz="0" w:space="0" w:color="auto"/>
            <w:bottom w:val="none" w:sz="0" w:space="0" w:color="auto"/>
            <w:right w:val="none" w:sz="0" w:space="0" w:color="auto"/>
          </w:divBdr>
        </w:div>
        <w:div w:id="1313414542">
          <w:marLeft w:val="640"/>
          <w:marRight w:val="0"/>
          <w:marTop w:val="0"/>
          <w:marBottom w:val="0"/>
          <w:divBdr>
            <w:top w:val="none" w:sz="0" w:space="0" w:color="auto"/>
            <w:left w:val="none" w:sz="0" w:space="0" w:color="auto"/>
            <w:bottom w:val="none" w:sz="0" w:space="0" w:color="auto"/>
            <w:right w:val="none" w:sz="0" w:space="0" w:color="auto"/>
          </w:divBdr>
        </w:div>
        <w:div w:id="1772703742">
          <w:marLeft w:val="640"/>
          <w:marRight w:val="0"/>
          <w:marTop w:val="0"/>
          <w:marBottom w:val="0"/>
          <w:divBdr>
            <w:top w:val="none" w:sz="0" w:space="0" w:color="auto"/>
            <w:left w:val="none" w:sz="0" w:space="0" w:color="auto"/>
            <w:bottom w:val="none" w:sz="0" w:space="0" w:color="auto"/>
            <w:right w:val="none" w:sz="0" w:space="0" w:color="auto"/>
          </w:divBdr>
        </w:div>
        <w:div w:id="1695040390">
          <w:marLeft w:val="640"/>
          <w:marRight w:val="0"/>
          <w:marTop w:val="0"/>
          <w:marBottom w:val="0"/>
          <w:divBdr>
            <w:top w:val="none" w:sz="0" w:space="0" w:color="auto"/>
            <w:left w:val="none" w:sz="0" w:space="0" w:color="auto"/>
            <w:bottom w:val="none" w:sz="0" w:space="0" w:color="auto"/>
            <w:right w:val="none" w:sz="0" w:space="0" w:color="auto"/>
          </w:divBdr>
        </w:div>
        <w:div w:id="146557463">
          <w:marLeft w:val="640"/>
          <w:marRight w:val="0"/>
          <w:marTop w:val="0"/>
          <w:marBottom w:val="0"/>
          <w:divBdr>
            <w:top w:val="none" w:sz="0" w:space="0" w:color="auto"/>
            <w:left w:val="none" w:sz="0" w:space="0" w:color="auto"/>
            <w:bottom w:val="none" w:sz="0" w:space="0" w:color="auto"/>
            <w:right w:val="none" w:sz="0" w:space="0" w:color="auto"/>
          </w:divBdr>
        </w:div>
        <w:div w:id="1587181599">
          <w:marLeft w:val="64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8855823">
      <w:bodyDiv w:val="1"/>
      <w:marLeft w:val="0"/>
      <w:marRight w:val="0"/>
      <w:marTop w:val="0"/>
      <w:marBottom w:val="0"/>
      <w:divBdr>
        <w:top w:val="none" w:sz="0" w:space="0" w:color="auto"/>
        <w:left w:val="none" w:sz="0" w:space="0" w:color="auto"/>
        <w:bottom w:val="none" w:sz="0" w:space="0" w:color="auto"/>
        <w:right w:val="none" w:sz="0" w:space="0" w:color="auto"/>
      </w:divBdr>
      <w:divsChild>
        <w:div w:id="90668281">
          <w:marLeft w:val="640"/>
          <w:marRight w:val="0"/>
          <w:marTop w:val="0"/>
          <w:marBottom w:val="0"/>
          <w:divBdr>
            <w:top w:val="none" w:sz="0" w:space="0" w:color="auto"/>
            <w:left w:val="none" w:sz="0" w:space="0" w:color="auto"/>
            <w:bottom w:val="none" w:sz="0" w:space="0" w:color="auto"/>
            <w:right w:val="none" w:sz="0" w:space="0" w:color="auto"/>
          </w:divBdr>
        </w:div>
        <w:div w:id="892081993">
          <w:marLeft w:val="640"/>
          <w:marRight w:val="0"/>
          <w:marTop w:val="0"/>
          <w:marBottom w:val="0"/>
          <w:divBdr>
            <w:top w:val="none" w:sz="0" w:space="0" w:color="auto"/>
            <w:left w:val="none" w:sz="0" w:space="0" w:color="auto"/>
            <w:bottom w:val="none" w:sz="0" w:space="0" w:color="auto"/>
            <w:right w:val="none" w:sz="0" w:space="0" w:color="auto"/>
          </w:divBdr>
        </w:div>
        <w:div w:id="2117943227">
          <w:marLeft w:val="640"/>
          <w:marRight w:val="0"/>
          <w:marTop w:val="0"/>
          <w:marBottom w:val="0"/>
          <w:divBdr>
            <w:top w:val="none" w:sz="0" w:space="0" w:color="auto"/>
            <w:left w:val="none" w:sz="0" w:space="0" w:color="auto"/>
            <w:bottom w:val="none" w:sz="0" w:space="0" w:color="auto"/>
            <w:right w:val="none" w:sz="0" w:space="0" w:color="auto"/>
          </w:divBdr>
        </w:div>
        <w:div w:id="1319961337">
          <w:marLeft w:val="640"/>
          <w:marRight w:val="0"/>
          <w:marTop w:val="0"/>
          <w:marBottom w:val="0"/>
          <w:divBdr>
            <w:top w:val="none" w:sz="0" w:space="0" w:color="auto"/>
            <w:left w:val="none" w:sz="0" w:space="0" w:color="auto"/>
            <w:bottom w:val="none" w:sz="0" w:space="0" w:color="auto"/>
            <w:right w:val="none" w:sz="0" w:space="0" w:color="auto"/>
          </w:divBdr>
        </w:div>
        <w:div w:id="1700887781">
          <w:marLeft w:val="640"/>
          <w:marRight w:val="0"/>
          <w:marTop w:val="0"/>
          <w:marBottom w:val="0"/>
          <w:divBdr>
            <w:top w:val="none" w:sz="0" w:space="0" w:color="auto"/>
            <w:left w:val="none" w:sz="0" w:space="0" w:color="auto"/>
            <w:bottom w:val="none" w:sz="0" w:space="0" w:color="auto"/>
            <w:right w:val="none" w:sz="0" w:space="0" w:color="auto"/>
          </w:divBdr>
        </w:div>
        <w:div w:id="1826630591">
          <w:marLeft w:val="640"/>
          <w:marRight w:val="0"/>
          <w:marTop w:val="0"/>
          <w:marBottom w:val="0"/>
          <w:divBdr>
            <w:top w:val="none" w:sz="0" w:space="0" w:color="auto"/>
            <w:left w:val="none" w:sz="0" w:space="0" w:color="auto"/>
            <w:bottom w:val="none" w:sz="0" w:space="0" w:color="auto"/>
            <w:right w:val="none" w:sz="0" w:space="0" w:color="auto"/>
          </w:divBdr>
        </w:div>
        <w:div w:id="1524123923">
          <w:marLeft w:val="640"/>
          <w:marRight w:val="0"/>
          <w:marTop w:val="0"/>
          <w:marBottom w:val="0"/>
          <w:divBdr>
            <w:top w:val="none" w:sz="0" w:space="0" w:color="auto"/>
            <w:left w:val="none" w:sz="0" w:space="0" w:color="auto"/>
            <w:bottom w:val="none" w:sz="0" w:space="0" w:color="auto"/>
            <w:right w:val="none" w:sz="0" w:space="0" w:color="auto"/>
          </w:divBdr>
        </w:div>
        <w:div w:id="1865360112">
          <w:marLeft w:val="640"/>
          <w:marRight w:val="0"/>
          <w:marTop w:val="0"/>
          <w:marBottom w:val="0"/>
          <w:divBdr>
            <w:top w:val="none" w:sz="0" w:space="0" w:color="auto"/>
            <w:left w:val="none" w:sz="0" w:space="0" w:color="auto"/>
            <w:bottom w:val="none" w:sz="0" w:space="0" w:color="auto"/>
            <w:right w:val="none" w:sz="0" w:space="0" w:color="auto"/>
          </w:divBdr>
        </w:div>
        <w:div w:id="1754086601">
          <w:marLeft w:val="640"/>
          <w:marRight w:val="0"/>
          <w:marTop w:val="0"/>
          <w:marBottom w:val="0"/>
          <w:divBdr>
            <w:top w:val="none" w:sz="0" w:space="0" w:color="auto"/>
            <w:left w:val="none" w:sz="0" w:space="0" w:color="auto"/>
            <w:bottom w:val="none" w:sz="0" w:space="0" w:color="auto"/>
            <w:right w:val="none" w:sz="0" w:space="0" w:color="auto"/>
          </w:divBdr>
        </w:div>
        <w:div w:id="96752473">
          <w:marLeft w:val="640"/>
          <w:marRight w:val="0"/>
          <w:marTop w:val="0"/>
          <w:marBottom w:val="0"/>
          <w:divBdr>
            <w:top w:val="none" w:sz="0" w:space="0" w:color="auto"/>
            <w:left w:val="none" w:sz="0" w:space="0" w:color="auto"/>
            <w:bottom w:val="none" w:sz="0" w:space="0" w:color="auto"/>
            <w:right w:val="none" w:sz="0" w:space="0" w:color="auto"/>
          </w:divBdr>
        </w:div>
        <w:div w:id="703485847">
          <w:marLeft w:val="640"/>
          <w:marRight w:val="0"/>
          <w:marTop w:val="0"/>
          <w:marBottom w:val="0"/>
          <w:divBdr>
            <w:top w:val="none" w:sz="0" w:space="0" w:color="auto"/>
            <w:left w:val="none" w:sz="0" w:space="0" w:color="auto"/>
            <w:bottom w:val="none" w:sz="0" w:space="0" w:color="auto"/>
            <w:right w:val="none" w:sz="0" w:space="0" w:color="auto"/>
          </w:divBdr>
        </w:div>
        <w:div w:id="1685328941">
          <w:marLeft w:val="640"/>
          <w:marRight w:val="0"/>
          <w:marTop w:val="0"/>
          <w:marBottom w:val="0"/>
          <w:divBdr>
            <w:top w:val="none" w:sz="0" w:space="0" w:color="auto"/>
            <w:left w:val="none" w:sz="0" w:space="0" w:color="auto"/>
            <w:bottom w:val="none" w:sz="0" w:space="0" w:color="auto"/>
            <w:right w:val="none" w:sz="0" w:space="0" w:color="auto"/>
          </w:divBdr>
        </w:div>
        <w:div w:id="62142670">
          <w:marLeft w:val="640"/>
          <w:marRight w:val="0"/>
          <w:marTop w:val="0"/>
          <w:marBottom w:val="0"/>
          <w:divBdr>
            <w:top w:val="none" w:sz="0" w:space="0" w:color="auto"/>
            <w:left w:val="none" w:sz="0" w:space="0" w:color="auto"/>
            <w:bottom w:val="none" w:sz="0" w:space="0" w:color="auto"/>
            <w:right w:val="none" w:sz="0" w:space="0" w:color="auto"/>
          </w:divBdr>
        </w:div>
        <w:div w:id="952706064">
          <w:marLeft w:val="640"/>
          <w:marRight w:val="0"/>
          <w:marTop w:val="0"/>
          <w:marBottom w:val="0"/>
          <w:divBdr>
            <w:top w:val="none" w:sz="0" w:space="0" w:color="auto"/>
            <w:left w:val="none" w:sz="0" w:space="0" w:color="auto"/>
            <w:bottom w:val="none" w:sz="0" w:space="0" w:color="auto"/>
            <w:right w:val="none" w:sz="0" w:space="0" w:color="auto"/>
          </w:divBdr>
        </w:div>
        <w:div w:id="437068244">
          <w:marLeft w:val="640"/>
          <w:marRight w:val="0"/>
          <w:marTop w:val="0"/>
          <w:marBottom w:val="0"/>
          <w:divBdr>
            <w:top w:val="none" w:sz="0" w:space="0" w:color="auto"/>
            <w:left w:val="none" w:sz="0" w:space="0" w:color="auto"/>
            <w:bottom w:val="none" w:sz="0" w:space="0" w:color="auto"/>
            <w:right w:val="none" w:sz="0" w:space="0" w:color="auto"/>
          </w:divBdr>
        </w:div>
        <w:div w:id="167016376">
          <w:marLeft w:val="640"/>
          <w:marRight w:val="0"/>
          <w:marTop w:val="0"/>
          <w:marBottom w:val="0"/>
          <w:divBdr>
            <w:top w:val="none" w:sz="0" w:space="0" w:color="auto"/>
            <w:left w:val="none" w:sz="0" w:space="0" w:color="auto"/>
            <w:bottom w:val="none" w:sz="0" w:space="0" w:color="auto"/>
            <w:right w:val="none" w:sz="0" w:space="0" w:color="auto"/>
          </w:divBdr>
        </w:div>
        <w:div w:id="1196045272">
          <w:marLeft w:val="640"/>
          <w:marRight w:val="0"/>
          <w:marTop w:val="0"/>
          <w:marBottom w:val="0"/>
          <w:divBdr>
            <w:top w:val="none" w:sz="0" w:space="0" w:color="auto"/>
            <w:left w:val="none" w:sz="0" w:space="0" w:color="auto"/>
            <w:bottom w:val="none" w:sz="0" w:space="0" w:color="auto"/>
            <w:right w:val="none" w:sz="0" w:space="0" w:color="auto"/>
          </w:divBdr>
        </w:div>
        <w:div w:id="1283926020">
          <w:marLeft w:val="640"/>
          <w:marRight w:val="0"/>
          <w:marTop w:val="0"/>
          <w:marBottom w:val="0"/>
          <w:divBdr>
            <w:top w:val="none" w:sz="0" w:space="0" w:color="auto"/>
            <w:left w:val="none" w:sz="0" w:space="0" w:color="auto"/>
            <w:bottom w:val="none" w:sz="0" w:space="0" w:color="auto"/>
            <w:right w:val="none" w:sz="0" w:space="0" w:color="auto"/>
          </w:divBdr>
        </w:div>
        <w:div w:id="596595978">
          <w:marLeft w:val="640"/>
          <w:marRight w:val="0"/>
          <w:marTop w:val="0"/>
          <w:marBottom w:val="0"/>
          <w:divBdr>
            <w:top w:val="none" w:sz="0" w:space="0" w:color="auto"/>
            <w:left w:val="none" w:sz="0" w:space="0" w:color="auto"/>
            <w:bottom w:val="none" w:sz="0" w:space="0" w:color="auto"/>
            <w:right w:val="none" w:sz="0" w:space="0" w:color="auto"/>
          </w:divBdr>
        </w:div>
      </w:divsChild>
    </w:div>
    <w:div w:id="1329746007">
      <w:bodyDiv w:val="1"/>
      <w:marLeft w:val="0"/>
      <w:marRight w:val="0"/>
      <w:marTop w:val="0"/>
      <w:marBottom w:val="0"/>
      <w:divBdr>
        <w:top w:val="none" w:sz="0" w:space="0" w:color="auto"/>
        <w:left w:val="none" w:sz="0" w:space="0" w:color="auto"/>
        <w:bottom w:val="none" w:sz="0" w:space="0" w:color="auto"/>
        <w:right w:val="none" w:sz="0" w:space="0" w:color="auto"/>
      </w:divBdr>
    </w:div>
    <w:div w:id="1379670840">
      <w:bodyDiv w:val="1"/>
      <w:marLeft w:val="0"/>
      <w:marRight w:val="0"/>
      <w:marTop w:val="0"/>
      <w:marBottom w:val="0"/>
      <w:divBdr>
        <w:top w:val="none" w:sz="0" w:space="0" w:color="auto"/>
        <w:left w:val="none" w:sz="0" w:space="0" w:color="auto"/>
        <w:bottom w:val="none" w:sz="0" w:space="0" w:color="auto"/>
        <w:right w:val="none" w:sz="0" w:space="0" w:color="auto"/>
      </w:divBdr>
    </w:div>
    <w:div w:id="1395742605">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12212672">
      <w:bodyDiv w:val="1"/>
      <w:marLeft w:val="0"/>
      <w:marRight w:val="0"/>
      <w:marTop w:val="0"/>
      <w:marBottom w:val="0"/>
      <w:divBdr>
        <w:top w:val="none" w:sz="0" w:space="0" w:color="auto"/>
        <w:left w:val="none" w:sz="0" w:space="0" w:color="auto"/>
        <w:bottom w:val="none" w:sz="0" w:space="0" w:color="auto"/>
        <w:right w:val="none" w:sz="0" w:space="0" w:color="auto"/>
      </w:divBdr>
      <w:divsChild>
        <w:div w:id="1113937679">
          <w:marLeft w:val="640"/>
          <w:marRight w:val="0"/>
          <w:marTop w:val="0"/>
          <w:marBottom w:val="0"/>
          <w:divBdr>
            <w:top w:val="none" w:sz="0" w:space="0" w:color="auto"/>
            <w:left w:val="none" w:sz="0" w:space="0" w:color="auto"/>
            <w:bottom w:val="none" w:sz="0" w:space="0" w:color="auto"/>
            <w:right w:val="none" w:sz="0" w:space="0" w:color="auto"/>
          </w:divBdr>
        </w:div>
        <w:div w:id="233440050">
          <w:marLeft w:val="640"/>
          <w:marRight w:val="0"/>
          <w:marTop w:val="0"/>
          <w:marBottom w:val="0"/>
          <w:divBdr>
            <w:top w:val="none" w:sz="0" w:space="0" w:color="auto"/>
            <w:left w:val="none" w:sz="0" w:space="0" w:color="auto"/>
            <w:bottom w:val="none" w:sz="0" w:space="0" w:color="auto"/>
            <w:right w:val="none" w:sz="0" w:space="0" w:color="auto"/>
          </w:divBdr>
        </w:div>
        <w:div w:id="718095455">
          <w:marLeft w:val="640"/>
          <w:marRight w:val="0"/>
          <w:marTop w:val="0"/>
          <w:marBottom w:val="0"/>
          <w:divBdr>
            <w:top w:val="none" w:sz="0" w:space="0" w:color="auto"/>
            <w:left w:val="none" w:sz="0" w:space="0" w:color="auto"/>
            <w:bottom w:val="none" w:sz="0" w:space="0" w:color="auto"/>
            <w:right w:val="none" w:sz="0" w:space="0" w:color="auto"/>
          </w:divBdr>
        </w:div>
        <w:div w:id="88043255">
          <w:marLeft w:val="640"/>
          <w:marRight w:val="0"/>
          <w:marTop w:val="0"/>
          <w:marBottom w:val="0"/>
          <w:divBdr>
            <w:top w:val="none" w:sz="0" w:space="0" w:color="auto"/>
            <w:left w:val="none" w:sz="0" w:space="0" w:color="auto"/>
            <w:bottom w:val="none" w:sz="0" w:space="0" w:color="auto"/>
            <w:right w:val="none" w:sz="0" w:space="0" w:color="auto"/>
          </w:divBdr>
        </w:div>
        <w:div w:id="1871524929">
          <w:marLeft w:val="640"/>
          <w:marRight w:val="0"/>
          <w:marTop w:val="0"/>
          <w:marBottom w:val="0"/>
          <w:divBdr>
            <w:top w:val="none" w:sz="0" w:space="0" w:color="auto"/>
            <w:left w:val="none" w:sz="0" w:space="0" w:color="auto"/>
            <w:bottom w:val="none" w:sz="0" w:space="0" w:color="auto"/>
            <w:right w:val="none" w:sz="0" w:space="0" w:color="auto"/>
          </w:divBdr>
        </w:div>
        <w:div w:id="1823348975">
          <w:marLeft w:val="640"/>
          <w:marRight w:val="0"/>
          <w:marTop w:val="0"/>
          <w:marBottom w:val="0"/>
          <w:divBdr>
            <w:top w:val="none" w:sz="0" w:space="0" w:color="auto"/>
            <w:left w:val="none" w:sz="0" w:space="0" w:color="auto"/>
            <w:bottom w:val="none" w:sz="0" w:space="0" w:color="auto"/>
            <w:right w:val="none" w:sz="0" w:space="0" w:color="auto"/>
          </w:divBdr>
        </w:div>
        <w:div w:id="1302420569">
          <w:marLeft w:val="640"/>
          <w:marRight w:val="0"/>
          <w:marTop w:val="0"/>
          <w:marBottom w:val="0"/>
          <w:divBdr>
            <w:top w:val="none" w:sz="0" w:space="0" w:color="auto"/>
            <w:left w:val="none" w:sz="0" w:space="0" w:color="auto"/>
            <w:bottom w:val="none" w:sz="0" w:space="0" w:color="auto"/>
            <w:right w:val="none" w:sz="0" w:space="0" w:color="auto"/>
          </w:divBdr>
        </w:div>
        <w:div w:id="1771927090">
          <w:marLeft w:val="640"/>
          <w:marRight w:val="0"/>
          <w:marTop w:val="0"/>
          <w:marBottom w:val="0"/>
          <w:divBdr>
            <w:top w:val="none" w:sz="0" w:space="0" w:color="auto"/>
            <w:left w:val="none" w:sz="0" w:space="0" w:color="auto"/>
            <w:bottom w:val="none" w:sz="0" w:space="0" w:color="auto"/>
            <w:right w:val="none" w:sz="0" w:space="0" w:color="auto"/>
          </w:divBdr>
        </w:div>
        <w:div w:id="17395296">
          <w:marLeft w:val="640"/>
          <w:marRight w:val="0"/>
          <w:marTop w:val="0"/>
          <w:marBottom w:val="0"/>
          <w:divBdr>
            <w:top w:val="none" w:sz="0" w:space="0" w:color="auto"/>
            <w:left w:val="none" w:sz="0" w:space="0" w:color="auto"/>
            <w:bottom w:val="none" w:sz="0" w:space="0" w:color="auto"/>
            <w:right w:val="none" w:sz="0" w:space="0" w:color="auto"/>
          </w:divBdr>
        </w:div>
        <w:div w:id="1705248783">
          <w:marLeft w:val="640"/>
          <w:marRight w:val="0"/>
          <w:marTop w:val="0"/>
          <w:marBottom w:val="0"/>
          <w:divBdr>
            <w:top w:val="none" w:sz="0" w:space="0" w:color="auto"/>
            <w:left w:val="none" w:sz="0" w:space="0" w:color="auto"/>
            <w:bottom w:val="none" w:sz="0" w:space="0" w:color="auto"/>
            <w:right w:val="none" w:sz="0" w:space="0" w:color="auto"/>
          </w:divBdr>
        </w:div>
        <w:div w:id="84033854">
          <w:marLeft w:val="640"/>
          <w:marRight w:val="0"/>
          <w:marTop w:val="0"/>
          <w:marBottom w:val="0"/>
          <w:divBdr>
            <w:top w:val="none" w:sz="0" w:space="0" w:color="auto"/>
            <w:left w:val="none" w:sz="0" w:space="0" w:color="auto"/>
            <w:bottom w:val="none" w:sz="0" w:space="0" w:color="auto"/>
            <w:right w:val="none" w:sz="0" w:space="0" w:color="auto"/>
          </w:divBdr>
        </w:div>
        <w:div w:id="996300505">
          <w:marLeft w:val="640"/>
          <w:marRight w:val="0"/>
          <w:marTop w:val="0"/>
          <w:marBottom w:val="0"/>
          <w:divBdr>
            <w:top w:val="none" w:sz="0" w:space="0" w:color="auto"/>
            <w:left w:val="none" w:sz="0" w:space="0" w:color="auto"/>
            <w:bottom w:val="none" w:sz="0" w:space="0" w:color="auto"/>
            <w:right w:val="none" w:sz="0" w:space="0" w:color="auto"/>
          </w:divBdr>
        </w:div>
        <w:div w:id="616907946">
          <w:marLeft w:val="640"/>
          <w:marRight w:val="0"/>
          <w:marTop w:val="0"/>
          <w:marBottom w:val="0"/>
          <w:divBdr>
            <w:top w:val="none" w:sz="0" w:space="0" w:color="auto"/>
            <w:left w:val="none" w:sz="0" w:space="0" w:color="auto"/>
            <w:bottom w:val="none" w:sz="0" w:space="0" w:color="auto"/>
            <w:right w:val="none" w:sz="0" w:space="0" w:color="auto"/>
          </w:divBdr>
        </w:div>
        <w:div w:id="786243221">
          <w:marLeft w:val="640"/>
          <w:marRight w:val="0"/>
          <w:marTop w:val="0"/>
          <w:marBottom w:val="0"/>
          <w:divBdr>
            <w:top w:val="none" w:sz="0" w:space="0" w:color="auto"/>
            <w:left w:val="none" w:sz="0" w:space="0" w:color="auto"/>
            <w:bottom w:val="none" w:sz="0" w:space="0" w:color="auto"/>
            <w:right w:val="none" w:sz="0" w:space="0" w:color="auto"/>
          </w:divBdr>
        </w:div>
        <w:div w:id="1937787263">
          <w:marLeft w:val="640"/>
          <w:marRight w:val="0"/>
          <w:marTop w:val="0"/>
          <w:marBottom w:val="0"/>
          <w:divBdr>
            <w:top w:val="none" w:sz="0" w:space="0" w:color="auto"/>
            <w:left w:val="none" w:sz="0" w:space="0" w:color="auto"/>
            <w:bottom w:val="none" w:sz="0" w:space="0" w:color="auto"/>
            <w:right w:val="none" w:sz="0" w:space="0" w:color="auto"/>
          </w:divBdr>
        </w:div>
        <w:div w:id="1436947974">
          <w:marLeft w:val="640"/>
          <w:marRight w:val="0"/>
          <w:marTop w:val="0"/>
          <w:marBottom w:val="0"/>
          <w:divBdr>
            <w:top w:val="none" w:sz="0" w:space="0" w:color="auto"/>
            <w:left w:val="none" w:sz="0" w:space="0" w:color="auto"/>
            <w:bottom w:val="none" w:sz="0" w:space="0" w:color="auto"/>
            <w:right w:val="none" w:sz="0" w:space="0" w:color="auto"/>
          </w:divBdr>
        </w:div>
        <w:div w:id="892084512">
          <w:marLeft w:val="640"/>
          <w:marRight w:val="0"/>
          <w:marTop w:val="0"/>
          <w:marBottom w:val="0"/>
          <w:divBdr>
            <w:top w:val="none" w:sz="0" w:space="0" w:color="auto"/>
            <w:left w:val="none" w:sz="0" w:space="0" w:color="auto"/>
            <w:bottom w:val="none" w:sz="0" w:space="0" w:color="auto"/>
            <w:right w:val="none" w:sz="0" w:space="0" w:color="auto"/>
          </w:divBdr>
        </w:div>
        <w:div w:id="1157065333">
          <w:marLeft w:val="640"/>
          <w:marRight w:val="0"/>
          <w:marTop w:val="0"/>
          <w:marBottom w:val="0"/>
          <w:divBdr>
            <w:top w:val="none" w:sz="0" w:space="0" w:color="auto"/>
            <w:left w:val="none" w:sz="0" w:space="0" w:color="auto"/>
            <w:bottom w:val="none" w:sz="0" w:space="0" w:color="auto"/>
            <w:right w:val="none" w:sz="0" w:space="0" w:color="auto"/>
          </w:divBdr>
        </w:div>
        <w:div w:id="1754155930">
          <w:marLeft w:val="640"/>
          <w:marRight w:val="0"/>
          <w:marTop w:val="0"/>
          <w:marBottom w:val="0"/>
          <w:divBdr>
            <w:top w:val="none" w:sz="0" w:space="0" w:color="auto"/>
            <w:left w:val="none" w:sz="0" w:space="0" w:color="auto"/>
            <w:bottom w:val="none" w:sz="0" w:space="0" w:color="auto"/>
            <w:right w:val="none" w:sz="0" w:space="0" w:color="auto"/>
          </w:divBdr>
        </w:div>
      </w:divsChild>
    </w:div>
    <w:div w:id="1962950878">
      <w:bodyDiv w:val="1"/>
      <w:marLeft w:val="0"/>
      <w:marRight w:val="0"/>
      <w:marTop w:val="0"/>
      <w:marBottom w:val="0"/>
      <w:divBdr>
        <w:top w:val="none" w:sz="0" w:space="0" w:color="auto"/>
        <w:left w:val="none" w:sz="0" w:space="0" w:color="auto"/>
        <w:bottom w:val="none" w:sz="0" w:space="0" w:color="auto"/>
        <w:right w:val="none" w:sz="0" w:space="0" w:color="auto"/>
      </w:divBdr>
    </w:div>
    <w:div w:id="2066374240">
      <w:bodyDiv w:val="1"/>
      <w:marLeft w:val="0"/>
      <w:marRight w:val="0"/>
      <w:marTop w:val="0"/>
      <w:marBottom w:val="0"/>
      <w:divBdr>
        <w:top w:val="none" w:sz="0" w:space="0" w:color="auto"/>
        <w:left w:val="none" w:sz="0" w:space="0" w:color="auto"/>
        <w:bottom w:val="none" w:sz="0" w:space="0" w:color="auto"/>
        <w:right w:val="none" w:sz="0" w:space="0" w:color="auto"/>
      </w:divBdr>
    </w:div>
    <w:div w:id="2105882400">
      <w:bodyDiv w:val="1"/>
      <w:marLeft w:val="0"/>
      <w:marRight w:val="0"/>
      <w:marTop w:val="0"/>
      <w:marBottom w:val="0"/>
      <w:divBdr>
        <w:top w:val="none" w:sz="0" w:space="0" w:color="auto"/>
        <w:left w:val="none" w:sz="0" w:space="0" w:color="auto"/>
        <w:bottom w:val="none" w:sz="0" w:space="0" w:color="auto"/>
        <w:right w:val="none" w:sz="0" w:space="0" w:color="auto"/>
      </w:divBdr>
      <w:divsChild>
        <w:div w:id="842472232">
          <w:marLeft w:val="640"/>
          <w:marRight w:val="0"/>
          <w:marTop w:val="0"/>
          <w:marBottom w:val="0"/>
          <w:divBdr>
            <w:top w:val="none" w:sz="0" w:space="0" w:color="auto"/>
            <w:left w:val="none" w:sz="0" w:space="0" w:color="auto"/>
            <w:bottom w:val="none" w:sz="0" w:space="0" w:color="auto"/>
            <w:right w:val="none" w:sz="0" w:space="0" w:color="auto"/>
          </w:divBdr>
        </w:div>
        <w:div w:id="592203803">
          <w:marLeft w:val="640"/>
          <w:marRight w:val="0"/>
          <w:marTop w:val="0"/>
          <w:marBottom w:val="0"/>
          <w:divBdr>
            <w:top w:val="none" w:sz="0" w:space="0" w:color="auto"/>
            <w:left w:val="none" w:sz="0" w:space="0" w:color="auto"/>
            <w:bottom w:val="none" w:sz="0" w:space="0" w:color="auto"/>
            <w:right w:val="none" w:sz="0" w:space="0" w:color="auto"/>
          </w:divBdr>
        </w:div>
        <w:div w:id="1136601950">
          <w:marLeft w:val="640"/>
          <w:marRight w:val="0"/>
          <w:marTop w:val="0"/>
          <w:marBottom w:val="0"/>
          <w:divBdr>
            <w:top w:val="none" w:sz="0" w:space="0" w:color="auto"/>
            <w:left w:val="none" w:sz="0" w:space="0" w:color="auto"/>
            <w:bottom w:val="none" w:sz="0" w:space="0" w:color="auto"/>
            <w:right w:val="none" w:sz="0" w:space="0" w:color="auto"/>
          </w:divBdr>
        </w:div>
        <w:div w:id="732771400">
          <w:marLeft w:val="640"/>
          <w:marRight w:val="0"/>
          <w:marTop w:val="0"/>
          <w:marBottom w:val="0"/>
          <w:divBdr>
            <w:top w:val="none" w:sz="0" w:space="0" w:color="auto"/>
            <w:left w:val="none" w:sz="0" w:space="0" w:color="auto"/>
            <w:bottom w:val="none" w:sz="0" w:space="0" w:color="auto"/>
            <w:right w:val="none" w:sz="0" w:space="0" w:color="auto"/>
          </w:divBdr>
        </w:div>
        <w:div w:id="1669212352">
          <w:marLeft w:val="640"/>
          <w:marRight w:val="0"/>
          <w:marTop w:val="0"/>
          <w:marBottom w:val="0"/>
          <w:divBdr>
            <w:top w:val="none" w:sz="0" w:space="0" w:color="auto"/>
            <w:left w:val="none" w:sz="0" w:space="0" w:color="auto"/>
            <w:bottom w:val="none" w:sz="0" w:space="0" w:color="auto"/>
            <w:right w:val="none" w:sz="0" w:space="0" w:color="auto"/>
          </w:divBdr>
        </w:div>
        <w:div w:id="1087724079">
          <w:marLeft w:val="640"/>
          <w:marRight w:val="0"/>
          <w:marTop w:val="0"/>
          <w:marBottom w:val="0"/>
          <w:divBdr>
            <w:top w:val="none" w:sz="0" w:space="0" w:color="auto"/>
            <w:left w:val="none" w:sz="0" w:space="0" w:color="auto"/>
            <w:bottom w:val="none" w:sz="0" w:space="0" w:color="auto"/>
            <w:right w:val="none" w:sz="0" w:space="0" w:color="auto"/>
          </w:divBdr>
        </w:div>
        <w:div w:id="1447232946">
          <w:marLeft w:val="640"/>
          <w:marRight w:val="0"/>
          <w:marTop w:val="0"/>
          <w:marBottom w:val="0"/>
          <w:divBdr>
            <w:top w:val="none" w:sz="0" w:space="0" w:color="auto"/>
            <w:left w:val="none" w:sz="0" w:space="0" w:color="auto"/>
            <w:bottom w:val="none" w:sz="0" w:space="0" w:color="auto"/>
            <w:right w:val="none" w:sz="0" w:space="0" w:color="auto"/>
          </w:divBdr>
        </w:div>
        <w:div w:id="1576010425">
          <w:marLeft w:val="640"/>
          <w:marRight w:val="0"/>
          <w:marTop w:val="0"/>
          <w:marBottom w:val="0"/>
          <w:divBdr>
            <w:top w:val="none" w:sz="0" w:space="0" w:color="auto"/>
            <w:left w:val="none" w:sz="0" w:space="0" w:color="auto"/>
            <w:bottom w:val="none" w:sz="0" w:space="0" w:color="auto"/>
            <w:right w:val="none" w:sz="0" w:space="0" w:color="auto"/>
          </w:divBdr>
        </w:div>
        <w:div w:id="2129546036">
          <w:marLeft w:val="640"/>
          <w:marRight w:val="0"/>
          <w:marTop w:val="0"/>
          <w:marBottom w:val="0"/>
          <w:divBdr>
            <w:top w:val="none" w:sz="0" w:space="0" w:color="auto"/>
            <w:left w:val="none" w:sz="0" w:space="0" w:color="auto"/>
            <w:bottom w:val="none" w:sz="0" w:space="0" w:color="auto"/>
            <w:right w:val="none" w:sz="0" w:space="0" w:color="auto"/>
          </w:divBdr>
        </w:div>
        <w:div w:id="530873826">
          <w:marLeft w:val="640"/>
          <w:marRight w:val="0"/>
          <w:marTop w:val="0"/>
          <w:marBottom w:val="0"/>
          <w:divBdr>
            <w:top w:val="none" w:sz="0" w:space="0" w:color="auto"/>
            <w:left w:val="none" w:sz="0" w:space="0" w:color="auto"/>
            <w:bottom w:val="none" w:sz="0" w:space="0" w:color="auto"/>
            <w:right w:val="none" w:sz="0" w:space="0" w:color="auto"/>
          </w:divBdr>
        </w:div>
        <w:div w:id="1354576146">
          <w:marLeft w:val="640"/>
          <w:marRight w:val="0"/>
          <w:marTop w:val="0"/>
          <w:marBottom w:val="0"/>
          <w:divBdr>
            <w:top w:val="none" w:sz="0" w:space="0" w:color="auto"/>
            <w:left w:val="none" w:sz="0" w:space="0" w:color="auto"/>
            <w:bottom w:val="none" w:sz="0" w:space="0" w:color="auto"/>
            <w:right w:val="none" w:sz="0" w:space="0" w:color="auto"/>
          </w:divBdr>
        </w:div>
        <w:div w:id="1238369877">
          <w:marLeft w:val="640"/>
          <w:marRight w:val="0"/>
          <w:marTop w:val="0"/>
          <w:marBottom w:val="0"/>
          <w:divBdr>
            <w:top w:val="none" w:sz="0" w:space="0" w:color="auto"/>
            <w:left w:val="none" w:sz="0" w:space="0" w:color="auto"/>
            <w:bottom w:val="none" w:sz="0" w:space="0" w:color="auto"/>
            <w:right w:val="none" w:sz="0" w:space="0" w:color="auto"/>
          </w:divBdr>
        </w:div>
        <w:div w:id="1143042955">
          <w:marLeft w:val="640"/>
          <w:marRight w:val="0"/>
          <w:marTop w:val="0"/>
          <w:marBottom w:val="0"/>
          <w:divBdr>
            <w:top w:val="none" w:sz="0" w:space="0" w:color="auto"/>
            <w:left w:val="none" w:sz="0" w:space="0" w:color="auto"/>
            <w:bottom w:val="none" w:sz="0" w:space="0" w:color="auto"/>
            <w:right w:val="none" w:sz="0" w:space="0" w:color="auto"/>
          </w:divBdr>
        </w:div>
        <w:div w:id="1499929553">
          <w:marLeft w:val="640"/>
          <w:marRight w:val="0"/>
          <w:marTop w:val="0"/>
          <w:marBottom w:val="0"/>
          <w:divBdr>
            <w:top w:val="none" w:sz="0" w:space="0" w:color="auto"/>
            <w:left w:val="none" w:sz="0" w:space="0" w:color="auto"/>
            <w:bottom w:val="none" w:sz="0" w:space="0" w:color="auto"/>
            <w:right w:val="none" w:sz="0" w:space="0" w:color="auto"/>
          </w:divBdr>
        </w:div>
        <w:div w:id="1912737042">
          <w:marLeft w:val="640"/>
          <w:marRight w:val="0"/>
          <w:marTop w:val="0"/>
          <w:marBottom w:val="0"/>
          <w:divBdr>
            <w:top w:val="none" w:sz="0" w:space="0" w:color="auto"/>
            <w:left w:val="none" w:sz="0" w:space="0" w:color="auto"/>
            <w:bottom w:val="none" w:sz="0" w:space="0" w:color="auto"/>
            <w:right w:val="none" w:sz="0" w:space="0" w:color="auto"/>
          </w:divBdr>
        </w:div>
        <w:div w:id="437485101">
          <w:marLeft w:val="640"/>
          <w:marRight w:val="0"/>
          <w:marTop w:val="0"/>
          <w:marBottom w:val="0"/>
          <w:divBdr>
            <w:top w:val="none" w:sz="0" w:space="0" w:color="auto"/>
            <w:left w:val="none" w:sz="0" w:space="0" w:color="auto"/>
            <w:bottom w:val="none" w:sz="0" w:space="0" w:color="auto"/>
            <w:right w:val="none" w:sz="0" w:space="0" w:color="auto"/>
          </w:divBdr>
        </w:div>
        <w:div w:id="1755929196">
          <w:marLeft w:val="640"/>
          <w:marRight w:val="0"/>
          <w:marTop w:val="0"/>
          <w:marBottom w:val="0"/>
          <w:divBdr>
            <w:top w:val="none" w:sz="0" w:space="0" w:color="auto"/>
            <w:left w:val="none" w:sz="0" w:space="0" w:color="auto"/>
            <w:bottom w:val="none" w:sz="0" w:space="0" w:color="auto"/>
            <w:right w:val="none" w:sz="0" w:space="0" w:color="auto"/>
          </w:divBdr>
        </w:div>
        <w:div w:id="1178614627">
          <w:marLeft w:val="640"/>
          <w:marRight w:val="0"/>
          <w:marTop w:val="0"/>
          <w:marBottom w:val="0"/>
          <w:divBdr>
            <w:top w:val="none" w:sz="0" w:space="0" w:color="auto"/>
            <w:left w:val="none" w:sz="0" w:space="0" w:color="auto"/>
            <w:bottom w:val="none" w:sz="0" w:space="0" w:color="auto"/>
            <w:right w:val="none" w:sz="0" w:space="0" w:color="auto"/>
          </w:divBdr>
        </w:div>
        <w:div w:id="1991859402">
          <w:marLeft w:val="640"/>
          <w:marRight w:val="0"/>
          <w:marTop w:val="0"/>
          <w:marBottom w:val="0"/>
          <w:divBdr>
            <w:top w:val="none" w:sz="0" w:space="0" w:color="auto"/>
            <w:left w:val="none" w:sz="0" w:space="0" w:color="auto"/>
            <w:bottom w:val="none" w:sz="0" w:space="0" w:color="auto"/>
            <w:right w:val="none" w:sz="0" w:space="0" w:color="auto"/>
          </w:divBdr>
        </w:div>
        <w:div w:id="1475760957">
          <w:marLeft w:val="640"/>
          <w:marRight w:val="0"/>
          <w:marTop w:val="0"/>
          <w:marBottom w:val="0"/>
          <w:divBdr>
            <w:top w:val="none" w:sz="0" w:space="0" w:color="auto"/>
            <w:left w:val="none" w:sz="0" w:space="0" w:color="auto"/>
            <w:bottom w:val="none" w:sz="0" w:space="0" w:color="auto"/>
            <w:right w:val="none" w:sz="0" w:space="0" w:color="auto"/>
          </w:divBdr>
        </w:div>
      </w:divsChild>
    </w:div>
    <w:div w:id="2137873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E4A6B71F-18BD-42FD-93BA-5EA34214CA93}"/>
      </w:docPartPr>
      <w:docPartBody>
        <w:p w:rsidR="00E47F44" w:rsidRDefault="00D91660">
          <w:r w:rsidRPr="00371D2D">
            <w:rPr>
              <w:rStyle w:val="PlaceholderText"/>
            </w:rPr>
            <w:t>Click or tap here to enter text.</w:t>
          </w:r>
        </w:p>
      </w:docPartBody>
    </w:docPart>
    <w:docPart>
      <w:docPartPr>
        <w:name w:val="0F823FF2258A49F29E15BBD6D82651BF"/>
        <w:category>
          <w:name w:val="General"/>
          <w:gallery w:val="placeholder"/>
        </w:category>
        <w:types>
          <w:type w:val="bbPlcHdr"/>
        </w:types>
        <w:behaviors>
          <w:behavior w:val="content"/>
        </w:behaviors>
        <w:guid w:val="{3D6FA63F-BC34-41FD-B8E0-56D83CEEA6DE}"/>
      </w:docPartPr>
      <w:docPartBody>
        <w:p w:rsidR="00187616" w:rsidRDefault="005C23D2" w:rsidP="005C23D2">
          <w:pPr>
            <w:pStyle w:val="0F823FF2258A49F29E15BBD6D82651BF"/>
          </w:pPr>
          <w:r w:rsidRPr="00371D2D">
            <w:rPr>
              <w:rStyle w:val="PlaceholderText"/>
            </w:rPr>
            <w:t>Click or tap here to enter text.</w:t>
          </w:r>
        </w:p>
      </w:docPartBody>
    </w:docPart>
    <w:docPart>
      <w:docPartPr>
        <w:name w:val="8AFEDD2B8CA04B6CAD3735D2CA497AAC"/>
        <w:category>
          <w:name w:val="General"/>
          <w:gallery w:val="placeholder"/>
        </w:category>
        <w:types>
          <w:type w:val="bbPlcHdr"/>
        </w:types>
        <w:behaviors>
          <w:behavior w:val="content"/>
        </w:behaviors>
        <w:guid w:val="{77D3AA8B-F3B0-4B8F-BA85-AA9E6118C04C}"/>
      </w:docPartPr>
      <w:docPartBody>
        <w:p w:rsidR="00187616" w:rsidRDefault="005C23D2" w:rsidP="005C23D2">
          <w:pPr>
            <w:pStyle w:val="8AFEDD2B8CA04B6CAD3735D2CA497AAC"/>
          </w:pPr>
          <w:r w:rsidRPr="00371D2D">
            <w:rPr>
              <w:rStyle w:val="PlaceholderText"/>
            </w:rPr>
            <w:t>Click or tap here to enter text.</w:t>
          </w:r>
        </w:p>
      </w:docPartBody>
    </w:docPart>
    <w:docPart>
      <w:docPartPr>
        <w:name w:val="341CA0B232C94AAD841EA4E4EF7AB336"/>
        <w:category>
          <w:name w:val="General"/>
          <w:gallery w:val="placeholder"/>
        </w:category>
        <w:types>
          <w:type w:val="bbPlcHdr"/>
        </w:types>
        <w:behaviors>
          <w:behavior w:val="content"/>
        </w:behaviors>
        <w:guid w:val="{CCEF657A-64D9-4E6C-AF3A-1C8B5C19BA76}"/>
      </w:docPartPr>
      <w:docPartBody>
        <w:p w:rsidR="00187616" w:rsidRDefault="005C23D2" w:rsidP="005C23D2">
          <w:pPr>
            <w:pStyle w:val="341CA0B232C94AAD841EA4E4EF7AB336"/>
          </w:pPr>
          <w:r w:rsidRPr="00371D2D">
            <w:rPr>
              <w:rStyle w:val="PlaceholderText"/>
            </w:rPr>
            <w:t>Click or tap here to enter text.</w:t>
          </w:r>
        </w:p>
      </w:docPartBody>
    </w:docPart>
    <w:docPart>
      <w:docPartPr>
        <w:name w:val="173391F1D1DF42418C263D5793BBA1E5"/>
        <w:category>
          <w:name w:val="General"/>
          <w:gallery w:val="placeholder"/>
        </w:category>
        <w:types>
          <w:type w:val="bbPlcHdr"/>
        </w:types>
        <w:behaviors>
          <w:behavior w:val="content"/>
        </w:behaviors>
        <w:guid w:val="{0F113B8F-16E6-4B8D-85B4-4AD53C20E5DD}"/>
      </w:docPartPr>
      <w:docPartBody>
        <w:p w:rsidR="006D5A87" w:rsidRDefault="00187616" w:rsidP="00187616">
          <w:pPr>
            <w:pStyle w:val="173391F1D1DF42418C263D5793BBA1E5"/>
          </w:pPr>
          <w:r w:rsidRPr="00371D2D">
            <w:rPr>
              <w:rStyle w:val="PlaceholderText"/>
            </w:rPr>
            <w:t>Click or tap here to enter text.</w:t>
          </w:r>
        </w:p>
      </w:docPartBody>
    </w:docPart>
    <w:docPart>
      <w:docPartPr>
        <w:name w:val="91BB64651CEF4E6CB2A3C22BB37F49FD"/>
        <w:category>
          <w:name w:val="General"/>
          <w:gallery w:val="placeholder"/>
        </w:category>
        <w:types>
          <w:type w:val="bbPlcHdr"/>
        </w:types>
        <w:behaviors>
          <w:behavior w:val="content"/>
        </w:behaviors>
        <w:guid w:val="{88F31FB6-DE54-4F0D-BC13-952E75B17C61}"/>
      </w:docPartPr>
      <w:docPartBody>
        <w:p w:rsidR="006D5A87" w:rsidRDefault="00187616" w:rsidP="00187616">
          <w:pPr>
            <w:pStyle w:val="91BB64651CEF4E6CB2A3C22BB37F49FD"/>
          </w:pPr>
          <w:r w:rsidRPr="00371D2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660"/>
    <w:rsid w:val="00011D25"/>
    <w:rsid w:val="001003F1"/>
    <w:rsid w:val="00187616"/>
    <w:rsid w:val="001A3824"/>
    <w:rsid w:val="00210C4C"/>
    <w:rsid w:val="002D3F41"/>
    <w:rsid w:val="00306E21"/>
    <w:rsid w:val="00380204"/>
    <w:rsid w:val="003D1823"/>
    <w:rsid w:val="004204D2"/>
    <w:rsid w:val="00454FB0"/>
    <w:rsid w:val="004C675E"/>
    <w:rsid w:val="004F15FB"/>
    <w:rsid w:val="005573E8"/>
    <w:rsid w:val="005C23D2"/>
    <w:rsid w:val="005E5BCD"/>
    <w:rsid w:val="006440ED"/>
    <w:rsid w:val="006A7F82"/>
    <w:rsid w:val="006D5A87"/>
    <w:rsid w:val="006E33E0"/>
    <w:rsid w:val="00735130"/>
    <w:rsid w:val="0076235B"/>
    <w:rsid w:val="007E294D"/>
    <w:rsid w:val="007E2BD2"/>
    <w:rsid w:val="00825D34"/>
    <w:rsid w:val="00847ACA"/>
    <w:rsid w:val="008A7FBF"/>
    <w:rsid w:val="00936628"/>
    <w:rsid w:val="00937345"/>
    <w:rsid w:val="009B5D94"/>
    <w:rsid w:val="009C4D26"/>
    <w:rsid w:val="009E23BA"/>
    <w:rsid w:val="00AD5B72"/>
    <w:rsid w:val="00B212DC"/>
    <w:rsid w:val="00B777E1"/>
    <w:rsid w:val="00BC4554"/>
    <w:rsid w:val="00C66AD0"/>
    <w:rsid w:val="00D0172D"/>
    <w:rsid w:val="00D83644"/>
    <w:rsid w:val="00D91660"/>
    <w:rsid w:val="00DC55F6"/>
    <w:rsid w:val="00E47F44"/>
    <w:rsid w:val="00E658FF"/>
    <w:rsid w:val="00E930AF"/>
    <w:rsid w:val="00EE4549"/>
    <w:rsid w:val="00F5668D"/>
    <w:rsid w:val="00F64808"/>
    <w:rsid w:val="00FE5C83"/>
    <w:rsid w:val="00FE6CB8"/>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7616"/>
    <w:rPr>
      <w:color w:val="666666"/>
    </w:rPr>
  </w:style>
  <w:style w:type="paragraph" w:customStyle="1" w:styleId="173391F1D1DF42418C263D5793BBA1E5">
    <w:name w:val="173391F1D1DF42418C263D5793BBA1E5"/>
    <w:rsid w:val="00187616"/>
  </w:style>
  <w:style w:type="paragraph" w:customStyle="1" w:styleId="0F823FF2258A49F29E15BBD6D82651BF">
    <w:name w:val="0F823FF2258A49F29E15BBD6D82651BF"/>
    <w:rsid w:val="005C23D2"/>
    <w:rPr>
      <w:lang w:eastAsia="en-MY"/>
    </w:rPr>
  </w:style>
  <w:style w:type="paragraph" w:customStyle="1" w:styleId="8AFEDD2B8CA04B6CAD3735D2CA497AAC">
    <w:name w:val="8AFEDD2B8CA04B6CAD3735D2CA497AAC"/>
    <w:rsid w:val="005C23D2"/>
    <w:rPr>
      <w:lang w:eastAsia="en-MY"/>
    </w:rPr>
  </w:style>
  <w:style w:type="paragraph" w:customStyle="1" w:styleId="341CA0B232C94AAD841EA4E4EF7AB336">
    <w:name w:val="341CA0B232C94AAD841EA4E4EF7AB336"/>
    <w:rsid w:val="005C23D2"/>
    <w:rPr>
      <w:lang w:eastAsia="en-MY"/>
    </w:rPr>
  </w:style>
  <w:style w:type="paragraph" w:customStyle="1" w:styleId="91BB64651CEF4E6CB2A3C22BB37F49FD">
    <w:name w:val="91BB64651CEF4E6CB2A3C22BB37F49FD"/>
    <w:rsid w:val="001876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80DB268-F5AA-4C12-BE60-71C6E964E014}">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c13f2c42-096f-42b5-ac78-0115f8cbc5cf&quot;,&quot;properties&quot;:{&quot;noteIndex&quot;:0},&quot;isEdited&quot;:false,&quot;manualOverride&quot;:{&quot;isManuallyOverridden&quot;:false,&quot;citeprocText&quot;:&quot;[1], [2], [3]&quot;,&quot;manualOverrideText&quot;:&quot;&quot;},&quot;citationTag&quot;:&quot;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&quot;,&quot;citationItems&quot;:[{&quot;id&quot;:&quot;160ae7f3-d656-3294-8c63-c9a5dbba833b&quot;,&quot;itemData&quot;:{&quot;type&quot;:&quot;article-journal&quot;,&quot;id&quot;:&quot;160ae7f3-d656-3294-8c63-c9a5dbba833b&quot;,&quot;title&quot;:&quot;Detection of Cardiovascular Diseases in ECG Images Using Machine Learning and Deep Learning Methods&quot;,&quot;author&quot;:[{&quot;family&quot;:&quot;Abubaker&quot;,&quot;given&quot;:&quot;Mohammed B.&quot;,&quot;parse-names&quot;:false,&quot;dropping-particle&quot;:&quot;&quot;,&quot;non-dropping-particle&quot;:&quot;&quot;},{&quot;family&quot;:&quot;Babayigit&quot;,&quot;given&quot;:&quot;Bilal&quot;,&quot;parse-names&quot;:false,&quot;dropping-particle&quot;:&quot;&quot;,&quot;non-dropping-particle&quot;:&quot;&quot;}],&quot;container-title&quot;:&quot;IEEE Transactions on Artificial Intelligence&quot;,&quot;DOI&quot;:&quot;10.1109/TAI.2022.3159505&quot;,&quot;ISBN&quot;:&quot;9798331300579&quot;,&quot;ISSN&quot;:&quot;26914581&quot;,&quot;issued&quot;:{&quot;date-parts&quot;:[[2023,4,1]]},&quot;page&quot;:&quot;373-382&quot;,&quot;abstract&quot;:&quot;Cardiovascular diseases (heart diseases) are the leading cause of death worldwide. The earlier they can be predicted and classified; the more lives can be saved. Electrocardiogram (ECG) is a common, inexpensive, and noninvasive tool for measuring the electrical activity of the heart and is used to detect cardiovascular disease. In this article, the power of deep learning techniques was used to predict the four major cardiac abnormalities: abnormal heartbeat, myocardial infarction, history of myocardial infarction, and normal person classes using the public ECG images dataset of cardiac patients. First, the transfer learning approach was investigated using the low-scale pretrained deep neural networks SqueezeNet and AlexNet. Second, a new convolutional neural network (CNN) architecture was proposed for cardiac abnormality prediction. Third, the aforementioned pretrained models and our proposed CNN model were used as feature extraction tools for traditional machine learning algorithms, namely support vector machine, K-nearest neighbors, decision tree, random forest, and Naïve Bayes. According to the experimental results, the performance metrics of the proposed CNN model outperform the exiting works; it achieves 98.23% accuracy, 98.22% recall, 98.31% precision, and 98.21% F1 score. Moreover, when the proposed CNN model is used for feature extraction, it achieves the best score of 99.79% using the NB algorithm.&quot;,&quot;publisher&quot;:&quot;Institute of Electrical and Electronics Engineers Inc.&quot;,&quot;issue&quot;:&quot;2&quot;,&quot;volume&quot;:&quot;4&quot;,&quot;container-title-short&quot;:&quot;&quot;},&quot;isTemporary&quot;:false,&quot;suppress-author&quot;:false,&quot;composite&quot;:false,&quot;author-only&quot;:false},{&quot;id&quot;:&quot;60f5b3db-be79-3485-8db0-282d63d204b9&quot;,&quot;itemData&quot;:{&quot;type&quot;:&quot;article-journal&quot;,&quot;id&quot;:&quot;60f5b3db-be79-3485-8db0-282d63d204b9&quot;,&quot;title&quot;:&quot;Heart-Net: A Multi-Modal Deep Learning Approach for Diagnosing Cardiovascular Diseases&quot;,&quot;author&quot;:[{&quot;family&quot;:&quot;Alsekait&quot;,&quot;given&quot;:&quot;Deema Mohammed&quot;,&quot;parse-names&quot;:false,&quot;dropping-particle&quot;:&quot;&quot;,&quot;non-dropping-particle&quot;:&quot;&quot;},{&quot;family&quot;:&quot;Shdefat&quot;,&quot;given&quot;:&quot;Ahmed Younes&quot;,&quot;parse-names&quot;:false,&quot;dropping-particle&quot;:&quot;&quot;,&quot;non-dropping-particle&quot;:&quot;&quot;},{&quot;family&quot;:&quot;Nabil&quot;,&quot;given&quot;:&quot;Ayman&quot;,&quot;parse-names&quot;:false,&quot;dropping-particle&quot;:&quot;&quot;,&quot;non-dropping-particle&quot;:&quot;&quot;},{&quot;family&quot;:&quot;Nawaz&quot;,&quot;given&quot;:&quot;Asif&quot;,&quot;parse-names&quot;:false,&quot;dropping-particle&quot;:&quot;&quot;,&quot;non-dropping-particle&quot;:&quot;&quot;},{&quot;family&quot;:&quot;Rana&quot;,&quot;given&quot;:&quot;Muhammad Rizwan Rashid&quot;,&quot;parse-names&quot;:false,&quot;dropping-particle&quot;:&quot;&quot;,&quot;non-dropping-particle&quot;:&quot;&quot;},{&quot;family&quot;:&quot;Ahmed&quot;,&quot;given&quot;:&quot;Zohair&quot;,&quot;parse-names&quot;:false,&quot;dropping-particle&quot;:&quot;&quot;,&quot;non-dropping-particle&quot;:&quot;&quot;},{&quot;family&quot;:&quot;Fathi&quot;,&quot;given&quot;:&quot;Hanaa&quot;,&quot;parse-names&quot;:false,&quot;dropping-particle&quot;:&quot;&quot;,&quot;non-dropping-particle&quot;:&quot;&quot;},{&quot;family&quot;:&quot;AbdElminaam&quot;,&quot;given&quot;:&quot;Diaa Salama&quot;,&quot;parse-names&quot;:false,&quot;dropping-particle&quot;:&quot;&quot;,&quot;non-dropping-particle&quot;:&quot;&quot;}],&quot;container-title&quot;:&quot;Computers, Materials and Continua&quot;,&quot;DOI&quot;:&quot;10.32604/cmc.2024.054591&quot;,&quot;ISSN&quot;:&quot;15462226&quot;,&quot;issued&quot;:{&quot;date-parts&quot;:[[2024]]},&quot;page&quot;:&quot;3967-3990&quot;,&quot;abstract&quot;:&quot;Heart disease remains a leading cause of morbidity and mortality worldwide, highlighting the need for improved diagnostic methods. Traditional diagnostics face limitations such as reliance on single-modality data and vulnerability to apparatus faults, which can reduce accuracy, especially with poor-quality images. Additionally, these methods often require significant time and expertise, making them less accessible in resource-limited settings. Emerging technologies like artificial intelligence and machine learning offer promising solutions by integrating multi-modality data and enhancing diagnostic precision, ultimately improving patient outcomes and reducing healthcare costs. This study introduces Heart-Net, a multi-modal deep learning framework designed to enhance heart disease diagnosis by integrating data from Cardiac Magnetic Resonance Imaging (MRI) and Electrocardiogram (ECG). Heart-Net uses a 3D U-Net for MRI analysis and a Temporal Convolutional Graph Neural Network (TCGN) for ECG feature extraction, combining these through an attention mechanism to emphasize relevant features. Classification is performed using Optimized TCGN. This approach improves early detection, reduces diagnostic errors, and supports personalized risk assessments and continuous health monitoring. The proposed approach results show that Heart-Net significantly outperforms traditional single-modality models, achieving accuracies of 92.56% for Heartnet Dataset I (HNET-DSI), 93.45% for Heartnet Dataset II (HNET-DSII), and 91.89% for Heartnet Dataset III (HNET-DSIII), mitigating the impact of apparatus faults and image quality issues. These findings underscore the potential of Heart-Net to revolutionize heart disease diagnostics and improve clinical outcomes.&quot;,&quot;publisher&quot;:&quot;Tech Science Press&quot;,&quot;issue&quot;:&quot;3&quot;,&quot;volume&quot;:&quot;80&quot;,&quot;container-title-short&quot;:&quot;&quot;},&quot;isTemporary&quot;:false},{&quot;id&quot;:&quot;f181256e-c462-3141-9c36-d033ea173157&quot;,&quot;itemData&quot;:{&quot;type&quot;:&quot;article-journal&quot;,&quot;id&quot;:&quot;f181256e-c462-3141-9c36-d033ea173157&quot;,&quot;title&quot;:&quot;A deep learning-based cardio-vascular disease diagnosis system&quot;,&quot;author&quot;:[{&quot;family&quot;:&quot;Bensenane&quot;,&quot;given&quot;:&quot;Hamdan&quot;,&quot;parse-names&quot;:false,&quot;dropping-particle&quot;:&quot;&quot;,&quot;non-dropping-particle&quot;:&quot;&quot;},{&quot;family&quot;:&quot;Aksa&quot;,&quot;given&quot;:&quot;Djemai&quot;,&quot;parse-names&quot;:false,&quot;dropping-particle&quot;:&quot;&quot;,&quot;non-dropping-particle&quot;:&quot;&quot;},{&quot;family&quot;:&quot;Omari&quot;,&quot;given&quot;:&quot;Walid Fethallah&quot;,&quot;parse-names&quot;:false,&quot;dropping-particle&quot;:&quot;&quot;,&quot;non-dropping-particle&quot;:&quot;&quot;},{&quot;family&quot;:&quot;Rahmoun&quot;,&quot;given&quot;:&quot;Abdellatif&quot;,&quot;parse-names&quot;:false,&quot;dropping-particle&quot;:&quot;&quot;,&quot;non-dropping-particle&quot;:&quot;&quot;}],&quot;container-title&quot;:&quot;Indonesian Journal of Electrical Engineering and Computer Science&quot;,&quot;DOI&quot;:&quot;10.11591/ijeecs.v25.i2.pp963-971&quot;,&quot;ISSN&quot;:&quot;25024760&quot;,&quot;issued&quot;:{&quot;date-parts&quot;:[[2022,2,1]]},&quot;page&quot;:&quot;963-971&quot;,&quot;abstract&quot;:&quot;Recently ehealth technologies are becoming an overwhelming aspect of public health services that provides seamless access to healthcare information. Machine learning tools associated with IoT technology play an important role in developing such health technologies. This paper proposes a decision support system-based system (DSS) to make diagnosis of cardio-vascular diseases. It uses deep learning approaches that classify electrocardiogram (ECG) signals. Thus, a two-stage long-short term memory (LSTM) based neural network architecture, along with an adequate pre-processing of the ECG signals is designed as a diagnosis-aided system for cardiac arrhythmia detection based on an ECG signal analysis. This deep learning based cardio-vascular disease diagnosis system (namely 'DLCVD') is built to meet higher performance requirements in terms of accuracy, specificity, and sensitivity. This must also be capable of an online real-time classification. Experimental results using the Massachusetts Institute of Technology-Beth Israel Hospital (MIT-BIH) arrhythmia database show that DLCVD led to outstanding performance.&quot;,&quot;publisher&quot;:&quot;Institute of Advanced Engineering and Science&quot;,&quot;issue&quot;:&quot;2&quot;,&quot;volume&quot;:&quot;25&quot;,&quot;container-title-short&quot;:&quot;&quot;},&quot;isTemporary&quot;:false}]},{&quot;citationID&quot;:&quot;MENDELEY_CITATION_a6f75a3b-6fb5-49b7-9cfc-a25b0c78bea1&quot;,&quot;properties&quot;:{&quot;noteIndex&quot;:0},&quot;isEdited&quot;:false,&quot;manualOverride&quot;:{&quot;isManuallyOverridden&quot;:false,&quot;citeprocText&quot;:&quot;[1]&quot;,&quot;manualOverrideText&quot;:&quot;&quot;},&quot;citationTag&quot;:&quot;MENDELEY_CITATION_v3_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&quot;,&quot;citationItems&quot;:[{&quot;id&quot;:&quot;160ae7f3-d656-3294-8c63-c9a5dbba833b&quot;,&quot;itemData&quot;:{&quot;type&quot;:&quot;article-journal&quot;,&quot;id&quot;:&quot;160ae7f3-d656-3294-8c63-c9a5dbba833b&quot;,&quot;title&quot;:&quot;Detection of Cardiovascular Diseases in ECG Images Using Machine Learning and Deep Learning Methods&quot;,&quot;author&quot;:[{&quot;family&quot;:&quot;Abubaker&quot;,&quot;given&quot;:&quot;Mohammed B.&quot;,&quot;parse-names&quot;:false,&quot;dropping-particle&quot;:&quot;&quot;,&quot;non-dropping-particle&quot;:&quot;&quot;},{&quot;family&quot;:&quot;Babayigit&quot;,&quot;given&quot;:&quot;Bilal&quot;,&quot;parse-names&quot;:false,&quot;dropping-particle&quot;:&quot;&quot;,&quot;non-dropping-particle&quot;:&quot;&quot;}],&quot;container-title&quot;:&quot;IEEE Transactions on Artificial Intelligence&quot;,&quot;DOI&quot;:&quot;10.1109/TAI.2022.3159505&quot;,&quot;ISBN&quot;:&quot;9798331300579&quot;,&quot;ISSN&quot;:&quot;26914581&quot;,&quot;issued&quot;:{&quot;date-parts&quot;:[[2023,4,1]]},&quot;page&quot;:&quot;373-382&quot;,&quot;abstract&quot;:&quot;Cardiovascular diseases (heart diseases) are the leading cause of death worldwide. The earlier they can be predicted and classified; the more lives can be saved. Electrocardiogram (ECG) is a common, inexpensive, and noninvasive tool for measuring the electrical activity of the heart and is used to detect cardiovascular disease. In this article, the power of deep learning techniques was used to predict the four major cardiac abnormalities: abnormal heartbeat, myocardial infarction, history of myocardial infarction, and normal person classes using the public ECG images dataset of cardiac patients. First, the transfer learning approach was investigated using the low-scale pretrained deep neural networks SqueezeNet and AlexNet. Second, a new convolutional neural network (CNN) architecture was proposed for cardiac abnormality prediction. Third, the aforementioned pretrained models and our proposed CNN model were used as feature extraction tools for traditional machine learning algorithms, namely support vector machine, K-nearest neighbors, decision tree, random forest, and Naïve Bayes. According to the experimental results, the performance metrics of the proposed CNN model outperform the exiting works; it achieves 98.23% accuracy, 98.22% recall, 98.31% precision, and 98.21% F1 score. Moreover, when the proposed CNN model is used for feature extraction, it achieves the best score of 99.79% using the NB algorithm.&quot;,&quot;publisher&quot;:&quot;Institute of Electrical and Electronics Engineers Inc.&quot;,&quot;issue&quot;:&quot;2&quot;,&quot;volume&quot;:&quot;4&quot;,&quot;container-title-short&quot;:&quot;&quot;},&quot;isTemporary&quot;:false,&quot;suppress-author&quot;:false,&quot;composite&quot;:false,&quot;author-only&quot;:false}]},{&quot;citationID&quot;:&quot;MENDELEY_CITATION_e593874e-480e-4915-a6a3-f72ec45e90ac&quot;,&quot;properties&quot;:{&quot;noteIndex&quot;:0},&quot;isEdited&quot;:false,&quot;manualOverride&quot;:{&quot;isManuallyOverridden&quot;:false,&quot;citeprocText&quot;:&quot;[4]&quot;,&quot;manualOverrideText&quot;:&quot;&quot;},&quot;citationTag&quot;:&quot;MENDELEY_CITATION_v3_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&quot;,&quot;citationItems&quot;:[{&quot;id&quot;:&quot;da131b5e-9e53-3d79-8267-653e0e116937&quot;,&quot;itemData&quot;:{&quot;type&quot;:&quot;article-journal&quot;,&quot;id&quot;:&quot;da131b5e-9e53-3d79-8267-653e0e116937&quot;,&quot;title&quot;:&quot;Self-Supervised ECG Representation Learning for Emotion Recognition&quot;,&quot;author&quot;:[{&quot;family&quot;:&quot;Sarkar&quot;,&quot;given&quot;:&quot;Pritam&quot;,&quot;parse-names&quot;:false,&quot;dropping-particle&quot;:&quot;&quot;,&quot;non-dropping-particle&quot;:&quot;&quot;},{&quot;family&quot;:&quot;Etemad&quot;,&quot;given&quot;:&quot;Ali&quot;,&quot;parse-names&quot;:false,&quot;dropping-particle&quot;:&quot;&quot;,&quot;non-dropping-particle&quot;:&quot;&quot;}],&quot;container-title&quot;:&quot;IEEE Transactions on Affective Computing&quot;,&quot;container-title-short&quot;:&quot;IEEE Trans Affect Comput&quot;,&quot;DOI&quot;:&quot;10.1109/TAFFC.2020.3014842&quot;,&quot;ISSN&quot;:&quot;19493045&quot;,&quot;issued&quot;:{&quot;date-parts&quot;:[[2022]]},&quot;page&quot;:&quot;1541-1554&quot;,&quot;abstract&quot;:&quot;We exploit a self-supervised deep multi-task learning framework for electrocardiogram (ECG)-based emotion recognition. The proposed solution consists of two stages of learning a) learning ECG representations and b) learning to classify emotions. ECG representations are learned by a signal transformation recognition network. The network learns high-level abstract representations from unlabeled ECG data. Six different signal transformations are applied to the ECG signals, and transformation recognition is performed as pretext tasks. Training the model on pretext tasks helps the network learn spatiotemporal representations that generalize well across different datasets and different emotion categories. We transfer the weights of the self-supervised network to an emotion recognition network, where the convolutional layers are kept frozen and the dense layers are trained with labelled ECG data. We show that the proposed solution considerably improves the performance compared to a network trained using fully-supervised learning. New state-of-the-art results are set in classification of arousal, valence, affective states, and stress for the four utilized datasets. Extensive experiments are performed, providing interesting insights into the impact of using a multi-task self-supervised structure instead of a single-task model, as well as the optimum level of difficulty required for the pretext self-supervised tasks.&quot;,&quot;publisher&quot;:&quot;Institute of Electrical and Electronics Engineers Inc.&quot;,&quot;issue&quot;:&quot;3&quot;,&quot;volume&quot;:&quot;13&quot;},&quot;isTemporary&quot;:false,&quot;suppress-author&quot;:false,&quot;composite&quot;:false,&quot;author-only&quot;:false}]},{&quot;citationID&quot;:&quot;MENDELEY_CITATION_227f2b7f-dc8c-4a93-8038-d88c895ad424&quot;,&quot;properties&quot;:{&quot;noteIndex&quot;:0},&quot;isEdited&quot;:false,&quot;manualOverride&quot;:{&quot;isManuallyOverridden&quot;:false,&quot;citeprocText&quot;:&quot;[4]&quot;,&quot;manualOverrideText&quot;:&quot;&quot;},&quot;citationTag&quot;:&quot;MENDELEY_CITATION_v3_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&quot;,&quot;citationItems&quot;:[{&quot;id&quot;:&quot;da131b5e-9e53-3d79-8267-653e0e116937&quot;,&quot;itemData&quot;:{&quot;type&quot;:&quot;article-journal&quot;,&quot;id&quot;:&quot;da131b5e-9e53-3d79-8267-653e0e116937&quot;,&quot;title&quot;:&quot;Self-Supervised ECG Representation Learning for Emotion Recognition&quot;,&quot;author&quot;:[{&quot;family&quot;:&quot;Sarkar&quot;,&quot;given&quot;:&quot;Pritam&quot;,&quot;parse-names&quot;:false,&quot;dropping-particle&quot;:&quot;&quot;,&quot;non-dropping-particle&quot;:&quot;&quot;},{&quot;family&quot;:&quot;Etemad&quot;,&quot;given&quot;:&quot;Ali&quot;,&quot;parse-names&quot;:false,&quot;dropping-particle&quot;:&quot;&quot;,&quot;non-dropping-particle&quot;:&quot;&quot;}],&quot;container-title&quot;:&quot;IEEE Transactions on Affective Computing&quot;,&quot;container-title-short&quot;:&quot;IEEE Trans Affect Comput&quot;,&quot;DOI&quot;:&quot;10.1109/TAFFC.2020.3014842&quot;,&quot;ISSN&quot;:&quot;19493045&quot;,&quot;issued&quot;:{&quot;date-parts&quot;:[[2022]]},&quot;page&quot;:&quot;1541-1554&quot;,&quot;abstract&quot;:&quot;We exploit a self-supervised deep multi-task learning framework for electrocardiogram (ECG)-based emotion recognition. The proposed solution consists of two stages of learning a) learning ECG representations and b) learning to classify emotions. ECG representations are learned by a signal transformation recognition network. The network learns high-level abstract representations from unlabeled ECG data. Six different signal transformations are applied to the ECG signals, and transformation recognition is performed as pretext tasks. Training the model on pretext tasks helps the network learn spatiotemporal representations that generalize well across different datasets and different emotion categories. We transfer the weights of the self-supervised network to an emotion recognition network, where the convolutional layers are kept frozen and the dense layers are trained with labelled ECG data. We show that the proposed solution considerably improves the performance compared to a network trained using fully-supervised learning. New state-of-the-art results are set in classification of arousal, valence, affective states, and stress for the four utilized datasets. Extensive experiments are performed, providing interesting insights into the impact of using a multi-task self-supervised structure instead of a single-task model, as well as the optimum level of difficulty required for the pretext self-supervised tasks.&quot;,&quot;publisher&quot;:&quot;Institute of Electrical and Electronics Engineers Inc.&quot;,&quot;issue&quot;:&quot;3&quot;,&quot;volume&quot;:&quot;13&quot;},&quot;isTemporary&quot;:false,&quot;suppress-author&quot;:false,&quot;composite&quot;:false,&quot;author-only&quot;:false}]},{&quot;citationID&quot;:&quot;MENDELEY_CITATION_04ebf71e-ecf0-498e-940a-cacc1dfbffaa&quot;,&quot;properties&quot;:{&quot;noteIndex&quot;:0},&quot;isEdited&quot;:false,&quot;manualOverride&quot;:{&quot;isManuallyOverridden&quot;:false,&quot;citeprocText&quot;:&quot;[5]&quot;,&quot;manualOverrideText&quot;:&quot;&quot;},&quot;citationTag&quot;:&quot;MENDELEY_CITATION_v3_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5df1c69c-66f2-3d1c-bb04-4448525a16dd&quot;,&quot;itemData&quot;:{&quot;type&quot;:&quot;paper-conference&quot;,&quot;id&quot;:&quot;5df1c69c-66f2-3d1c-bb04-4448525a16dd&quot;,&quot;title&quot;:&quot;A Neural Network Approach for Anxiety Detection Based on ECG&quot;,&quot;author&quot;:[{&quot;family&quot;:&quot;Vulpe-Grigorasi&quot;,&quot;given&quot;:&quot;Adrian&quot;,&quot;parse-names&quot;:false,&quot;dropping-particle&quot;:&quot;&quot;,&quot;non-dropping-particle&quot;:&quot;&quot;},{&quot;family&quot;:&quot;Grigore&quot;,&quot;given&quot;:&quot;Ovidiu&quot;,&quot;parse-names&quot;:false,&quot;dropping-particle&quot;:&quot;&quot;,&quot;non-dropping-particle&quot;:&quot;&quot;}],&quot;container-title&quot;:&quot;2021 9th E-Health and Bioengineering Conference, EHB 2021&quot;,&quot;DOI&quot;:&quot;10.1109/EHB52898.2021.9657544&quot;,&quot;ISBN&quot;:&quot;9781665440004&quot;,&quot;issued&quot;:{&quot;date-parts&quot;:[[2021]]},&quot;abstract&quot;:&quot;Electrocardiogram (ECG) analysis has been used with success as a method for mental stress assessment. Markers based on heart rate variability (HRV) show a correlation between HRV and emotional arousal caused by anxiety. This paper presents a deep learning approach for anxiety detection in arachnophobe individuals based on their ultra-short HRV variability measures. The results obtained indicate that 1D convolutional neural networks (CNN) trained on ECG derived features can be used for anxiety detection. Validation accuracy, precision and recall for the proposed method were respectively of 83.29%, 85% and 82%.&quot;,&quot;publisher&quot;:&quot;Institute of Electrical and Electronics Engineers Inc.&quot;,&quot;container-title-short&quot;:&quot;&quot;},&quot;isTemporary&quot;:false,&quot;suppress-author&quot;:false,&quot;composite&quot;:false,&quot;author-only&quot;:false}]},{&quot;citationID&quot;:&quot;MENDELEY_CITATION_081a6396-2a72-4403-a700-85bec36ae59f&quot;,&quot;properties&quot;:{&quot;noteIndex&quot;:0},&quot;isEdited&quot;:false,&quot;manualOverride&quot;:{&quot;isManuallyOverridden&quot;:false,&quot;citeprocText&quot;:&quot;[3]&quot;,&quot;manualOverrideText&quot;:&quot;&quot;},&quot;citationTag&quot;:&quot;MENDELEY_CITATION_v3_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&quot;,&quot;citationItems&quot;:[{&quot;id&quot;:&quot;f181256e-c462-3141-9c36-d033ea173157&quot;,&quot;itemData&quot;:{&quot;type&quot;:&quot;article-journal&quot;,&quot;id&quot;:&quot;f181256e-c462-3141-9c36-d033ea173157&quot;,&quot;title&quot;:&quot;A deep learning-based cardio-vascular disease diagnosis system&quot;,&quot;author&quot;:[{&quot;family&quot;:&quot;Bensenane&quot;,&quot;given&quot;:&quot;Hamdan&quot;,&quot;parse-names&quot;:false,&quot;dropping-particle&quot;:&quot;&quot;,&quot;non-dropping-particle&quot;:&quot;&quot;},{&quot;family&quot;:&quot;Aksa&quot;,&quot;given&quot;:&quot;Djemai&quot;,&quot;parse-names&quot;:false,&quot;dropping-particle&quot;:&quot;&quot;,&quot;non-dropping-particle&quot;:&quot;&quot;},{&quot;family&quot;:&quot;Omari&quot;,&quot;given&quot;:&quot;Walid Fethallah&quot;,&quot;parse-names&quot;:false,&quot;dropping-particle&quot;:&quot;&quot;,&quot;non-dropping-particle&quot;:&quot;&quot;},{&quot;family&quot;:&quot;Rahmoun&quot;,&quot;given&quot;:&quot;Abdellatif&quot;,&quot;parse-names&quot;:false,&quot;dropping-particle&quot;:&quot;&quot;,&quot;non-dropping-particle&quot;:&quot;&quot;}],&quot;container-title&quot;:&quot;Indonesian Journal of Electrical Engineering and Computer Science&quot;,&quot;DOI&quot;:&quot;10.11591/ijeecs.v25.i2.pp963-971&quot;,&quot;ISSN&quot;:&quot;25024760&quot;,&quot;issued&quot;:{&quot;date-parts&quot;:[[2022,2,1]]},&quot;page&quot;:&quot;963-971&quot;,&quot;abstract&quot;:&quot;Recently ehealth technologies are becoming an overwhelming aspect of public health services that provides seamless access to healthcare information. Machine learning tools associated with IoT technology play an important role in developing such health technologies. This paper proposes a decision support system-based system (DSS) to make diagnosis of cardio-vascular diseases. It uses deep learning approaches that classify electrocardiogram (ECG) signals. Thus, a two-stage long-short term memory (LSTM) based neural network architecture, along with an adequate pre-processing of the ECG signals is designed as a diagnosis-aided system for cardiac arrhythmia detection based on an ECG signal analysis. This deep learning based cardio-vascular disease diagnosis system (namely 'DLCVD') is built to meet higher performance requirements in terms of accuracy, specificity, and sensitivity. This must also be capable of an online real-time classification. Experimental results using the Massachusetts Institute of Technology-Beth Israel Hospital (MIT-BIH) arrhythmia database show that DLCVD led to outstanding performance.&quot;,&quot;publisher&quot;:&quot;Institute of Advanced Engineering and Science&quot;,&quot;issue&quot;:&quot;2&quot;,&quot;volume&quot;:&quot;25&quot;,&quot;container-title-short&quot;:&quot;&quot;},&quot;isTemporary&quot;:false,&quot;suppress-author&quot;:false,&quot;composite&quot;:false,&quot;author-only&quot;:false}]},{&quot;citationID&quot;:&quot;MENDELEY_CITATION_2512661c-3cac-4aea-8623-ef949cf87f31&quot;,&quot;properties&quot;:{&quot;noteIndex&quot;:0},&quot;isEdited&quot;:false,&quot;manualOverride&quot;:{&quot;isManuallyOverridden&quot;:false,&quot;citeprocText&quot;:&quot;[6], [7], [8], [9]&quot;,&quot;manualOverrideText&quot;:&quot;&quot;},&quot;citationTag&quot;:&quot;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&quot;,&quot;citationItems&quot;:[{&quot;id&quot;:&quot;2e7a3ab3-9b4d-3711-8eaa-23a83bdaff88&quot;,&quot;itemData&quot;:{&quot;type&quot;:&quot;article-journal&quot;,&quot;id&quot;:&quot;2e7a3ab3-9b4d-3711-8eaa-23a83bdaff88&quot;,&quot;title&quot;:&quot;A new data augmentation convolutional neural network for human emotion recognition based on ECG signals&quot;,&quot;author&quot;:[{&quot;family&quot;:&quot;Nita&quot;,&quot;given&quot;:&quot;Sihem&quot;,&quot;parse-names&quot;:false,&quot;dropping-particle&quot;:&quot;&quot;,&quot;non-dropping-particle&quot;:&quot;&quot;},{&quot;family&quot;:&quot;Bitam&quot;,&quot;given&quot;:&quot;Salim&quot;,&quot;parse-names&quot;:false,&quot;dropping-particle&quot;:&quot;&quot;,&quot;non-dropping-particle&quot;:&quot;&quot;},{&quot;family&quot;:&quot;Heidet&quot;,&quot;given&quot;:&quot;Matthieu&quot;,&quot;parse-names&quot;:false,&quot;dropping-particle&quot;:&quot;&quot;,&quot;non-dropping-particle&quot;:&quot;&quot;},{&quot;family&quot;:&quot;Mellouk&quot;,&quot;given&quot;:&quot;Abdelhamid&quot;,&quot;parse-names&quot;:false,&quot;dropping-particle&quot;:&quot;&quot;,&quot;non-dropping-particle&quot;:&quot;&quot;}],&quot;container-title&quot;:&quot;Biomedical Signal Processing and Control&quot;,&quot;container-title-short&quot;:&quot;Biomed Signal Process Control&quot;,&quot;DOI&quot;:&quot;10.1016/j.bspc.2022.103580&quot;,&quot;ISSN&quot;:&quot;17468108&quot;,&quot;issued&quot;:{&quot;date-parts&quot;:[[2022,5,1]]},&quot;abstract&quot;:&quot;Nowadays, human emotion recognition based on electrocardiogram (ECG) signal is considered as a hot topic applied in many sensitive domains such as healthcare, social security, and transportation systems. In the literature, various machine learning algorithms were proposed to this purpose however, the recognition accuracy of these techniques is hampered by the hardness of acquiring huge and balanced number of ECG dataset samples, which is considered as a major challenge in this topic. Therefore, we propose in this paper, a new data augmentation convolutional neural network (CNN) for human emotion recognition based on ECG signal. Specifically, we suggest to enrich the ECG dataset by a significant number of representative ECG samples, generated according to randomize, concatenate and resample realistic ECG episodes process. Hence, a new seven-layer CNN classifier is suggested, consisting of seven layers to detect human emotions in terms of valence, arousal, and dominance levels. Experiments that have been carried out using our proposal for Data Augmentation Convolutional Neural Network strategy on benchmark DREAMER database resulted in an accuracy rate of 95.16% to detect valence, 85.56% for arousal and 77.54% for dominance.&quot;,&quot;publisher&quot;:&quot;Elsevier Ltd&quot;,&quot;volume&quot;:&quot;75&quot;},&quot;isTemporary&quot;:false,&quot;suppress-author&quot;:false,&quot;composite&quot;:false,&quot;author-only&quot;:false},{&quot;id&quot;:&quot;f27e56a9-0c4e-3b62-abbf-5cd532dee592&quot;,&quot;itemData&quot;:{&quot;type&quot;:&quot;article-journal&quot;,&quot;id&quot;:&quot;f27e56a9-0c4e-3b62-abbf-5cd532dee592&quot;,&quot;title&quot;:&quot;Emotion Classification Based on CWT of ECG and GSR Signals Using Various CNN Models&quot;,&quot;author&quot;:[{&quot;family&quot;:&quot;Dessai&quot;,&quot;given&quot;:&quot;Amita&quot;,&quot;parse-names&quot;:false,&quot;dropping-particle&quot;:&quot;&quot;,&quot;non-dropping-particle&quot;:&quot;&quot;},{&quot;family&quot;:&quot;Virani&quot;,&quot;given&quot;:&quot;Hassanali&quot;,&quot;parse-names&quot;:false,&quot;dropping-particle&quot;:&quot;&quot;,&quot;non-dropping-particle&quot;:&quot;&quot;}],&quot;container-title&quot;:&quot;Electronics (Switzerland)&quot;,&quot;DOI&quot;:&quot;10.3390/electronics12132795&quot;,&quot;ISSN&quot;:&quot;20799292&quot;,&quot;issued&quot;:{&quot;date-parts&quot;:[[2023,7,1]]},&quot;abstract&quot;:&quot;Emotions expressed by humans can be identified from facial expressions, speech signals, or physiological signals. Among them, the use of physiological signals for emotion classification is a notable emerging area of research. In emotion recognition, a person’s electrocardiogram (ECG) and galvanic skin response (GSR) signals cannot be manipulated, unlike facial and voice signals. Moreover, wearables such as smartwatches and wristbands enable the detection of emotions in people’s naturalistic environment. During the COVID-19 pandemic, it was necessary to detect people’s emotions in order to ensure that appropriate actions were taken according to the prevailing situation and achieve societal balance. Experimentally, the duration of the emotion stimulus period and the social and non-social contexts of participants influence the emotion classification process. Hence, classification of emotions when participants are exposed to the elicitation process for a longer duration and taking into consideration the social context needs to be explored. This work explores the classification of emotions using five pretrained convolutional neural network (CNN) models: MobileNet, NASNetMobile, DenseNet 201, InceptionResnetV2, and EfficientNetB7. The continuous wavelet transform (CWT) coefficients were detected from ECG and GSR recordings from the AMIGOS database with suitable filtering. Scalograms of the sum of frequency coefficients versus time were obtained and converted into images. Emotions were classified using the pre-trained CNN models. The valence and arousal emotion classification accuracy obtained using ECG and GSR data were, respectively, 91.27% and 91.45% using the InceptionResnetV2 CNN classifier and 99.19% and 98.39% using the MobileNet CNN classifier. Other studies have not explored the use of scalograms to represent ECG and GSR CWT features for emotion classification using deep learning models. Additionally, this study provides a novel classification of emotions built on individual and group settings using ECG data. When the participants watched long-duration emotion elicitation videos individually and in groups, the accuracy was around 99.8%. MobileNet had the highest accuracy and shortest execution time. These subject-independent classification methods enable emotion classification independent of varying human behavior.&quot;,&quot;publisher&quot;:&quot;Multidisciplinary Digital Publishing Institute (MDPI)&quot;,&quot;issue&quot;:&quot;13&quot;,&quot;volume&quot;:&quot;12&quot;,&quot;container-title-short&quot;:&quot;&quot;},&quot;isTemporary&quot;:false},{&quot;id&quot;:&quot;a528d91b-1e67-3613-8160-f785509afa4e&quot;,&quot;itemData&quot;:{&quot;type&quot;:&quot;article-journal&quot;,&quot;id&quot;:&quot;a528d91b-1e67-3613-8160-f785509afa4e&quot;,&quot;title&quot;:&quot;Emotion detection from ECG signals with different learning algorithms and automated feature engineering&quot;,&quot;author&quot;:[{&quot;family&quot;:&quot;Oğuz&quot;,&quot;given&quot;:&quot;Faruk Enes&quot;,&quot;parse-names&quot;:false,&quot;dropping-particle&quot;:&quot;&quot;,&quot;non-dropping-particle&quot;:&quot;&quot;},{&quot;family&quot;:&quot;Alkan&quot;,&quot;given&quot;:&quot;Ahmet&quot;,&quot;parse-names&quot;:false,&quot;dropping-particle&quot;:&quot;&quot;,&quot;non-dropping-particle&quot;:&quot;&quot;},{&quot;family&quot;:&quot;Schöler&quot;,&quot;given&quot;:&quot;Thorsten&quot;,&quot;parse-names&quot;:false,&quot;dropping-particle&quot;:&quot;&quot;,&quot;non-dropping-particle&quot;:&quot;&quot;}],&quot;container-title&quot;:&quot;Signal, Image and Video Processing&quot;,&quot;container-title-short&quot;:&quot;Signal Image Video Process&quot;,&quot;DOI&quot;:&quot;10.1007/s11760-023-02606-y&quot;,&quot;ISSN&quot;:&quot;18631711&quot;,&quot;issued&quot;:{&quot;date-parts&quot;:[[2023,10,1]]},&quot;page&quot;:&quot;3783-3791&quot;,&quot;abstract&quot;:&quot;Emotion recognition through physiological signals is of great importance for the examination of psychological states and the development of biofeedback-based applications. Thanks to the emergence of the concept of metaverse and the integration of physiological signal trackers into smart devices, this field of study has become a necessity and a subject of interest to researchers. In this study, an algorithm is proposed for emotion detection according to the two-category (valence–arousal) emotion model. ECG signal recordings from the MAHNOB-HCI database were used in the study. First, the noise on the ECG signals is eliminated in the preprocessing step. R peaks were detected by applying the Pan–Tompkins algorithm to the preprocessed ECG signals. Then, for each recording, the P-QRS-T fragment and the maximum and minimum values of the P, Q, R, S, and T waves were obtained as morphological features and combined with selected heart rate variability features to obtain a feature vector. By applying an automated feature engineering algorithm to this feature vector, new feature vectors with increased weight of distinctive features and increased number of samples are obtained as output. These features are classified with three different learning algorithms: support vector machines, feedforward neural network, and bidirectional long short-term memory. As a result of the study, good results were obtained with the bidirectional long short-term memory algorithm compared to the literature. According to these results, with bidirectional long short-term memory, the accuracy obtained was 78.28% for the valence category and 83.61% for the arousal category.&quot;,&quot;publisher&quot;:&quot;Springer Science and Business Media Deutschland GmbH&quot;,&quot;issue&quot;:&quot;7&quot;,&quot;volume&quot;:&quot;17&quot;},&quot;isTemporary&quot;:false},{&quot;id&quot;:&quot;ef713e68-92b8-3289-8759-afcc2a351ec6&quot;,&quot;itemData&quot;:{&quot;type&quot;:&quot;article-journal&quot;,&quot;id&quot;:&quot;ef713e68-92b8-3289-8759-afcc2a351ec6&quot;,&quot;title&quot;:&quot;LSTM-Based Emotion Detection Using Physiological Signals: IoT Framework for Healthcare and Distance Learning in COVID-19&quot;,&quot;author&quot;:[{&quot;family&quot;:&quot;Awais&quot;,&quot;given&quot;:&quot;Muhammad&quot;,&quot;parse-names&quot;:false,&quot;dropping-particle&quot;:&quot;&quot;,&quot;non-dropping-particle&quot;:&quot;&quot;},{&quot;family&quot;:&quot;Raza&quot;,&quot;given&quot;:&quot;Mohsin&quot;,&quot;parse-names&quot;:false,&quot;dropping-particle&quot;:&quot;&quot;,&quot;non-dropping-particle&quot;:&quot;&quot;},{&quot;family&quot;:&quot;Singh&quot;,&quot;given&quot;:&quot;Nishant&quot;,&quot;parse-names&quot;:false,&quot;dropping-particle&quot;:&quot;&quot;,&quot;non-dropping-particle&quot;:&quot;&quot;},{&quot;family&quot;:&quot;Bashir&quot;,&quot;given&quot;:&quot;Kiran&quot;,&quot;parse-names&quot;:false,&quot;dropping-particle&quot;:&quot;&quot;,&quot;non-dropping-particle&quot;:&quot;&quot;},{&quot;family&quot;:&quot;Manzoor&quot;,&quot;given&quot;:&quot;Umar&quot;,&quot;parse-names&quot;:false,&quot;dropping-particle&quot;:&quot;&quot;,&quot;non-dropping-particle&quot;:&quot;&quot;},{&quot;family&quot;:&quot;Islam&quot;,&quot;given&quot;:&quot;Saif Ul&quot;,&quot;parse-names&quot;:false,&quot;dropping-particle&quot;:&quot;&quot;,&quot;non-dropping-particle&quot;:&quot;&quot;},{&quot;family&quot;:&quot;Rodrigues&quot;,&quot;given&quot;:&quot;Joel J.P.C.&quot;,&quot;parse-names&quot;:false,&quot;dropping-particle&quot;:&quot;&quot;,&quot;non-dropping-particle&quot;:&quot;&quot;}],&quot;container-title&quot;:&quot;IEEE Internet of Things Journal&quot;,&quot;container-title-short&quot;:&quot;IEEE Internet Things J&quot;,&quot;DOI&quot;:&quot;10.1109/JIOT.2020.3044031&quot;,&quot;ISSN&quot;:&quot;23274662&quot;,&quot;issued&quot;:{&quot;date-parts&quot;:[[2021,12,1]]},&quot;page&quot;:&quot;16863-16871&quot;,&quot;abstract&quot;:&quot;Human emotions are strongly coupled with physical and mental health of any individual. While emotions exbibit complex physiological and biological phenomenon, yet studies reveal that physiological signals can be used as an indirect measure of emotions. In unprecedented circumstances alike the coronavirus (Covid-19) outbreak, a remote Internet of Things (IoT) enabled solution, coupled with AI can interpret and communicate emotions to serve substantially in healthcare and related fields. This work proposes an integrated IoT framework that enables wireless communication of physiological signals to data processing hub where long short-term memory (LSTM)-based emotion recognition is performed. The proposed framework offers real-time communication and recognition of emotions that enables health monitoring and distance learning support amidst pandemics. In this study, the achieved results are very promising. In the proposed IoT protocols (TS-MAC and R-MAC), ultralow latency of 1 ms is achieved. R-MAC also offers improved reliability in comparison to state of the art. In addition, the proposed deep learning scheme offers high performance (f-score) of 95%. The achieved results in communications and AI match the interdependency requirements of deep learning and IoT frameworks, thus ensuring the suitability of proposed work in distance learning, student engagement, healthcare, emotion support, and general wellbeing.&quot;,&quot;publisher&quot;:&quot;Institute of Electrical and Electronics Engineers Inc.&quot;,&quot;issue&quot;:&quot;23&quot;,&quot;volume&quot;:&quot;8&quot;},&quot;isTemporary&quot;:false}]},{&quot;citationID&quot;:&quot;MENDELEY_CITATION_21c3c91e-e850-4aac-b610-76d95ed481ea&quot;,&quot;properties&quot;:{&quot;noteIndex&quot;:0},&quot;isEdited&quot;:false,&quot;manualOverride&quot;:{&quot;isManuallyOverridden&quot;:false,&quot;citeprocText&quot;:&quot;[5]&quot;,&quot;manualOverrideText&quot;:&quot;&quot;},&quot;citationTag&quot;:&quot;MENDELEY_CITATION_v3_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5df1c69c-66f2-3d1c-bb04-4448525a16dd&quot;,&quot;itemData&quot;:{&quot;type&quot;:&quot;paper-conference&quot;,&quot;id&quot;:&quot;5df1c69c-66f2-3d1c-bb04-4448525a16dd&quot;,&quot;title&quot;:&quot;A Neural Network Approach for Anxiety Detection Based on ECG&quot;,&quot;author&quot;:[{&quot;family&quot;:&quot;Vulpe-Grigorasi&quot;,&quot;given&quot;:&quot;Adrian&quot;,&quot;parse-names&quot;:false,&quot;dropping-particle&quot;:&quot;&quot;,&quot;non-dropping-particle&quot;:&quot;&quot;},{&quot;family&quot;:&quot;Grigore&quot;,&quot;given&quot;:&quot;Ovidiu&quot;,&quot;parse-names&quot;:false,&quot;dropping-particle&quot;:&quot;&quot;,&quot;non-dropping-particle&quot;:&quot;&quot;}],&quot;container-title&quot;:&quot;2021 9th E-Health and Bioengineering Conference, EHB 2021&quot;,&quot;DOI&quot;:&quot;10.1109/EHB52898.2021.9657544&quot;,&quot;ISBN&quot;:&quot;9781665440004&quot;,&quot;issued&quot;:{&quot;date-parts&quot;:[[2021]]},&quot;abstract&quot;:&quot;Electrocardiogram (ECG) analysis has been used with success as a method for mental stress assessment. Markers based on heart rate variability (HRV) show a correlation between HRV and emotional arousal caused by anxiety. This paper presents a deep learning approach for anxiety detection in arachnophobe individuals based on their ultra-short HRV variability measures. The results obtained indicate that 1D convolutional neural networks (CNN) trained on ECG derived features can be used for anxiety detection. Validation accuracy, precision and recall for the proposed method were respectively of 83.29%, 85% and 82%.&quot;,&quot;publisher&quot;:&quot;Institute of Electrical and Electronics Engineers Inc.&quot;,&quot;container-title-short&quot;:&quot;&quot;},&quot;isTemporary&quot;:false,&quot;suppress-author&quot;:false,&quot;composite&quot;:false,&quot;author-only&quot;:false}]},{&quot;citationID&quot;:&quot;MENDELEY_CITATION_15cf343c-c7d5-44c6-961d-b545a68420b1&quot;,&quot;properties&quot;:{&quot;noteIndex&quot;:0},&quot;isEdited&quot;:false,&quot;manualOverride&quot;:{&quot;isManuallyOverridden&quot;:false,&quot;citeprocText&quot;:&quot;[6]&quot;,&quot;manualOverrideText&quot;:&quot;&quot;},&quot;citationTag&quot;:&quot;MENDELEY_CITATION_v3_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&quot;,&quot;citationItems&quot;:[{&quot;id&quot;:&quot;2e7a3ab3-9b4d-3711-8eaa-23a83bdaff88&quot;,&quot;itemData&quot;:{&quot;type&quot;:&quot;article-journal&quot;,&quot;id&quot;:&quot;2e7a3ab3-9b4d-3711-8eaa-23a83bdaff88&quot;,&quot;title&quot;:&quot;A new data augmentation convolutional neural network for human emotion recognition based on ECG signals&quot;,&quot;author&quot;:[{&quot;family&quot;:&quot;Nita&quot;,&quot;given&quot;:&quot;Sihem&quot;,&quot;parse-names&quot;:false,&quot;dropping-particle&quot;:&quot;&quot;,&quot;non-dropping-particle&quot;:&quot;&quot;},{&quot;family&quot;:&quot;Bitam&quot;,&quot;given&quot;:&quot;Salim&quot;,&quot;parse-names&quot;:false,&quot;dropping-particle&quot;:&quot;&quot;,&quot;non-dropping-particle&quot;:&quot;&quot;},{&quot;family&quot;:&quot;Heidet&quot;,&quot;given&quot;:&quot;Matthieu&quot;,&quot;parse-names&quot;:false,&quot;dropping-particle&quot;:&quot;&quot;,&quot;non-dropping-particle&quot;:&quot;&quot;},{&quot;family&quot;:&quot;Mellouk&quot;,&quot;given&quot;:&quot;Abdelhamid&quot;,&quot;parse-names&quot;:false,&quot;dropping-particle&quot;:&quot;&quot;,&quot;non-dropping-particle&quot;:&quot;&quot;}],&quot;container-title&quot;:&quot;Biomedical Signal Processing and Control&quot;,&quot;container-title-short&quot;:&quot;Biomed Signal Process Control&quot;,&quot;DOI&quot;:&quot;10.1016/j.bspc.2022.103580&quot;,&quot;ISSN&quot;:&quot;17468108&quot;,&quot;issued&quot;:{&quot;date-parts&quot;:[[2022,5,1]]},&quot;abstract&quot;:&quot;Nowadays, human emotion recognition based on electrocardiogram (ECG) signal is considered as a hot topic applied in many sensitive domains such as healthcare, social security, and transportation systems. In the literature, various machine learning algorithms were proposed to this purpose however, the recognition accuracy of these techniques is hampered by the hardness of acquiring huge and balanced number of ECG dataset samples, which is considered as a major challenge in this topic. Therefore, we propose in this paper, a new data augmentation convolutional neural network (CNN) for human emotion recognition based on ECG signal. Specifically, we suggest to enrich the ECG dataset by a significant number of representative ECG samples, generated according to randomize, concatenate and resample realistic ECG episodes process. Hence, a new seven-layer CNN classifier is suggested, consisting of seven layers to detect human emotions in terms of valence, arousal, and dominance levels. Experiments that have been carried out using our proposal for Data Augmentation Convolutional Neural Network strategy on benchmark DREAMER database resulted in an accuracy rate of 95.16% to detect valence, 85.56% for arousal and 77.54% for dominance.&quot;,&quot;publisher&quot;:&quot;Elsevier Ltd&quot;,&quot;volume&quot;:&quot;75&quot;},&quot;isTemporary&quot;:false,&quot;suppress-author&quot;:false,&quot;composite&quot;:false,&quot;author-only&quot;:false}]},{&quot;citationID&quot;:&quot;MENDELEY_CITATION_b8fb1f1e-9671-4e5a-aabc-00d0755b10d0&quot;,&quot;properties&quot;:{&quot;noteIndex&quot;:0},&quot;isEdited&quot;:false,&quot;manualOverride&quot;:{&quot;isManuallyOverridden&quot;:false,&quot;citeprocText&quot;:&quot;[10]&quot;,&quot;manualOverrideText&quot;:&quot;&quot;},&quot;citationTag&quot;:&quot;MENDELEY_CITATION_v3_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&quot;,&quot;citationItems&quot;:[{&quot;id&quot;:&quot;c50a5879-993c-39fa-b6d8-278f75ba1d78&quot;,&quot;itemData&quot;:{&quot;type&quot;:&quot;article-journal&quot;,&quot;id&quot;:&quot;c50a5879-993c-39fa-b6d8-278f75ba1d78&quot;,&quot;title&quot;:&quot;Deep Learning-Based Automated Emotion Recognition Using Multimodal Physiological Signals and Time-Frequency Methods&quot;,&quot;author&quot;:[{&quot;family&quot;:&quot;Sriram Kumar&quot;,&quot;given&quot;:&quot;P.&quot;,&quot;parse-names&quot;:false,&quot;dropping-particle&quot;:&quot;&quot;,&quot;non-dropping-particle&quot;:&quot;&quot;},{&quot;family&quot;:&quot;Govarthan&quot;,&quot;given&quot;:&quot;Praveen Kumar&quot;,&quot;parse-names&quot;:false,&quot;dropping-particle&quot;:&quot;&quot;,&quot;non-dropping-particle&quot;:&quot;&quot;},{&quot;family&quot;:&quot;Aleem Shaik Gadda&quot;,&quot;given&quot;:&quot;Abdul&quot;,&quot;parse-names&quot;:false,&quot;dropping-particle&quot;:&quot;&quot;,&quot;non-dropping-particle&quot;:&quot;&quot;},{&quot;family&quot;:&quot;Ganapathy&quot;,&quot;given&quot;:&quot;Nagarajan&quot;,&quot;parse-names&quot;:false,&quot;dropping-particle&quot;:&quot;&quot;,&quot;non-dropping-particle&quot;:&quot;&quot;},{&quot;family&quot;:&quot;Fredo Agastinose Ronickom&quot;,&quot;given&quot;:&quot;Jac&quot;,&quot;parse-names&quot;:false,&quot;dropping-particle&quot;:&quot;&quot;,&quot;non-dropping-particle&quot;:&quot;&quot;}],&quot;container-title&quot;:&quot;IEEE Transactions on Instrumentation and Measurement&quot;,&quot;container-title-short&quot;:&quot;IEEE Trans Instrum Meas&quot;,&quot;DOI&quot;:&quot;10.1109/TIM.2024.3420349&quot;,&quot;ISSN&quot;:&quot;15579662&quot;,&quot;issued&quot;:{&quot;date-parts&quot;:[[2024]]},&quot;abstract&quot;:&quot;Accurate prediction and recognition of human emotions are crucial for effective human-computer interfaces. An automated emotion recognition (AER) method is highly desirable, and multimodal approaches have gained scientific attention due to their ability to leverage different modalities for improved accuracy and reliability. Our study has attempted to classify multiple emotional states using multimodal physiological signals, namely electrodermal activity (EDA), electrocardiogram (ECG), and various deep-learning (DL) networks. The signals were obtained from the publicly available two datasets such as continuously annotated signals of emotion (CASE) and wearable stress and affect detection (WESAD). The EDA signals were decomposed into tonic and phasic components using the convex-optimization-based EDA method. Further, the ECG and phasic components of EDA were subjected to different time-frequency representations (TFR), namely short-time Fourier transform, continuous wavelet transform (CWT), and mel-frequency cepstrum (MFC). These TFRs were fed as inputs to the AlexNet, configurable convolutional neural network (cCNN), and pretrained VGG16 architectures in unimodal and multimodal settings to extract robust features for the effective classification. Our results demonstrate that multimodal signals outperform unimodal settings, with ECG proving more effective than EDA in emotion classification. The pipeline (EDA + ECG, CWT, and VGG16) yielded the highest accuracies of 86.66% and 83.96% for four-class and three-class emotion classification, respectively. In conclusion, our results suggest that network performance was improved with multimodal physiological signals compared to unimodal signals in accurate AER. Consequently, the proposed method holds promise as a valuable tool for assessing emotional states in automated decision-making.&quot;,&quot;publisher&quot;:&quot;Institute of Electrical and Electronics Engineers Inc.&quot;,&quot;volume&quot;:&quot;73&quot;},&quot;isTemporary&quot;:false,&quot;suppress-author&quot;:false,&quot;composite&quot;:false,&quot;author-only&quot;:false}]},{&quot;citationID&quot;:&quot;MENDELEY_CITATION_9ed3ece5-9ca1-4d85-bf39-efcc3b152854&quot;,&quot;properties&quot;:{&quot;noteIndex&quot;:0},&quot;isEdited&quot;:false,&quot;manualOverride&quot;:{&quot;isManuallyOverridden&quot;:false,&quot;citeprocText&quot;:&quot;[7]&quot;,&quot;manualOverrideText&quot;:&quot;&quot;},&quot;citationTag&quot;:&quot;MENDELEY_CITATION_v3_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&quot;,&quot;citationItems&quot;:[{&quot;id&quot;:&quot;f27e56a9-0c4e-3b62-abbf-5cd532dee592&quot;,&quot;itemData&quot;:{&quot;type&quot;:&quot;article-journal&quot;,&quot;id&quot;:&quot;f27e56a9-0c4e-3b62-abbf-5cd532dee592&quot;,&quot;title&quot;:&quot;Emotion Classification Based on CWT of ECG and GSR Signals Using Various CNN Models&quot;,&quot;author&quot;:[{&quot;family&quot;:&quot;Dessai&quot;,&quot;given&quot;:&quot;Amita&quot;,&quot;parse-names&quot;:false,&quot;dropping-particle&quot;:&quot;&quot;,&quot;non-dropping-particle&quot;:&quot;&quot;},{&quot;family&quot;:&quot;Virani&quot;,&quot;given&quot;:&quot;Hassanali&quot;,&quot;parse-names&quot;:false,&quot;dropping-particle&quot;:&quot;&quot;,&quot;non-dropping-particle&quot;:&quot;&quot;}],&quot;container-title&quot;:&quot;Electronics (Switzerland)&quot;,&quot;DOI&quot;:&quot;10.3390/electronics12132795&quot;,&quot;ISSN&quot;:&quot;20799292&quot;,&quot;issued&quot;:{&quot;date-parts&quot;:[[2023,7,1]]},&quot;abstract&quot;:&quot;Emotions expressed by humans can be identified from facial expressions, speech signals, or physiological signals. Among them, the use of physiological signals for emotion classification is a notable emerging area of research. In emotion recognition, a person’s electrocardiogram (ECG) and galvanic skin response (GSR) signals cannot be manipulated, unlike facial and voice signals. Moreover, wearables such as smartwatches and wristbands enable the detection of emotions in people’s naturalistic environment. During the COVID-19 pandemic, it was necessary to detect people’s emotions in order to ensure that appropriate actions were taken according to the prevailing situation and achieve societal balance. Experimentally, the duration of the emotion stimulus period and the social and non-social contexts of participants influence the emotion classification process. Hence, classification of emotions when participants are exposed to the elicitation process for a longer duration and taking into consideration the social context needs to be explored. This work explores the classification of emotions using five pretrained convolutional neural network (CNN) models: MobileNet, NASNetMobile, DenseNet 201, InceptionResnetV2, and EfficientNetB7. The continuous wavelet transform (CWT) coefficients were detected from ECG and GSR recordings from the AMIGOS database with suitable filtering. Scalograms of the sum of frequency coefficients versus time were obtained and converted into images. Emotions were classified using the pre-trained CNN models. The valence and arousal emotion classification accuracy obtained using ECG and GSR data were, respectively, 91.27% and 91.45% using the InceptionResnetV2 CNN classifier and 99.19% and 98.39% using the MobileNet CNN classifier. Other studies have not explored the use of scalograms to represent ECG and GSR CWT features for emotion classification using deep learning models. Additionally, this study provides a novel classification of emotions built on individual and group settings using ECG data. When the participants watched long-duration emotion elicitation videos individually and in groups, the accuracy was around 99.8%. MobileNet had the highest accuracy and shortest execution time. These subject-independent classification methods enable emotion classification independent of varying human behavior.&quot;,&quot;publisher&quot;:&quot;Multidisciplinary Digital Publishing Institute (MDPI)&quot;,&quot;issue&quot;:&quot;13&quot;,&quot;volume&quot;:&quot;12&quot;,&quot;container-title-short&quot;:&quot;&quot;},&quot;isTemporary&quot;:false,&quot;suppress-author&quot;:false,&quot;composite&quot;:false,&quot;author-only&quot;:false}]},{&quot;citationID&quot;:&quot;MENDELEY_CITATION_f09bf4d0-f30d-46b3-9d4b-c7384058ec39&quot;,&quot;properties&quot;:{&quot;noteIndex&quot;:0},&quot;isEdited&quot;:false,&quot;manualOverride&quot;:{&quot;isManuallyOverridden&quot;:false,&quot;citeprocText&quot;:&quot;[11]&quot;,&quot;manualOverrideText&quot;:&quot;&quot;},&quot;citationTag&quot;:&quot;MENDELEY_CITATION_v3_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&quot;,&quot;citationItems&quot;:[{&quot;id&quot;:&quot;5ec665a3-c957-31b9-a80f-1eaa81969882&quot;,&quot;itemData&quot;:{&quot;type&quot;:&quot;article-journal&quot;,&quot;id&quot;:&quot;5ec665a3-c957-31b9-a80f-1eaa81969882&quot;,&quot;title&quot;:&quot;Novel multimodal emotion detection method using Electroencephalogram and Electrocardiogram signals&quot;,&quot;author&quot;:[{&quot;family&quot;:&quot;Saha&quot;,&quot;given&quot;:&quot;Purnata&quot;,&quot;parse-names&quot;:false,&quot;dropping-particle&quot;:&quot;&quot;,&quot;non-dropping-particle&quot;:&quot;&quot;},{&quot;family&quot;:&quot;Ansaruddin Kunju&quot;,&quot;given&quot;:&quot;Ali K.&quot;,&quot;parse-names&quot;:false,&quot;dropping-particle&quot;:&quot;&quot;,&quot;non-dropping-particle&quot;:&quot;&quot;},{&quot;family&quot;:&quot;Majid&quot;,&quot;given&quot;:&quot;Molla E.&quot;,&quot;parse-names&quot;:false,&quot;dropping-particle&quot;:&quot;&quot;,&quot;non-dropping-particle&quot;:&quot;&quot;},{&quot;family&quot;:&quot;Abul Kashem&quot;,&quot;given&quot;:&quot;Saad&quot;,&quot;parse-names&quot;:false,&quot;dropping-particle&quot;:&quot;&quot;,&quot;non-dropping-particle&quot;:&quot;Bin&quot;},{&quot;family&quot;:&quot;Nashbat&quot;,&quot;given&quot;:&quot;Mohammad&quot;,&quot;parse-names&quot;:false,&quot;dropping-particle&quot;:&quot;&quot;,&quot;non-dropping-particle&quot;:&quot;&quot;},{&quot;family&quot;:&quot;Ashraf&quot;,&quot;given&quot;:&quot;Azad&quot;,&quot;parse-names&quot;:false,&quot;dropping-particle&quot;:&quot;&quot;,&quot;non-dropping-particle&quot;:&quot;&quot;},{&quot;family&quot;:&quot;Hasan&quot;,&quot;given&quot;:&quot;Mazhar&quot;,&quot;parse-names&quot;:false,&quot;dropping-particle&quot;:&quot;&quot;,&quot;non-dropping-particle&quot;:&quot;&quot;},{&quot;family&quot;:&quot;Khandakar&quot;,&quot;given&quot;:&quot;Amith&quot;,&quot;parse-names&quot;:false,&quot;dropping-particle&quot;:&quot;&quot;,&quot;non-dropping-particle&quot;:&quot;&quot;},{&quot;family&quot;:&quot;Shafayet Hossain&quot;,&quot;given&quot;:&quot;Md&quot;,&quot;parse-names&quot;:false,&quot;dropping-particle&quot;:&quot;&quot;,&quot;non-dropping-particle&quot;:&quot;&quot;},{&quot;family&quot;:&quot;Alqahtani&quot;,&quot;given&quot;:&quot;Abdulrahman&quot;,&quot;parse-names&quot;:false,&quot;dropping-particle&quot;:&quot;&quot;,&quot;non-dropping-particle&quot;:&quot;&quot;},{&quot;family&quot;:&quot;Chowdhury&quot;,&quot;given&quot;:&quot;Muhammad E.H.&quot;,&quot;parse-names&quot;:false,&quot;dropping-particle&quot;:&quot;&quot;,&quot;non-dropping-particle&quot;:&quot;&quot;}],&quot;container-title&quot;:&quot;Biomedical Signal Processing and Control&quot;,&quot;container-title-short&quot;:&quot;Biomed Signal Process Control&quot;,&quot;DOI&quot;:&quot;10.1016/j.bspc.2024.106002&quot;,&quot;ISSN&quot;:&quot;17468108&quot;,&quot;issued&quot;:{&quot;date-parts&quot;:[[2024,6,1]]},&quot;abstract&quot;:&quot;Emotion Recognition Systems (ERS) play a pivotal role in facilitating naturalistic Human-Machine Interactions (HMI). The research has utilized a dataset with diverse physiological signals, including Electroencephalogram (EEG), Photoplethysmography (PPG), and Electrocardiogram (ECG), to detect emotions evoked by video stimuli. The study has addressed challenges with EEG data, particularly prefrontal channels contaminated by eye blink artifacts. To tackle this, a novel 1D deep learning model, MultiResUNet3p, effectively generated clean EEG signals. Extensive features have been extracted from each modality (TD, FD, TFD), and the study identified that combining 112 features from EEG and ECG achieved the highest accuracy. The emotion classification task encompassed six emotions, and the model demonstrates outstanding performance with 96.12% accuracy in binary classification (Positive vs. Negative) and 94.25% accuracy in a complex multiclass classification of six emotions (Happy, Anger, Disgust, Fear, Neutral, and Sad). This research underscores the potential of integrating multiple physiological signals and advanced techniques to significantly improve emotion recognition accuracy, particularly in real-world scenarios involving naturalistic Human-Machine Interactions (HMI).&quot;,&quot;publisher&quot;:&quot;Elsevier Ltd&quot;,&quot;volume&quot;:&quot;92&quot;},&quot;isTemporary&quot;:false,&quot;suppress-author&quot;:false,&quot;composite&quot;:false,&quot;author-only&quot;:false}]},{&quot;citationID&quot;:&quot;MENDELEY_CITATION_60d70e54-8e73-47ea-b76a-fee5c274b108&quot;,&quot;properties&quot;:{&quot;noteIndex&quot;:0},&quot;isEdited&quot;:false,&quot;manualOverride&quot;:{&quot;isManuallyOverridden&quot;:false,&quot;citeprocText&quot;:&quot;[12]&quot;,&quot;manualOverrideText&quot;:&quot;&quot;},&quot;citationTag&quot;:&quot;MENDELEY_CITATION_v3_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&quot;,&quot;citationItems&quot;:[{&quot;id&quot;:&quot;a3e07abb-4a0d-3a0f-a6cd-be0c7dc7c52f&quot;,&quot;itemData&quot;:{&quot;type&quot;:&quot;article-journal&quot;,&quot;id&quot;:&quot;a3e07abb-4a0d-3a0f-a6cd-be0c7dc7c52f&quot;,&quot;title&quot;:&quot;A new deep convolutional neural network incorporating attentional mechanisms for ECG emotion recognition&quot;,&quot;author&quot;:[{&quot;family&quot;:&quot;Fan&quot;,&quot;given&quot;:&quot;Tianqi&quot;,&quot;parse-names&quot;:false,&quot;dropping-particle&quot;:&quot;&quot;,&quot;non-dropping-particle&quot;:&quot;&quot;},{&quot;family&quot;:&quot;Qiu&quot;,&quot;given&quot;:&quot;Sen&quot;,&quot;parse-names&quot;:false,&quot;dropping-particle&quot;:&quot;&quot;,&quot;non-dropping-particle&quot;:&quot;&quot;},{&quot;family&quot;:&quot;Wang&quot;,&quot;given&quot;:&quot;Zhelong&quot;,&quot;parse-names&quot;:false,&quot;dropping-particle&quot;:&quot;&quot;,&quot;non-dropping-particle&quot;:&quot;&quot;},{&quot;family&quot;:&quot;Zhao&quot;,&quot;given&quot;:&quot;Hongyu&quot;,&quot;parse-names&quot;:false,&quot;dropping-particle&quot;:&quot;&quot;,&quot;non-dropping-particle&quot;:&quot;&quot;},{&quot;family&quot;:&quot;Jiang&quot;,&quot;given&quot;:&quot;Junhan&quot;,&quot;parse-names&quot;:false,&quot;dropping-particle&quot;:&quot;&quot;,&quot;non-dropping-particle&quot;:&quot;&quot;},{&quot;family&quot;:&quot;Wang&quot;,&quot;given&quot;:&quot;Yongzhen&quot;,&quot;parse-names&quot;:false,&quot;dropping-particle&quot;:&quot;&quot;,&quot;non-dropping-particle&quot;:&quot;&quot;},{&quot;family&quot;:&quot;Xu&quot;,&quot;given&quot;:&quot;Junnan&quot;,&quot;parse-names&quot;:false,&quot;dropping-particle&quot;:&quot;&quot;,&quot;non-dropping-particle&quot;:&quot;&quot;},{&quot;family&quot;:&quot;Sun&quot;,&quot;given&quot;:&quot;Tao&quot;,&quot;parse-names&quot;:false,&quot;dropping-particle&quot;:&quot;&quot;,&quot;non-dropping-particle&quot;:&quot;&quot;},{&quot;family&quot;:&quot;Jiang&quot;,&quot;given&quot;:&quot;Nan&quot;,&quot;parse-names&quot;:false,&quot;dropping-particle&quot;:&quot;&quot;,&quot;non-dropping-particle&quot;:&quot;&quot;}],&quot;container-title&quot;:&quot;Computers in Biology and Medicine&quot;,&quot;container-title-short&quot;:&quot;Comput Biol Med&quot;,&quot;DOI&quot;:&quot;10.1016/j.compbiomed.2023.106938&quot;,&quot;ISSN&quot;:&quot;18790534&quot;,&quot;PMID&quot;:&quot;37119553&quot;,&quot;issued&quot;:{&quot;date-parts&quot;:[[2023,6,1]]},&quot;abstract&quot;:&quot;Using ECG signals captured by wearable devices for emotion recognition is a feasible solution. We propose a deep convolutional neural network incorporating attentional mechanisms for ECG emotion recognition. In order to address the problem of individuality differences in emotion recognition tasks, we incorporate an improved Convolutional Block Attention Module (CBAM) into the proposed deep convolutional neural network. The deep convolutional neural network is responsible for capturing ECG features. Channel attention in CBAM is responsible for adding weight information to ECG features of different channels and spatial attention is responsible for the weighted representation of ECG features of different regions inside the channel. We used three publicly available datasets, WESAD, DREAMER, and ASCERTAIN, for the ECG emotion recognition task. The new state-of-the-art results are set in three datasets for multi-class classification results, WESAD for tri-class results, and ASCERTAIN for two-category results, respectively. A large number of experiments are performed, providing an interesting analysis of the design of the convolutional structure parameters and the role of the attention mechanism used. We propose to use large convolutional kernels to improve the effective perceptual field of the model and thus fully capture the ECG signal features, which achieves better performance compared to the commonly used small kernels. In addition, channel attention and spatial attention were added to the deep convolutional model separately to explore their contribution levels. We found that in most cases, channel attention contributed to the model at a higher level than spatial attention.&quot;,&quot;publisher&quot;:&quot;Elsevier Ltd&quot;,&quot;volume&quot;:&quot;159&quot;},&quot;isTemporary&quot;:false,&quot;suppress-author&quot;:false,&quot;composite&quot;:false,&quot;author-only&quot;:false}]},{&quot;citationID&quot;:&quot;MENDELEY_CITATION_c8e9f053-e88f-41e4-9115-fc4f91439009&quot;,&quot;properties&quot;:{&quot;noteIndex&quot;:0},&quot;isEdited&quot;:false,&quot;manualOverride&quot;:{&quot;isManuallyOverridden&quot;:false,&quot;citeprocText&quot;:&quot;[13]&quot;,&quot;manualOverrideText&quot;:&quot;&quot;},&quot;citationTag&quot;:&quot;MENDELEY_CITATION_v3_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&quot;,&quot;citationItems&quot;:[{&quot;id&quot;:&quot;030f8c08-3859-38d6-8b30-35863dc10ac3&quot;,&quot;itemData&quot;:{&quot;type&quot;:&quot;article-journal&quot;,&quot;id&quot;:&quot;030f8c08-3859-38d6-8b30-35863dc10ac3&quot;,&quot;title&quot;:&quot;Deep Learning Based Emotion Recognition with the Use of Time-Scale Two-Dimensional Transformation from Electrocardiogram Signals&quot;,&quot;author&quot;:[{&quot;family&quot;:&quot;Lee&quot;,&quot;given&quot;:&quot;Myung-Won&quot;,&quot;parse-names&quot;:false,&quot;dropping-particle&quot;:&quot;&quot;,&quot;non-dropping-particle&quot;:&quot;&quot;},{&quot;family&quot;:&quot;Byeon&quot;,&quot;given&quot;:&quot;Yeong-Hyeon&quot;,&quot;parse-names&quot;:false,&quot;dropping-particle&quot;:&quot;&quot;,&quot;non-dropping-particle&quot;:&quot;&quot;},{&quot;family&quot;:&quot;Yeom&quot;,&quot;given&quot;:&quot;Chan-Uk&quot;,&quot;parse-names&quot;:false,&quot;dropping-particle&quot;:&quot;&quot;,&quot;non-dropping-particle&quot;:&quot;&quot;},{&quot;family&quot;:&quot;Kwak&quot;,&quot;given&quot;:&quot;Keun-Chang&quot;,&quot;parse-names&quot;:false,&quot;dropping-particle&quot;:&quot;&quot;,&quot;non-dropping-particle&quot;:&quot;&quot;}],&quot;container-title&quot;:&quot;THE TRANSACTION OF THE KOREAN INSTITUTE OF ELECTRICAL ENGINEERS P&quot;,&quot;DOI&quot;:&quot;10.5370/kiee.2021.70.3.163&quot;,&quot;ISSN&quot;:&quot;1229-800X&quot;,&quot;issued&quot;:{&quot;date-parts&quot;:[[2021,9,30]]},&quot;page&quot;:&quot;163-173&quot;,&quot;abstract&quot;:&quot;… 3.3 ASCERTAIN Database The database used in this study is ASCERTAIN, a multimodal database that uses implicit nature and commercial physiological sensors to influence …&quot;,&quot;publisher&quot;:&quot;The Korean Institute of Electrical Engineers&quot;,&quot;issue&quot;:&quot;3&quot;,&quot;volume&quot;:&quot;70P&quot;,&quot;container-title-short&quot;:&quot;&quot;},&quot;isTemporary&quot;:false,&quot;suppress-author&quot;:false,&quot;composite&quot;:false,&quot;author-only&quot;:false}]},{&quot;citationID&quot;:&quot;MENDELEY_CITATION_e5a72f8e-ede4-4f0f-8be4-525651c58b99&quot;,&quot;properties&quot;:{&quot;noteIndex&quot;:0},&quot;isEdited&quot;:false,&quot;manualOverride&quot;:{&quot;isManuallyOverridden&quot;:false,&quot;citeprocText&quot;:&quot;[9]&quot;,&quot;manualOverrideText&quot;:&quot;&quot;},&quot;citationTag&quot;:&quot;MENDELEY_CITATION_v3_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&quot;,&quot;citationItems&quot;:[{&quot;id&quot;:&quot;ef713e68-92b8-3289-8759-afcc2a351ec6&quot;,&quot;itemData&quot;:{&quot;type&quot;:&quot;article-journal&quot;,&quot;id&quot;:&quot;ef713e68-92b8-3289-8759-afcc2a351ec6&quot;,&quot;title&quot;:&quot;LSTM-Based Emotion Detection Using Physiological Signals: IoT Framework for Healthcare and Distance Learning in COVID-19&quot;,&quot;author&quot;:[{&quot;family&quot;:&quot;Awais&quot;,&quot;given&quot;:&quot;Muhammad&quot;,&quot;parse-names&quot;:false,&quot;dropping-particle&quot;:&quot;&quot;,&quot;non-dropping-particle&quot;:&quot;&quot;},{&quot;family&quot;:&quot;Raza&quot;,&quot;given&quot;:&quot;Mohsin&quot;,&quot;parse-names&quot;:false,&quot;dropping-particle&quot;:&quot;&quot;,&quot;non-dropping-particle&quot;:&quot;&quot;},{&quot;family&quot;:&quot;Singh&quot;,&quot;given&quot;:&quot;Nishant&quot;,&quot;parse-names&quot;:false,&quot;dropping-particle&quot;:&quot;&quot;,&quot;non-dropping-particle&quot;:&quot;&quot;},{&quot;family&quot;:&quot;Bashir&quot;,&quot;given&quot;:&quot;Kiran&quot;,&quot;parse-names&quot;:false,&quot;dropping-particle&quot;:&quot;&quot;,&quot;non-dropping-particle&quot;:&quot;&quot;},{&quot;family&quot;:&quot;Manzoor&quot;,&quot;given&quot;:&quot;Umar&quot;,&quot;parse-names&quot;:false,&quot;dropping-particle&quot;:&quot;&quot;,&quot;non-dropping-particle&quot;:&quot;&quot;},{&quot;family&quot;:&quot;Islam&quot;,&quot;given&quot;:&quot;Saif Ul&quot;,&quot;parse-names&quot;:false,&quot;dropping-particle&quot;:&quot;&quot;,&quot;non-dropping-particle&quot;:&quot;&quot;},{&quot;family&quot;:&quot;Rodrigues&quot;,&quot;given&quot;:&quot;Joel J.P.C.&quot;,&quot;parse-names&quot;:false,&quot;dropping-particle&quot;:&quot;&quot;,&quot;non-dropping-particle&quot;:&quot;&quot;}],&quot;container-title&quot;:&quot;IEEE Internet of Things Journal&quot;,&quot;container-title-short&quot;:&quot;IEEE Internet Things J&quot;,&quot;DOI&quot;:&quot;10.1109/JIOT.2020.3044031&quot;,&quot;ISSN&quot;:&quot;23274662&quot;,&quot;issued&quot;:{&quot;date-parts&quot;:[[2021,12,1]]},&quot;page&quot;:&quot;16863-16871&quot;,&quot;abstract&quot;:&quot;Human emotions are strongly coupled with physical and mental health of any individual. While emotions exbibit complex physiological and biological phenomenon, yet studies reveal that physiological signals can be used as an indirect measure of emotions. In unprecedented circumstances alike the coronavirus (Covid-19) outbreak, a remote Internet of Things (IoT) enabled solution, coupled with AI can interpret and communicate emotions to serve substantially in healthcare and related fields. This work proposes an integrated IoT framework that enables wireless communication of physiological signals to data processing hub where long short-term memory (LSTM)-based emotion recognition is performed. The proposed framework offers real-time communication and recognition of emotions that enables health monitoring and distance learning support amidst pandemics. In this study, the achieved results are very promising. In the proposed IoT protocols (TS-MAC and R-MAC), ultralow latency of 1 ms is achieved. R-MAC also offers improved reliability in comparison to state of the art. In addition, the proposed deep learning scheme offers high performance (f-score) of 95%. The achieved results in communications and AI match the interdependency requirements of deep learning and IoT frameworks, thus ensuring the suitability of proposed work in distance learning, student engagement, healthcare, emotion support, and general wellbeing.&quot;,&quot;publisher&quot;:&quot;Institute of Electrical and Electronics Engineers Inc.&quot;,&quot;issue&quot;:&quot;23&quot;,&quot;volume&quot;:&quot;8&quot;},&quot;isTemporary&quot;:false,&quot;suppress-author&quot;:false,&quot;composite&quot;:false,&quot;author-only&quot;:false}]},{&quot;citationID&quot;:&quot;MENDELEY_CITATION_76f8d37a-db69-4ba9-9a35-d09a7602a130&quot;,&quot;properties&quot;:{&quot;noteIndex&quot;:0},&quot;isEdited&quot;:false,&quot;manualOverride&quot;:{&quot;isManuallyOverridden&quot;:false,&quot;citeprocText&quot;:&quot;[8]&quot;,&quot;manualOverrideText&quot;:&quot;&quot;},&quot;citationTag&quot;:&quot;MENDELEY_CITATION_v3_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&quot;,&quot;citationItems&quot;:[{&quot;id&quot;:&quot;a528d91b-1e67-3613-8160-f785509afa4e&quot;,&quot;itemData&quot;:{&quot;type&quot;:&quot;article-journal&quot;,&quot;id&quot;:&quot;a528d91b-1e67-3613-8160-f785509afa4e&quot;,&quot;title&quot;:&quot;Emotion detection from ECG signals with different learning algorithms and automated feature engineering&quot;,&quot;author&quot;:[{&quot;family&quot;:&quot;Oğuz&quot;,&quot;given&quot;:&quot;Faruk Enes&quot;,&quot;parse-names&quot;:false,&quot;dropping-particle&quot;:&quot;&quot;,&quot;non-dropping-particle&quot;:&quot;&quot;},{&quot;family&quot;:&quot;Alkan&quot;,&quot;given&quot;:&quot;Ahmet&quot;,&quot;parse-names&quot;:false,&quot;dropping-particle&quot;:&quot;&quot;,&quot;non-dropping-particle&quot;:&quot;&quot;},{&quot;family&quot;:&quot;Schöler&quot;,&quot;given&quot;:&quot;Thorsten&quot;,&quot;parse-names&quot;:false,&quot;dropping-particle&quot;:&quot;&quot;,&quot;non-dropping-particle&quot;:&quot;&quot;}],&quot;container-title&quot;:&quot;Signal, Image and Video Processing&quot;,&quot;container-title-short&quot;:&quot;Signal Image Video Process&quot;,&quot;DOI&quot;:&quot;10.1007/s11760-023-02606-y&quot;,&quot;ISSN&quot;:&quot;18631711&quot;,&quot;issued&quot;:{&quot;date-parts&quot;:[[2023,10,1]]},&quot;page&quot;:&quot;3783-3791&quot;,&quot;abstract&quot;:&quot;Emotion recognition through physiological signals is of great importance for the examination of psychological states and the development of biofeedback-based applications. Thanks to the emergence of the concept of metaverse and the integration of physiological signal trackers into smart devices, this field of study has become a necessity and a subject of interest to researchers. In this study, an algorithm is proposed for emotion detection according to the two-category (valence–arousal) emotion model. ECG signal recordings from the MAHNOB-HCI database were used in the study. First, the noise on the ECG signals is eliminated in the preprocessing step. R peaks were detected by applying the Pan–Tompkins algorithm to the preprocessed ECG signals. Then, for each recording, the P-QRS-T fragment and the maximum and minimum values of the P, Q, R, S, and T waves were obtained as morphological features and combined with selected heart rate variability features to obtain a feature vector. By applying an automated feature engineering algorithm to this feature vector, new feature vectors with increased weight of distinctive features and increased number of samples are obtained as output. These features are classified with three different learning algorithms: support vector machines, feedforward neural network, and bidirectional long short-term memory. As a result of the study, good results were obtained with the bidirectional long short-term memory algorithm compared to the literature. According to these results, with bidirectional long short-term memory, the accuracy obtained was 78.28% for the valence category and 83.61% for the arousal category.&quot;,&quot;publisher&quot;:&quot;Springer Science and Business Media Deutschland GmbH&quot;,&quot;issue&quot;:&quot;7&quot;,&quot;volume&quot;:&quot;17&quot;},&quot;isTemporary&quot;:false,&quot;suppress-author&quot;:false,&quot;composite&quot;:false,&quot;author-only&quot;:false}]},{&quot;citationID&quot;:&quot;MENDELEY_CITATION_fea0d30e-ea56-4388-a72d-b1154a6ddade&quot;,&quot;properties&quot;:{&quot;noteIndex&quot;:0},&quot;isEdited&quot;:false,&quot;manualOverride&quot;:{&quot;isManuallyOverridden&quot;:false,&quot;citeprocText&quot;:&quot;[14]&quot;,&quot;manualOverrideText&quot;:&quot;&quot;},&quot;citationTag&quot;:&quot;MENDELEY_CITATION_v3_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&quot;,&quot;citationItems&quot;:[{&quot;id&quot;:&quot;58fa0e3d-b2fa-3a8b-9839-ff50cf3e0318&quot;,&quot;itemData&quot;:{&quot;type&quot;:&quot;article-journal&quot;,&quot;id&quot;:&quot;58fa0e3d-b2fa-3a8b-9839-ff50cf3e0318&quot;,&quot;title&quot;:&quot;A Bayesian Deep Learning Framework for End-To-End Prediction of Emotion from Heartbeat&quot;,&quot;author&quot;:[{&quot;family&quot;:&quot;Harper&quot;,&quot;given&quot;:&quot;Ross&quot;,&quot;parse-names&quot;:false,&quot;dropping-particle&quot;:&quot;&quot;,&quot;non-dropping-particle&quot;:&quot;&quot;},{&quot;family&quot;:&quot;Southern&quot;,&quot;given&quot;:&quot;Joshua&quot;,&quot;parse-names&quot;:false,&quot;dropping-particle&quot;:&quot;&quot;,&quot;non-dropping-particle&quot;:&quot;&quot;}],&quot;container-title&quot;:&quot;IEEE Transactions on Affective Computing&quot;,&quot;container-title-short&quot;:&quot;IEEE Trans Affect Comput&quot;,&quot;DOI&quot;:&quot;10.1109/TAFFC.2020.2981610&quot;,&quot;ISSN&quot;:&quot;19493045&quot;,&quot;issued&quot;:{&quot;date-parts&quot;:[[2022]]},&quot;page&quot;:&quot;985-991&quot;,&quot;abstract&quot;:&quot;Automatic prediction of emotion promises to revolutionise human-computer interaction. Recent trends involve fusion of multiple data modalities - audio, visual, and physiological - to classify emotional state. However, in practice, collection of physiological data 'in the wild' is currently limited to heartbeat time series of the kind generated by affordable wearable heart monitors. Furthermore, real-world applications of emotion prediction often require some measure of uncertainty over model output, in order to inform downstream decision-making. We present here an end-to-end deep learning model for classifying emotional valence from unimodal heartbeat time series. We further propose a Bayesian framework for modelling uncertainty over these valence predictions, and describe a probabilistic procedure for choosing to accept or reject model output according to the intended application. We benchmarked our framework against two established datasets and achieved peak classification accuracy of 90 percent. These results lay the foundation for applications of affective computing in real-world domains such as healthcare, where a high premium is placed on non-invasive collection of data, and predictive certainty.&quot;,&quot;publisher&quot;:&quot;Institute of Electrical and Electronics Engineers Inc.&quot;,&quot;issue&quot;:&quot;2&quot;,&quot;volume&quot;:&quot;13&quot;},&quot;isTemporary&quot;:false,&quot;suppress-author&quot;:false,&quot;composite&quot;:false,&quot;author-only&quot;:false}]},{&quot;citationID&quot;:&quot;MENDELEY_CITATION_dd07cd7d-4451-4490-a071-faeb7974a2c1&quot;,&quot;properties&quot;:{&quot;noteIndex&quot;:0},&quot;isEdited&quot;:false,&quot;manualOverride&quot;:{&quot;isManuallyOverridden&quot;:false,&quot;citeprocText&quot;:&quot;[15]&quot;,&quot;manualOverrideText&quot;:&quot;&quot;},&quot;citationTag&quot;:&quot;MENDELEY_CITATION_v3_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&quot;,&quot;citationItems&quot;:[{&quot;id&quot;:&quot;2e2b9750-d126-3113-ad18-c13df7d86e39&quot;,&quot;itemData&quot;:{&quot;type&quot;:&quot;article-journal&quot;,&quot;id&quot;:&quot;2e2b9750-d126-3113-ad18-c13df7d86e39&quot;,&quot;title&quot;:&quot;Date of publication xxxx 00, 0000, date of current version xxxx 00, 0000. Advancing Emotional Health Assessments: A Hybrid Deep Learning Approach Using Physiological Signals for Robust Emotion Recognition&quot;,&quot;author&quot;:[{&quot;family&quot;:&quot;Waheed Awan&quot;,&quot;given&quot;:&quot;Amna&quot;,&quot;parse-names&quot;:false,&quot;dropping-particle&quot;:&quot;&quot;,&quot;non-dropping-particle&quot;:&quot;&quot;},{&quot;family&quot;:&quot;Taj&quot;,&quot;given&quot;:&quot;Imran&quot;,&quot;parse-names&quot;:false,&quot;dropping-particle&quot;:&quot;&quot;,&quot;non-dropping-particle&quot;:&quot;&quot;},{&quot;family&quot;:&quot;Khalid&quot;,&quot;given&quot;:&quot;Shehzad&quot;,&quot;parse-names&quot;:false,&quot;dropping-particle&quot;:&quot;&quot;,&quot;non-dropping-particle&quot;:&quot;&quot;},{&quot;family&quot;:&quot;Muhammad Usman&quot;,&quot;given&quot;:&quot;Syed&quot;,&quot;parse-names&quot;:false,&quot;dropping-particle&quot;:&quot;&quot;,&quot;non-dropping-particle&quot;:&quot;&quot;},{&quot;family&quot;:&quot;Shariq Imran&quot;,&quot;given&quot;:&quot;Ali&quot;,&quot;parse-names&quot;:false,&quot;dropping-particle&quot;:&quot;&quot;,&quot;non-dropping-particle&quot;:&quot;&quot;},{&quot;family&quot;:&quot;Usman Akram&quot;,&quot;given&quot;:&quot;Muhammad&quot;,&quot;parse-names&quot;:false,&quot;dropping-particle&quot;:&quot;&quot;,&quot;non-dropping-particle&quot;:&quot;&quot;}],&quot;DOI&quot;:&quot;10.1109/ACCESS.2017.DOI&quot;,&quot;issued&quot;:{&quot;date-parts&quot;:[[2024]]},&quot;abstract&quot;:&quot;Emotional health significantly impacts physical and psychological well-being, with emotional imbalances and cognitive disorders leading to various health issues. Timely diagnosis of mental illnesses is crucial for preventing severe disorders and enhancing medical care quality. Physiological signals, such as Electrocardiograms (ECG) and Electroencephalograms (EEG), which reflect cardiac and neuronal activities, are reliable for emotion recognition as they are less susceptible to manipulation than physical signals. Galvanic Skin Response (GSR) is also closely linked to emotional states. Researchers have developed various methods for classifying signals to detect emotions. However, these signals are susceptible to noise and are inherently non-stationary, meaning they change constantly over time. Consequently, emotions can vary rapidly. Traditional techniques for analyzing physiological signals may not be adequate to study the dynamic changes in emotional states. This research introduces a deep learning approach using a combination of advanced signal processing and machine learning to analyze physiological signals for emotion recognition. We propose a CNN-Vision Transformer (CVT) based method with ensemble classification. The process involves decomposing signals into segments, removing noise, and extracting features using 1D CNN and Vision Transformers. These features are integrated into a single vector for classification by an ensemble of LSTM, ELM, and SVM classifiers. The outputs are then synthesized using Model Agnostic Meta Learning (MAML) to improve prediction accuracy. Validated on AMIGOS and DEAP datasets with 10-fold cross-validation, our method achieved accuracies up to 98.2%, sensitivity of 99.15%, and specificity of 99.53%, outperforming existing emotion charting techniques. This novel method provides significant improvements 3 to 4% in the accuracy, sensitivity, and specificity of emotion detection, leveraging physiological signals for comprehensive emotional assessments.&quot;,&quot;container-title-short&quot;:&quot;&quot;},&quot;isTemporary&quot;:false,&quot;suppress-author&quot;:false,&quot;composite&quot;:false,&quot;author-only&quot;:false}]},{&quot;citationID&quot;:&quot;MENDELEY_CITATION_f3917f21-f97f-47b2-951a-270b93aa3f8a&quot;,&quot;properties&quot;:{&quot;noteIndex&quot;:0},&quot;isEdited&quot;:false,&quot;manualOverride&quot;:{&quot;isManuallyOverridden&quot;:false,&quot;citeprocText&quot;:&quot;[16]&quot;,&quot;manualOverrideText&quot;:&quot;&quot;},&quot;citationTag&quot;:&quot;MENDELEY_CITATION_v3_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&quot;,&quot;citationItems&quot;:[{&quot;id&quot;:&quot;f2d6d4ca-4c4f-34cd-99a6-977f4477f53b&quot;,&quot;itemData&quot;:{&quot;type&quot;:&quot;article-journal&quot;,&quot;id&quot;:&quot;f2d6d4ca-4c4f-34cd-99a6-977f4477f53b&quot;,&quot;title&quot;:&quot;RHYTHMI: A Deep Learning-Based Mobile ECG Device for Heart Disease Prediction&quot;,&quot;author&quot;:[{&quot;family&quot;:&quot;Eleyan&quot;,&quot;given&quot;:&quot;Alaa&quot;,&quot;parse-names&quot;:false,&quot;dropping-particle&quot;:&quot;&quot;,&quot;non-dropping-particle&quot;:&quot;&quot;},{&quot;family&quot;:&quot;AlBoghbaish&quot;,&quot;given&quot;:&quot;Ebrahim&quot;,&quot;parse-names&quot;:false,&quot;dropping-particle&quot;:&quot;&quot;,&quot;non-dropping-particle&quot;:&quot;&quot;},{&quot;family&quot;:&quot;AlShatti&quot;,&quot;given&quot;:&quot;Abdulwahab&quot;,&quot;parse-names&quot;:false,&quot;dropping-particle&quot;:&quot;&quot;,&quot;non-dropping-particle&quot;:&quot;&quot;},{&quot;family&quot;:&quot;AlSultan&quot;,&quot;given&quot;:&quot;Ahmad&quot;,&quot;parse-names&quot;:false,&quot;dropping-particle&quot;:&quot;&quot;,&quot;non-dropping-particle&quot;:&quot;&quot;},{&quot;family&quot;:&quot;AlDarbi&quot;,&quot;given&quot;:&quot;Darbi&quot;,&quot;parse-names&quot;:false,&quot;dropping-particle&quot;:&quot;&quot;,&quot;non-dropping-particle&quot;:&quot;&quot;}],&quot;container-title&quot;:&quot;Applied System Innovation&quot;,&quot;DOI&quot;:&quot;10.3390/asi7050077&quot;,&quot;ISSN&quot;:&quot;25715577&quot;,&quot;issued&quot;:{&quot;date-parts&quot;:[[2024,8,29]]},&quot;page&quot;:&quot;77&quot;,&quot;abstract&quot;:&quot;Heart disease, a global killer with many variations like arrhythmia and heart failure, remains a major health concern. Traditional risk factors include age, cholesterol, diabetes, and blood pressure. Fortunately, artificial intelligence (AI) offers a promising solution. We have harnessed the power of AI, specifically deep learning and convolutional neural networks (CNNs), to develop Rhythmi, an innovative mobile ECG diagnosis device for heart disease detection. Rhythmi leverages extensive medical data from databases like MIT-BIH and BIDMC. These data empower the training and testing of the developed deep learning model to analyze ECG signals with accuracy, precision, sensitivity, specificity, and F1-score in identifying arrhythmias and other heart conditions, with performances reaching 98.52%, 98.55%, 98.52%, 99.26%, and 98.52%, respectively. Moreover, we tested Rhythmi in real time using a mobile device with a single-lead ECG sensor. This user-friendly prototype captures the ECG signal, transmits it to Rhythmi’s dedicated website, and provides instant diagnosis and feedback on the patient’s heart health. The developed mobile ECG diagnosis device addresses the main problems of traditional ECG diagnostic devices such as accessibility, cost, mobility, complexity, and data integration. However, we believe that despite the promising results, our system will still need intensive clinical validation in the future.&quot;,&quot;publisher&quot;:&quot;MDPI AG&quot;,&quot;issue&quot;:&quot;5&quot;,&quot;volume&quot;:&quot;7&quot;,&quot;container-title-short&quot;:&quot;&quot;},&quot;isTemporary&quot;:false,&quot;suppress-author&quot;:false,&quot;composite&quot;:false,&quot;author-only&quot;:false}]},{&quot;citationID&quot;:&quot;MENDELEY_CITATION_515594c8-59b0-4aaa-b527-2db26b0c9938&quot;,&quot;properties&quot;:{&quot;noteIndex&quot;:0},&quot;isEdited&quot;:false,&quot;manualOverride&quot;:{&quot;isManuallyOverridden&quot;:false,&quot;citeprocText&quot;:&quot;[17]&quot;,&quot;manualOverrideText&quot;:&quot;&quot;},&quot;citationTag&quot;:&quot;MENDELEY_CITATION_v3_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&quot;,&quot;citationItems&quot;:[{&quot;id&quot;:&quot;4917ca69-ede5-3bdf-a6db-aeec6b3b35ae&quot;,&quot;itemData&quot;:{&quot;type&quot;:&quot;article-journal&quot;,&quot;id&quot;:&quot;4917ca69-ede5-3bdf-a6db-aeec6b3b35ae&quot;,&quot;title&quot;:&quot;A deep learning-based electrocardiogram risk score for long term cardiovascular death and disease&quot;,&quot;author&quot;:[{&quot;family&quot;:&quot;Hughes&quot;,&quot;given&quot;:&quot;J. Weston&quot;,&quot;parse-names&quot;:false,&quot;dropping-particle&quot;:&quot;&quot;,&quot;non-dropping-particle&quot;:&quot;&quot;},{&quot;family&quot;:&quot;Tooley&quot;,&quot;given&quot;:&quot;James&quot;,&quot;parse-names&quot;:false,&quot;dropping-particle&quot;:&quot;&quot;,&quot;non-dropping-particle&quot;:&quot;&quot;},{&quot;family&quot;:&quot;Torres Soto&quot;,&quot;given&quot;:&quot;Jessica&quot;,&quot;parse-names&quot;:false,&quot;dropping-particle&quot;:&quot;&quot;,&quot;non-dropping-particle&quot;:&quot;&quot;},{&quot;family&quot;:&quot;Ostropolets&quot;,&quot;given&quot;:&quot;Anna&quot;,&quot;parse-names&quot;:false,&quot;dropping-particle&quot;:&quot;&quot;,&quot;non-dropping-particle&quot;:&quot;&quot;},{&quot;family&quot;:&quot;Poterucha&quot;,&quot;given&quot;:&quot;Tim&quot;,&quot;parse-names&quot;:false,&quot;dropping-particle&quot;:&quot;&quot;,&quot;non-dropping-particle&quot;:&quot;&quot;},{&quot;family&quot;:&quot;Christensen&quot;,&quot;given&quot;:&quot;Matthew Kai&quot;,&quot;parse-names&quot;:false,&quot;dropping-particle&quot;:&quot;&quot;,&quot;non-dropping-particle&quot;:&quot;&quot;},{&quot;family&quot;:&quot;Yuan&quot;,&quot;given&quot;:&quot;Neal&quot;,&quot;parse-names&quot;:false,&quot;dropping-particle&quot;:&quot;&quot;,&quot;non-dropping-particle&quot;:&quot;&quot;},{&quot;family&quot;:&quot;Ehlert&quot;,&quot;given&quot;:&quot;Ben&quot;,&quot;parse-names&quot;:false,&quot;dropping-particle&quot;:&quot;&quot;,&quot;non-dropping-particle&quot;:&quot;&quot;},{&quot;family&quot;:&quot;Kaur&quot;,&quot;given&quot;:&quot;Dhamanpreet&quot;,&quot;parse-names&quot;:false,&quot;dropping-particle&quot;:&quot;&quot;,&quot;non-dropping-particle&quot;:&quot;&quot;},{&quot;family&quot;:&quot;Kang&quot;,&quot;given&quot;:&quot;Guson&quot;,&quot;parse-names&quot;:false,&quot;dropping-particle&quot;:&quot;&quot;,&quot;non-dropping-particle&quot;:&quot;&quot;},{&quot;family&quot;:&quot;Rogers&quot;,&quot;given&quot;:&quot;Albert&quot;,&quot;parse-names&quot;:false,&quot;dropping-particle&quot;:&quot;&quot;,&quot;non-dropping-particle&quot;:&quot;&quot;},{&quot;family&quot;:&quot;Narayan&quot;,&quot;given&quot;:&quot;Sanjiv&quot;,&quot;parse-names&quot;:false,&quot;dropping-particle&quot;:&quot;&quot;,&quot;non-dropping-particle&quot;:&quot;&quot;},{&quot;family&quot;:&quot;Elias&quot;,&quot;given&quot;:&quot;Pierre&quot;,&quot;parse-names&quot;:false,&quot;dropping-particle&quot;:&quot;&quot;,&quot;non-dropping-particle&quot;:&quot;&quot;},{&quot;family&quot;:&quot;Ouyang&quot;,&quot;given&quot;:&quot;David&quot;,&quot;parse-names&quot;:false,&quot;dropping-particle&quot;:&quot;&quot;,&quot;non-dropping-particle&quot;:&quot;&quot;},{&quot;family&quot;:&quot;Ashley&quot;,&quot;given&quot;:&quot;Euan&quot;,&quot;parse-names&quot;:false,&quot;dropping-particle&quot;:&quot;&quot;,&quot;non-dropping-particle&quot;:&quot;&quot;},{&quot;family&quot;:&quot;Zou&quot;,&quot;given&quot;:&quot;James&quot;,&quot;parse-names&quot;:false,&quot;dropping-particle&quot;:&quot;&quot;,&quot;non-dropping-particle&quot;:&quot;&quot;},{&quot;family&quot;:&quot;Perez&quot;,&quot;given&quot;:&quot;Marco&quot;,&quot;parse-names&quot;:false,&quot;dropping-particle&quot;:&quot;V.&quot;,&quot;non-dropping-particle&quot;:&quot;&quot;}],&quot;container-title&quot;:&quot;npj Digital Medicine&quot;,&quot;container-title-short&quot;:&quot;NPJ Digit Med&quot;,&quot;DOI&quot;:&quot;10.1038/s41746-023-00916-6&quot;,&quot;ISSN&quot;:&quot;23986352&quot;,&quot;issued&quot;:{&quot;date-parts&quot;:[[2023,12,1]]},&quot;abstract&quot;:&quot;The electrocardiogram (ECG) is the most frequently performed cardiovascular diagnostic test, but it is unclear how much information resting ECGs contain about long term cardiovascular risk. Here we report that a deep convolutional neural network can accurately predict the long-term risk of cardiovascular mortality and disease based on a resting ECG alone. Using a large dataset of resting 12-lead ECGs collected at Stanford University Medical Center, we developed SEER, the Stanford Estimator of Electrocardiogram Risk. SEER predicts 5-year cardiovascular mortality with an area under the receiver operator characteristic curve (AUC) of 0.83 in a held-out test set at Stanford, and with AUCs of 0.78 and 0.83 respectively when independently evaluated at Cedars-Sinai Medical Center and Columbia University Irving Medical Center. SEER predicts 5-year atherosclerotic disease (ASCVD) with an AUC of 0.67, similar to the Pooled Cohort Equations for ASCVD Risk, while being only modestly correlated. When used in conjunction with the Pooled Cohort Equations, SEER accurately reclassified 16% of patients from low to moderate risk, uncovering a group with an actual average 9.9% 10-year ASCVD risk who would not have otherwise been indicated for statin therapy. SEER can also predict several other cardiovascular conditions such as heart failure and atrial fibrillation. Using only lead I of the ECG it predicts 5-year cardiovascular mortality with an AUC of 0.80. SEER, used alongside the Pooled Cohort Equations and other risk tools, can substantially improve cardiovascular risk stratification and aid in medical decision making.&quot;,&quot;publisher&quot;:&quot;Nature Research&quot;,&quot;issue&quot;:&quot;1&quot;,&quot;volume&quot;:&quot;6&quot;},&quot;isTemporary&quot;:false,&quot;suppress-author&quot;:false,&quot;composite&quot;:false,&quot;author-only&quot;:false}]},{&quot;citationID&quot;:&quot;MENDELEY_CITATION_ba4b1917-f7ca-46c4-923d-693460d935fb&quot;,&quot;properties&quot;:{&quot;noteIndex&quot;:0},&quot;isEdited&quot;:false,&quot;manualOverride&quot;:{&quot;isManuallyOverridden&quot;:false,&quot;citeprocText&quot;:&quot;[18]&quot;,&quot;manualOverrideText&quot;:&quot;&quot;},&quot;citationTag&quot;:&quot;MENDELEY_CITATION_v3_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&quot;,&quot;citationItems&quot;:[{&quot;id&quot;:&quot;6a3426fb-bf8b-3d3e-a632-7f141cd96727&quot;,&quot;itemData&quot;:{&quot;type&quot;:&quot;article-journal&quot;,&quot;id&quot;:&quot;6a3426fb-bf8b-3d3e-a632-7f141cd96727&quot;,&quot;title&quot;:&quot;Explainable Deep Learning-Based Approach for Multilabel Classification of Electrocardiogram&quot;,&quot;author&quot;:[{&quot;family&quot;:&quot;Ganeshkumar&quot;,&quot;given&quot;:&quot;M.&quot;,&quot;parse-names&quot;:false,&quot;dropping-particle&quot;:&quot;&quot;,&quot;non-dropping-particle&quot;:&quot;&quot;},{&quot;family&quot;:&quot;Ravi&quot;,&quot;given&quot;:&quot;Vinayakumar&quot;,&quot;parse-names&quot;:false,&quot;dropping-particle&quot;:&quot;&quot;,&quot;non-dropping-particle&quot;:&quot;&quot;},{&quot;family&quot;:&quot;Sowmya&quot;,&quot;given&quot;:&quot;V.&quot;,&quot;parse-names&quot;:false,&quot;dropping-particle&quot;:&quot;&quot;,&quot;non-dropping-particle&quot;:&quot;&quot;},{&quot;family&quot;:&quot;Gopalakrishnan&quot;,&quot;given&quot;:&quot;E. A.&quot;,&quot;parse-names&quot;:false,&quot;dropping-particle&quot;:&quot;&quot;,&quot;non-dropping-particle&quot;:&quot;&quot;},{&quot;family&quot;:&quot;Soman&quot;,&quot;given&quot;:&quot;K. P.&quot;,&quot;parse-names&quot;:false,&quot;dropping-particle&quot;:&quot;&quot;,&quot;non-dropping-particle&quot;:&quot;&quot;}],&quot;container-title&quot;:&quot;IEEE Transactions on Engineering Management&quot;,&quot;container-title-short&quot;:&quot;IEEE Trans Eng Manag&quot;,&quot;DOI&quot;:&quot;10.1109/TEM.2021.3104751&quot;,&quot;ISSN&quot;:&quot;15580040&quot;,&quot;issued&quot;:{&quot;date-parts&quot;:[[2023,8,1]]},&quot;page&quot;:&quot;2787-2799&quot;,&quot;abstract&quot;:&quot;Recently computer-aided diagnosis methods have been widely adopted to aid doctors in disease diagnosis making their decisions more reliable and error-free. Electrocardiogram (ECG) is the most commonly used, noninvasive diagnostic tool for investigating various cardiovascular diseases. In real life, patients suffer from more than one heart disease at a time. So any practical automated heart disease diagnosis system should identify multiple heart diseases present in a single ECG signal. In this article, we propose a novel deep learning-based method for the multilabel classification of ECG signals. The proposed method can accurately identify up to two labels of an ECG signal pertaining to eight rhythm or morphological abnormalities of the heart and also the normal heart condition. Also, the black-box nature of deep learning models prevents them from being applied to high-risk decisions like the automated heart disease diagnosis. So in this article, we also establish an explainable artificial intelligence (XAI) framework for ECG classification using class activation maps obtained from the Grad-CAM technique. In the proposed method, we train a convolutional neural network (CNN) with constructed ECG matrices. With the experiments conducted, we establish that training the CNN by taking only one label for each ECG signal data point is enough for the network to learn the features of an ECG point with multilabel information in it (multiple heart diseases at the same time). During classification, we apply thresholding on the output probabilities of the softmax layer of our CNN, to obtain the multilabel classification of ECG signals.We trained the model with 6311 ECG records and tested the model with 280 ECG records. During testing, the model achieved a subset accuracy of 96.2% and a hamming loss of 0.037 and a precision of 0.986 and a recall of 0.949 and an F1-score of 0.967. Considering the fact that the model has performed very well in all the metrics of multilabel classification, the model can be directly used as a practical tool for automated heart disease diagnosis.&quot;,&quot;publisher&quot;:&quot;Institute of Electrical and Electronics Engineers Inc.&quot;,&quot;issue&quot;:&quot;8&quot;,&quot;volume&quot;:&quot;70&quot;},&quot;isTemporary&quot;:false,&quot;suppress-author&quot;:false,&quot;composite&quot;:false,&quot;author-only&quot;:false}]},{&quot;citationID&quot;:&quot;MENDELEY_CITATION_dbb97e2c-025d-4dbb-a4bc-3cffcb3fa4cd&quot;,&quot;properties&quot;:{&quot;noteIndex&quot;:0},&quot;isEdited&quot;:false,&quot;manualOverride&quot;:{&quot;isManuallyOverridden&quot;:false,&quot;citeprocText&quot;:&quot;[19]&quot;,&quot;manualOverrideText&quot;:&quot;&quot;},&quot;citationTag&quot;:&quot;MENDELEY_CITATION_v3_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&quot;,&quot;citationItems&quot;:[{&quot;id&quot;:&quot;14ef46bb-964c-3e75-bf86-ff0b42089972&quot;,&quot;itemData&quot;:{&quot;type&quot;:&quot;article-journal&quot;,&quot;id&quot;:&quot;14ef46bb-964c-3e75-bf86-ff0b42089972&quot;,&quot;title&quot;:&quot;A deep learning-based system capable of detecting pneumothorax via electrocardiogram&quot;,&quot;author&quot;:[{&quot;family&quot;:&quot;Lee&quot;,&quot;given&quot;:&quot;Chiao Chin&quot;,&quot;parse-names&quot;:false,&quot;dropping-particle&quot;:&quot;&quot;,&quot;non-dropping-particle&quot;:&quot;&quot;},{&quot;family&quot;:&quot;Lin&quot;,&quot;given&quot;:&quot;Chin Sheng&quot;,&quot;parse-names&quot;:false,&quot;dropping-particle&quot;:&quot;&quot;,&quot;non-dropping-particle&quot;:&quot;&quot;},{&quot;family&quot;:&quot;Tsai&quot;,&quot;given&quot;:&quot;Chien Sung&quot;,&quot;parse-names&quot;:false,&quot;dropping-particle&quot;:&quot;&quot;,&quot;non-dropping-particle&quot;:&quot;&quot;},{&quot;family&quot;:&quot;Tsao&quot;,&quot;given&quot;:&quot;Tien Ping&quot;,&quot;parse-names&quot;:false,&quot;dropping-particle&quot;:&quot;&quot;,&quot;non-dropping-particle&quot;:&quot;&quot;},{&quot;family&quot;:&quot;Cheng&quot;,&quot;given&quot;:&quot;Cheng Chung&quot;,&quot;parse-names&quot;:false,&quot;dropping-particle&quot;:&quot;&quot;,&quot;non-dropping-particle&quot;:&quot;&quot;},{&quot;family&quot;:&quot;Liou&quot;,&quot;given&quot;:&quot;Jun Ting&quot;,&quot;parse-names&quot;:false,&quot;dropping-particle&quot;:&quot;&quot;,&quot;non-dropping-particle&quot;:&quot;&quot;},{&quot;family&quot;:&quot;Lin&quot;,&quot;given&quot;:&quot;Wei Shiang&quot;,&quot;parse-names&quot;:false,&quot;dropping-particle&quot;:&quot;&quot;,&quot;non-dropping-particle&quot;:&quot;&quot;},{&quot;family&quot;:&quot;Lee&quot;,&quot;given&quot;:&quot;Chia Cheng&quot;,&quot;parse-names&quot;:false,&quot;dropping-particle&quot;:&quot;&quot;,&quot;non-dropping-particle&quot;:&quot;&quot;},{&quot;family&quot;:&quot;Chen&quot;,&quot;given&quot;:&quot;Jiann Torng&quot;,&quot;parse-names&quot;:false,&quot;dropping-particle&quot;:&quot;&quot;,&quot;non-dropping-particle&quot;:&quot;&quot;},{&quot;family&quot;:&quot;Lin&quot;,&quot;given&quot;:&quot;Chin&quot;,&quot;parse-names&quot;:false,&quot;dropping-particle&quot;:&quot;&quot;,&quot;non-dropping-particle&quot;:&quot;&quot;}],&quot;container-title&quot;:&quot;European Journal of Trauma and Emergency Surgery&quot;,&quot;DOI&quot;:&quot;10.1007/s00068-022-01904-3&quot;,&quot;ISSN&quot;:&quot;16153146&quot;,&quot;PMID&quot;:&quot;35166869&quot;,&quot;issued&quot;:{&quot;date-parts&quot;:[[2022,8,1]]},&quot;page&quot;:&quot;3317-3326&quot;,&quot;abstract&quot;:&quot;Purpose: To determine if an electrocardiogram-based artificial intelligence system can identify pneumothorax prior to radiological examination. Methods: This is a single-center, retrospective, electrocardiogram-based artificial intelligence (AI) system study that included 107 ECGs from 98 pneumothorax patients. Seven patients received needle decompression due to tension pneumothorax, and the others received thoracostomy due to instability (respiratory rate ≥ 24 breaths/min; heart rate, &lt; 60 beats/min or &gt; 120 beats/min; hypotension; room air O2 saturation, &lt; 90%; and patient could not speak in whole sentences between breaths). Traumatic pneumothorax and bilateral pneumothorax were excluded. The ECGs of 132,127 patients presenting to the emergency department without pneumothorax were used as the control group. The development cohort included approximately 80% of the ECGs for training the deep learning model (DLM), and the other 20% of ECGs were used to validate the performance. A human–machine competition involving three physicians was conducted to assess the model performance. Results: The areas under the receiver operating characteristic (ROC) curves (AUCs) of the DLM in the validation cohort and competition set were 0.947 and 0.957, respectively. The sensitivity and specificity of our DLM were 94.7% and 88.1% in the validation cohort, respectively, which were significantly higher than those of all physicians. Our DLM could also recognize the location of pneumothorax with 100% accuracy. Lead-specific analysis showed that lead I ECG made a major contribution, achieving an AUC of 0.930 (94.7% sensitivity, 86.0% specificity). The inclusion of the patient characteristics allowed our AI system to achieve an AUC of 0.994. Conclusion: The present AI system may assist the medical system in the early identification of pneumothorax through 12-lead ECG, and it performs as well with lead I ECG alone as with 12-lead ECG.&quot;,&quot;publisher&quot;:&quot;Springer Science and Business Media Deutschland GmbH&quot;,&quot;issue&quot;:&quot;4&quot;,&quot;volume&quot;:&quot;48&quot;,&quot;container-title-short&quot;:&quot;&quot;},&quot;isTemporary&quot;:false,&quot;suppress-author&quot;:false,&quot;composite&quot;:false,&quot;author-only&quot;:false}]},{&quot;citationID&quot;:&quot;MENDELEY_CITATION_0ea6d79b-947b-4605-9666-a2018eb8a30e&quot;,&quot;properties&quot;:{&quot;noteIndex&quot;:0},&quot;isEdited&quot;:false,&quot;manualOverride&quot;:{&quot;isManuallyOverridden&quot;:false,&quot;citeprocText&quot;:&quot;[3]&quot;,&quot;manualOverrideText&quot;:&quot;&quot;},&quot;citationTag&quot;:&quot;MENDELEY_CITATION_v3_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&quot;,&quot;citationItems&quot;:[{&quot;id&quot;:&quot;f181256e-c462-3141-9c36-d033ea173157&quot;,&quot;itemData&quot;:{&quot;type&quot;:&quot;article-journal&quot;,&quot;id&quot;:&quot;f181256e-c462-3141-9c36-d033ea173157&quot;,&quot;title&quot;:&quot;A deep learning-based cardio-vascular disease diagnosis system&quot;,&quot;author&quot;:[{&quot;family&quot;:&quot;Bensenane&quot;,&quot;given&quot;:&quot;Hamdan&quot;,&quot;parse-names&quot;:false,&quot;dropping-particle&quot;:&quot;&quot;,&quot;non-dropping-particle&quot;:&quot;&quot;},{&quot;family&quot;:&quot;Aksa&quot;,&quot;given&quot;:&quot;Djemai&quot;,&quot;parse-names&quot;:false,&quot;dropping-particle&quot;:&quot;&quot;,&quot;non-dropping-particle&quot;:&quot;&quot;},{&quot;family&quot;:&quot;Omari&quot;,&quot;given&quot;:&quot;Walid Fethallah&quot;,&quot;parse-names&quot;:false,&quot;dropping-particle&quot;:&quot;&quot;,&quot;non-dropping-particle&quot;:&quot;&quot;},{&quot;family&quot;:&quot;Rahmoun&quot;,&quot;given&quot;:&quot;Abdellatif&quot;,&quot;parse-names&quot;:false,&quot;dropping-particle&quot;:&quot;&quot;,&quot;non-dropping-particle&quot;:&quot;&quot;}],&quot;container-title&quot;:&quot;Indonesian Journal of Electrical Engineering and Computer Science&quot;,&quot;DOI&quot;:&quot;10.11591/ijeecs.v25.i2.pp963-971&quot;,&quot;ISSN&quot;:&quot;25024760&quot;,&quot;issued&quot;:{&quot;date-parts&quot;:[[2022,2,1]]},&quot;page&quot;:&quot;963-971&quot;,&quot;abstract&quot;:&quot;Recently ehealth technologies are becoming an overwhelming aspect of public health services that provides seamless access to healthcare information. Machine learning tools associated with IoT technology play an important role in developing such health technologies. This paper proposes a decision support system-based system (DSS) to make diagnosis of cardio-vascular diseases. It uses deep learning approaches that classify electrocardiogram (ECG) signals. Thus, a two-stage long-short term memory (LSTM) based neural network architecture, along with an adequate pre-processing of the ECG signals is designed as a diagnosis-aided system for cardiac arrhythmia detection based on an ECG signal analysis. This deep learning based cardio-vascular disease diagnosis system (namely 'DLCVD') is built to meet higher performance requirements in terms of accuracy, specificity, and sensitivity. This must also be capable of an online real-time classification. Experimental results using the Massachusetts Institute of Technology-Beth Israel Hospital (MIT-BIH) arrhythmia database show that DLCVD led to outstanding performance.&quot;,&quot;publisher&quot;:&quot;Institute of Advanced Engineering and Science&quot;,&quot;issue&quot;:&quot;2&quot;,&quot;volume&quot;:&quot;25&quot;,&quot;container-title-short&quot;:&quot;&quot;},&quot;isTemporary&quot;:false,&quot;suppress-author&quot;:false,&quot;composite&quot;:false,&quot;author-only&quot;:false}]},{&quot;citationID&quot;:&quot;MENDELEY_CITATION_1f59551b-bbec-473b-9ebe-5201c734386c&quot;,&quot;properties&quot;:{&quot;noteIndex&quot;:0},&quot;isEdited&quot;:false,&quot;manualOverride&quot;:{&quot;isManuallyOverridden&quot;:false,&quot;citeprocText&quot;:&quot;[12], [14]&quot;,&quot;manualOverrideText&quot;:&quot;&quot;},&quot;citationTag&quot;:&quot;MENDELEY_CITATION_v3_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&quot;,&quot;citationItems&quot;:[{&quot;id&quot;:&quot;a3e07abb-4a0d-3a0f-a6cd-be0c7dc7c52f&quot;,&quot;itemData&quot;:{&quot;type&quot;:&quot;article-journal&quot;,&quot;id&quot;:&quot;a3e07abb-4a0d-3a0f-a6cd-be0c7dc7c52f&quot;,&quot;title&quot;:&quot;A new deep convolutional neural network incorporating attentional mechanisms for ECG emotion recognition&quot;,&quot;author&quot;:[{&quot;family&quot;:&quot;Fan&quot;,&quot;given&quot;:&quot;Tianqi&quot;,&quot;parse-names&quot;:false,&quot;dropping-particle&quot;:&quot;&quot;,&quot;non-dropping-particle&quot;:&quot;&quot;},{&quot;family&quot;:&quot;Qiu&quot;,&quot;given&quot;:&quot;Sen&quot;,&quot;parse-names&quot;:false,&quot;dropping-particle&quot;:&quot;&quot;,&quot;non-dropping-particle&quot;:&quot;&quot;},{&quot;family&quot;:&quot;Wang&quot;,&quot;given&quot;:&quot;Zhelong&quot;,&quot;parse-names&quot;:false,&quot;dropping-particle&quot;:&quot;&quot;,&quot;non-dropping-particle&quot;:&quot;&quot;},{&quot;family&quot;:&quot;Zhao&quot;,&quot;given&quot;:&quot;Hongyu&quot;,&quot;parse-names&quot;:false,&quot;dropping-particle&quot;:&quot;&quot;,&quot;non-dropping-particle&quot;:&quot;&quot;},{&quot;family&quot;:&quot;Jiang&quot;,&quot;given&quot;:&quot;Junhan&quot;,&quot;parse-names&quot;:false,&quot;dropping-particle&quot;:&quot;&quot;,&quot;non-dropping-particle&quot;:&quot;&quot;},{&quot;family&quot;:&quot;Wang&quot;,&quot;given&quot;:&quot;Yongzhen&quot;,&quot;parse-names&quot;:false,&quot;dropping-particle&quot;:&quot;&quot;,&quot;non-dropping-particle&quot;:&quot;&quot;},{&quot;family&quot;:&quot;Xu&quot;,&quot;given&quot;:&quot;Junnan&quot;,&quot;parse-names&quot;:false,&quot;dropping-particle&quot;:&quot;&quot;,&quot;non-dropping-particle&quot;:&quot;&quot;},{&quot;family&quot;:&quot;Sun&quot;,&quot;given&quot;:&quot;Tao&quot;,&quot;parse-names&quot;:false,&quot;dropping-particle&quot;:&quot;&quot;,&quot;non-dropping-particle&quot;:&quot;&quot;},{&quot;family&quot;:&quot;Jiang&quot;,&quot;given&quot;:&quot;Nan&quot;,&quot;parse-names&quot;:false,&quot;dropping-particle&quot;:&quot;&quot;,&quot;non-dropping-particle&quot;:&quot;&quot;}],&quot;container-title&quot;:&quot;Computers in Biology and Medicine&quot;,&quot;container-title-short&quot;:&quot;Comput Biol Med&quot;,&quot;DOI&quot;:&quot;10.1016/j.compbiomed.2023.106938&quot;,&quot;ISSN&quot;:&quot;18790534&quot;,&quot;PMID&quot;:&quot;37119553&quot;,&quot;issued&quot;:{&quot;date-parts&quot;:[[2023,6,1]]},&quot;abstract&quot;:&quot;Using ECG signals captured by wearable devices for emotion recognition is a feasible solution. We propose a deep convolutional neural network incorporating attentional mechanisms for ECG emotion recognition. In order to address the problem of individuality differences in emotion recognition tasks, we incorporate an improved Convolutional Block Attention Module (CBAM) into the proposed deep convolutional neural network. The deep convolutional neural network is responsible for capturing ECG features. Channel attention in CBAM is responsible for adding weight information to ECG features of different channels and spatial attention is responsible for the weighted representation of ECG features of different regions inside the channel. We used three publicly available datasets, WESAD, DREAMER, and ASCERTAIN, for the ECG emotion recognition task. The new state-of-the-art results are set in three datasets for multi-class classification results, WESAD for tri-class results, and ASCERTAIN for two-category results, respectively. A large number of experiments are performed, providing an interesting analysis of the design of the convolutional structure parameters and the role of the attention mechanism used. We propose to use large convolutional kernels to improve the effective perceptual field of the model and thus fully capture the ECG signal features, which achieves better performance compared to the commonly used small kernels. In addition, channel attention and spatial attention were added to the deep convolutional model separately to explore their contribution levels. We found that in most cases, channel attention contributed to the model at a higher level than spatial attention.&quot;,&quot;publisher&quot;:&quot;Elsevier Ltd&quot;,&quot;volume&quot;:&quot;159&quot;},&quot;isTemporary&quot;:false,&quot;suppress-author&quot;:false,&quot;composite&quot;:false,&quot;author-only&quot;:false},{&quot;id&quot;:&quot;58fa0e3d-b2fa-3a8b-9839-ff50cf3e0318&quot;,&quot;itemData&quot;:{&quot;type&quot;:&quot;article-journal&quot;,&quot;id&quot;:&quot;58fa0e3d-b2fa-3a8b-9839-ff50cf3e0318&quot;,&quot;title&quot;:&quot;A Bayesian Deep Learning Framework for End-To-End Prediction of Emotion from Heartbeat&quot;,&quot;author&quot;:[{&quot;family&quot;:&quot;Harper&quot;,&quot;given&quot;:&quot;Ross&quot;,&quot;parse-names&quot;:false,&quot;dropping-particle&quot;:&quot;&quot;,&quot;non-dropping-particle&quot;:&quot;&quot;},{&quot;family&quot;:&quot;Southern&quot;,&quot;given&quot;:&quot;Joshua&quot;,&quot;parse-names&quot;:false,&quot;dropping-particle&quot;:&quot;&quot;,&quot;non-dropping-particle&quot;:&quot;&quot;}],&quot;container-title&quot;:&quot;IEEE Transactions on Affective Computing&quot;,&quot;container-title-short&quot;:&quot;IEEE Trans Affect Comput&quot;,&quot;DOI&quot;:&quot;10.1109/TAFFC.2020.2981610&quot;,&quot;ISSN&quot;:&quot;19493045&quot;,&quot;issued&quot;:{&quot;date-parts&quot;:[[2022]]},&quot;page&quot;:&quot;985-991&quot;,&quot;abstract&quot;:&quot;Automatic prediction of emotion promises to revolutionise human-computer interaction. Recent trends involve fusion of multiple data modalities - audio, visual, and physiological - to classify emotional state. However, in practice, collection of physiological data 'in the wild' is currently limited to heartbeat time series of the kind generated by affordable wearable heart monitors. Furthermore, real-world applications of emotion prediction often require some measure of uncertainty over model output, in order to inform downstream decision-making. We present here an end-to-end deep learning model for classifying emotional valence from unimodal heartbeat time series. We further propose a Bayesian framework for modelling uncertainty over these valence predictions, and describe a probabilistic procedure for choosing to accept or reject model output according to the intended application. We benchmarked our framework against two established datasets and achieved peak classification accuracy of 90 percent. These results lay the foundation for applications of affective computing in real-world domains such as healthcare, where a high premium is placed on non-invasive collection of data, and predictive certainty.&quot;,&quot;publisher&quot;:&quot;Institute of Electrical and Electronics Engineers Inc.&quot;,&quot;issue&quot;:&quot;2&quot;,&quot;volume&quot;:&quot;13&quot;},&quot;isTemporary&quot;:false}]},{&quot;citationID&quot;:&quot;MENDELEY_CITATION_f4818d3d-4398-4c68-8f63-3b15e99e7ca3&quot;,&quot;properties&quot;:{&quot;noteIndex&quot;:0},&quot;isEdited&quot;:false,&quot;manualOverride&quot;:{&quot;isManuallyOverridden&quot;:false,&quot;citeprocText&quot;:&quot;[14]&quot;,&quot;manualOverrideText&quot;:&quot;&quot;},&quot;citationTag&quot;:&quot;MENDELEY_CITATION_v3_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&quot;,&quot;citationItems&quot;:[{&quot;id&quot;:&quot;58fa0e3d-b2fa-3a8b-9839-ff50cf3e0318&quot;,&quot;itemData&quot;:{&quot;type&quot;:&quot;article-journal&quot;,&quot;id&quot;:&quot;58fa0e3d-b2fa-3a8b-9839-ff50cf3e0318&quot;,&quot;title&quot;:&quot;A Bayesian Deep Learning Framework for End-To-End Prediction of Emotion from Heartbeat&quot;,&quot;author&quot;:[{&quot;family&quot;:&quot;Harper&quot;,&quot;given&quot;:&quot;Ross&quot;,&quot;parse-names&quot;:false,&quot;dropping-particle&quot;:&quot;&quot;,&quot;non-dropping-particle&quot;:&quot;&quot;},{&quot;family&quot;:&quot;Southern&quot;,&quot;given&quot;:&quot;Joshua&quot;,&quot;parse-names&quot;:false,&quot;dropping-particle&quot;:&quot;&quot;,&quot;non-dropping-particle&quot;:&quot;&quot;}],&quot;container-title&quot;:&quot;IEEE Transactions on Affective Computing&quot;,&quot;container-title-short&quot;:&quot;IEEE Trans Affect Comput&quot;,&quot;DOI&quot;:&quot;10.1109/TAFFC.2020.2981610&quot;,&quot;ISSN&quot;:&quot;19493045&quot;,&quot;issued&quot;:{&quot;date-parts&quot;:[[2022]]},&quot;page&quot;:&quot;985-991&quot;,&quot;abstract&quot;:&quot;Automatic prediction of emotion promises to revolutionise human-computer interaction. Recent trends involve fusion of multiple data modalities - audio, visual, and physiological - to classify emotional state. However, in practice, collection of physiological data 'in the wild' is currently limited to heartbeat time series of the kind generated by affordable wearable heart monitors. Furthermore, real-world applications of emotion prediction often require some measure of uncertainty over model output, in order to inform downstream decision-making. We present here an end-to-end deep learning model for classifying emotional valence from unimodal heartbeat time series. We further propose a Bayesian framework for modelling uncertainty over these valence predictions, and describe a probabilistic procedure for choosing to accept or reject model output according to the intended application. We benchmarked our framework against two established datasets and achieved peak classification accuracy of 90 percent. These results lay the foundation for applications of affective computing in real-world domains such as healthcare, where a high premium is placed on non-invasive collection of data, and predictive certainty.&quot;,&quot;publisher&quot;:&quot;Institute of Electrical and Electronics Engineers Inc.&quot;,&quot;issue&quot;:&quot;2&quot;,&quot;volume&quot;:&quot;13&quot;},&quot;isTemporary&quot;:false,&quot;suppress-author&quot;:false,&quot;composite&quot;:false,&quot;author-only&quot;:false}]},{&quot;citationID&quot;:&quot;MENDELEY_CITATION_9565f0f8-3b97-47ed-91b1-b4e42c6dc5b6&quot;,&quot;properties&quot;:{&quot;noteIndex&quot;:0},&quot;isEdited&quot;:false,&quot;manualOverride&quot;:{&quot;isManuallyOverridden&quot;:false,&quot;citeprocText&quot;:&quot;[3]&quot;,&quot;manualOverrideText&quot;:&quot;&quot;},&quot;citationTag&quot;:&quot;MENDELEY_CITATION_v3_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&quot;,&quot;citationItems&quot;:[{&quot;id&quot;:&quot;f181256e-c462-3141-9c36-d033ea173157&quot;,&quot;itemData&quot;:{&quot;type&quot;:&quot;article-journal&quot;,&quot;id&quot;:&quot;f181256e-c462-3141-9c36-d033ea173157&quot;,&quot;title&quot;:&quot;A deep learning-based cardio-vascular disease diagnosis system&quot;,&quot;author&quot;:[{&quot;family&quot;:&quot;Bensenane&quot;,&quot;given&quot;:&quot;Hamdan&quot;,&quot;parse-names&quot;:false,&quot;dropping-particle&quot;:&quot;&quot;,&quot;non-dropping-particle&quot;:&quot;&quot;},{&quot;family&quot;:&quot;Aksa&quot;,&quot;given&quot;:&quot;Djemai&quot;,&quot;parse-names&quot;:false,&quot;dropping-particle&quot;:&quot;&quot;,&quot;non-dropping-particle&quot;:&quot;&quot;},{&quot;family&quot;:&quot;Omari&quot;,&quot;given&quot;:&quot;Walid Fethallah&quot;,&quot;parse-names&quot;:false,&quot;dropping-particle&quot;:&quot;&quot;,&quot;non-dropping-particle&quot;:&quot;&quot;},{&quot;family&quot;:&quot;Rahmoun&quot;,&quot;given&quot;:&quot;Abdellatif&quot;,&quot;parse-names&quot;:false,&quot;dropping-particle&quot;:&quot;&quot;,&quot;non-dropping-particle&quot;:&quot;&quot;}],&quot;container-title&quot;:&quot;Indonesian Journal of Electrical Engineering and Computer Science&quot;,&quot;DOI&quot;:&quot;10.11591/ijeecs.v25.i2.pp963-971&quot;,&quot;ISSN&quot;:&quot;25024760&quot;,&quot;issued&quot;:{&quot;date-parts&quot;:[[2022,2,1]]},&quot;page&quot;:&quot;963-971&quot;,&quot;abstract&quot;:&quot;Recently ehealth technologies are becoming an overwhelming aspect of public health services that provides seamless access to healthcare information. Machine learning tools associated with IoT technology play an important role in developing such health technologies. This paper proposes a decision support system-based system (DSS) to make diagnosis of cardio-vascular diseases. It uses deep learning approaches that classify electrocardiogram (ECG) signals. Thus, a two-stage long-short term memory (LSTM) based neural network architecture, along with an adequate pre-processing of the ECG signals is designed as a diagnosis-aided system for cardiac arrhythmia detection based on an ECG signal analysis. This deep learning based cardio-vascular disease diagnosis system (namely 'DLCVD') is built to meet higher performance requirements in terms of accuracy, specificity, and sensitivity. This must also be capable of an online real-time classification. Experimental results using the Massachusetts Institute of Technology-Beth Israel Hospital (MIT-BIH) arrhythmia database show that DLCVD led to outstanding performance.&quot;,&quot;publisher&quot;:&quot;Institute of Advanced Engineering and Science&quot;,&quot;issue&quot;:&quot;2&quot;,&quot;volume&quot;:&quot;25&quot;,&quot;container-title-short&quot;:&quot;&quot;},&quot;isTemporary&quot;:false,&quot;suppress-author&quot;:false,&quot;composite&quot;:false,&quot;author-only&quot;:false}]},{&quot;citationID&quot;:&quot;MENDELEY_CITATION_0235ea07-0dd4-40e8-96a3-c4fb1cb9b294&quot;,&quot;properties&quot;:{&quot;noteIndex&quot;:0},&quot;isEdited&quot;:false,&quot;manualOverride&quot;:{&quot;isManuallyOverridden&quot;:false,&quot;citeprocText&quot;:&quot;[3]&quot;,&quot;manualOverrideText&quot;:&quot;&quot;},&quot;citationTag&quot;:&quot;MENDELEY_CITATION_v3_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&quot;,&quot;citationItems&quot;:[{&quot;id&quot;:&quot;f181256e-c462-3141-9c36-d033ea173157&quot;,&quot;itemData&quot;:{&quot;type&quot;:&quot;article-journal&quot;,&quot;id&quot;:&quot;f181256e-c462-3141-9c36-d033ea173157&quot;,&quot;title&quot;:&quot;A deep learning-based cardio-vascular disease diagnosis system&quot;,&quot;author&quot;:[{&quot;family&quot;:&quot;Bensenane&quot;,&quot;given&quot;:&quot;Hamdan&quot;,&quot;parse-names&quot;:false,&quot;dropping-particle&quot;:&quot;&quot;,&quot;non-dropping-particle&quot;:&quot;&quot;},{&quot;family&quot;:&quot;Aksa&quot;,&quot;given&quot;:&quot;Djemai&quot;,&quot;parse-names&quot;:false,&quot;dropping-particle&quot;:&quot;&quot;,&quot;non-dropping-particle&quot;:&quot;&quot;},{&quot;family&quot;:&quot;Omari&quot;,&quot;given&quot;:&quot;Walid Fethallah&quot;,&quot;parse-names&quot;:false,&quot;dropping-particle&quot;:&quot;&quot;,&quot;non-dropping-particle&quot;:&quot;&quot;},{&quot;family&quot;:&quot;Rahmoun&quot;,&quot;given&quot;:&quot;Abdellatif&quot;,&quot;parse-names&quot;:false,&quot;dropping-particle&quot;:&quot;&quot;,&quot;non-dropping-particle&quot;:&quot;&quot;}],&quot;container-title&quot;:&quot;Indonesian Journal of Electrical Engineering and Computer Science&quot;,&quot;DOI&quot;:&quot;10.11591/ijeecs.v25.i2.pp963-971&quot;,&quot;ISSN&quot;:&quot;25024760&quot;,&quot;issued&quot;:{&quot;date-parts&quot;:[[2022,2,1]]},&quot;page&quot;:&quot;963-971&quot;,&quot;abstract&quot;:&quot;Recently ehealth technologies are becoming an overwhelming aspect of public health services that provides seamless access to healthcare information. Machine learning tools associated with IoT technology play an important role in developing such health technologies. This paper proposes a decision support system-based system (DSS) to make diagnosis of cardio-vascular diseases. It uses deep learning approaches that classify electrocardiogram (ECG) signals. Thus, a two-stage long-short term memory (LSTM) based neural network architecture, along with an adequate pre-processing of the ECG signals is designed as a diagnosis-aided system for cardiac arrhythmia detection based on an ECG signal analysis. This deep learning based cardio-vascular disease diagnosis system (namely 'DLCVD') is built to meet higher performance requirements in terms of accuracy, specificity, and sensitivity. This must also be capable of an online real-time classification. Experimental results using the Massachusetts Institute of Technology-Beth Israel Hospital (MIT-BIH) arrhythmia database show that DLCVD led to outstanding performance.&quot;,&quot;publisher&quot;:&quot;Institute of Advanced Engineering and Science&quot;,&quot;issue&quot;:&quot;2&quot;,&quot;volume&quot;:&quot;25&quot;,&quot;container-title-short&quot;:&quot;&quot;},&quot;isTemporary&quot;:false,&quot;suppress-author&quot;:false,&quot;composite&quot;:false,&quot;author-only&quot;:false}]},{&quot;citationID&quot;:&quot;MENDELEY_CITATION_667ce00f-abe2-4419-82bf-b34978bd30e0&quot;,&quot;properties&quot;:{&quot;noteIndex&quot;:0},&quot;isEdited&quot;:false,&quot;manualOverride&quot;:{&quot;isManuallyOverridden&quot;:false,&quot;citeprocText&quot;:&quot;[4]&quot;,&quot;manualOverrideText&quot;:&quot;&quot;},&quot;citationTag&quot;:&quot;MENDELEY_CITATION_v3_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&quot;,&quot;citationItems&quot;:[{&quot;id&quot;:&quot;da131b5e-9e53-3d79-8267-653e0e116937&quot;,&quot;itemData&quot;:{&quot;type&quot;:&quot;article-journal&quot;,&quot;id&quot;:&quot;da131b5e-9e53-3d79-8267-653e0e116937&quot;,&quot;title&quot;:&quot;Self-Supervised ECG Representation Learning for Emotion Recognition&quot;,&quot;author&quot;:[{&quot;family&quot;:&quot;Sarkar&quot;,&quot;given&quot;:&quot;Pritam&quot;,&quot;parse-names&quot;:false,&quot;dropping-particle&quot;:&quot;&quot;,&quot;non-dropping-particle&quot;:&quot;&quot;},{&quot;family&quot;:&quot;Etemad&quot;,&quot;given&quot;:&quot;Ali&quot;,&quot;parse-names&quot;:false,&quot;dropping-particle&quot;:&quot;&quot;,&quot;non-dropping-particle&quot;:&quot;&quot;}],&quot;container-title&quot;:&quot;IEEE Transactions on Affective Computing&quot;,&quot;container-title-short&quot;:&quot;IEEE Trans Affect Comput&quot;,&quot;DOI&quot;:&quot;10.1109/TAFFC.2020.3014842&quot;,&quot;ISSN&quot;:&quot;19493045&quot;,&quot;issued&quot;:{&quot;date-parts&quot;:[[2022]]},&quot;page&quot;:&quot;1541-1554&quot;,&quot;abstract&quot;:&quot;We exploit a self-supervised deep multi-task learning framework for electrocardiogram (ECG)-based emotion recognition. The proposed solution consists of two stages of learning a) learning ECG representations and b) learning to classify emotions. ECG representations are learned by a signal transformation recognition network. The network learns high-level abstract representations from unlabeled ECG data. Six different signal transformations are applied to the ECG signals, and transformation recognition is performed as pretext tasks. Training the model on pretext tasks helps the network learn spatiotemporal representations that generalize well across different datasets and different emotion categories. We transfer the weights of the self-supervised network to an emotion recognition network, where the convolutional layers are kept frozen and the dense layers are trained with labelled ECG data. We show that the proposed solution considerably improves the performance compared to a network trained using fully-supervised learning. New state-of-the-art results are set in classification of arousal, valence, affective states, and stress for the four utilized datasets. Extensive experiments are performed, providing interesting insights into the impact of using a multi-task self-supervised structure instead of a single-task model, as well as the optimum level of difficulty required for the pretext self-supervised tasks.&quot;,&quot;publisher&quot;:&quot;Institute of Electrical and Electronics Engineers Inc.&quot;,&quot;issue&quot;:&quot;3&quot;,&quot;volume&quot;:&quot;13&quot;},&quot;isTemporary&quot;:false,&quot;suppress-author&quot;:false,&quot;composite&quot;:false,&quot;author-only&quot;:false}]},{&quot;citationID&quot;:&quot;MENDELEY_CITATION_e6be061e-2203-4d76-85c2-bf1f3e6b1815&quot;,&quot;properties&quot;:{&quot;noteIndex&quot;:0},&quot;isEdited&quot;:false,&quot;manualOverride&quot;:{&quot;isManuallyOverridden&quot;:false,&quot;citeprocText&quot;:&quot;[12]&quot;,&quot;manualOverrideText&quot;:&quot;&quot;},&quot;citationTag&quot;:&quot;MENDELEY_CITATION_v3_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&quot;,&quot;citationItems&quot;:[{&quot;id&quot;:&quot;a3e07abb-4a0d-3a0f-a6cd-be0c7dc7c52f&quot;,&quot;itemData&quot;:{&quot;type&quot;:&quot;article-journal&quot;,&quot;id&quot;:&quot;a3e07abb-4a0d-3a0f-a6cd-be0c7dc7c52f&quot;,&quot;title&quot;:&quot;A new deep convolutional neural network incorporating attentional mechanisms for ECG emotion recognition&quot;,&quot;author&quot;:[{&quot;family&quot;:&quot;Fan&quot;,&quot;given&quot;:&quot;Tianqi&quot;,&quot;parse-names&quot;:false,&quot;dropping-particle&quot;:&quot;&quot;,&quot;non-dropping-particle&quot;:&quot;&quot;},{&quot;family&quot;:&quot;Qiu&quot;,&quot;given&quot;:&quot;Sen&quot;,&quot;parse-names&quot;:false,&quot;dropping-particle&quot;:&quot;&quot;,&quot;non-dropping-particle&quot;:&quot;&quot;},{&quot;family&quot;:&quot;Wang&quot;,&quot;given&quot;:&quot;Zhelong&quot;,&quot;parse-names&quot;:false,&quot;dropping-particle&quot;:&quot;&quot;,&quot;non-dropping-particle&quot;:&quot;&quot;},{&quot;family&quot;:&quot;Zhao&quot;,&quot;given&quot;:&quot;Hongyu&quot;,&quot;parse-names&quot;:false,&quot;dropping-particle&quot;:&quot;&quot;,&quot;non-dropping-particle&quot;:&quot;&quot;},{&quot;family&quot;:&quot;Jiang&quot;,&quot;given&quot;:&quot;Junhan&quot;,&quot;parse-names&quot;:false,&quot;dropping-particle&quot;:&quot;&quot;,&quot;non-dropping-particle&quot;:&quot;&quot;},{&quot;family&quot;:&quot;Wang&quot;,&quot;given&quot;:&quot;Yongzhen&quot;,&quot;parse-names&quot;:false,&quot;dropping-particle&quot;:&quot;&quot;,&quot;non-dropping-particle&quot;:&quot;&quot;},{&quot;family&quot;:&quot;Xu&quot;,&quot;given&quot;:&quot;Junnan&quot;,&quot;parse-names&quot;:false,&quot;dropping-particle&quot;:&quot;&quot;,&quot;non-dropping-particle&quot;:&quot;&quot;},{&quot;family&quot;:&quot;Sun&quot;,&quot;given&quot;:&quot;Tao&quot;,&quot;parse-names&quot;:false,&quot;dropping-particle&quot;:&quot;&quot;,&quot;non-dropping-particle&quot;:&quot;&quot;},{&quot;family&quot;:&quot;Jiang&quot;,&quot;given&quot;:&quot;Nan&quot;,&quot;parse-names&quot;:false,&quot;dropping-particle&quot;:&quot;&quot;,&quot;non-dropping-particle&quot;:&quot;&quot;}],&quot;container-title&quot;:&quot;Computers in Biology and Medicine&quot;,&quot;container-title-short&quot;:&quot;Comput Biol Med&quot;,&quot;DOI&quot;:&quot;10.1016/j.compbiomed.2023.106938&quot;,&quot;ISSN&quot;:&quot;18790534&quot;,&quot;PMID&quot;:&quot;37119553&quot;,&quot;issued&quot;:{&quot;date-parts&quot;:[[2023,6,1]]},&quot;abstract&quot;:&quot;Using ECG signals captured by wearable devices for emotion recognition is a feasible solution. We propose a deep convolutional neural network incorporating attentional mechanisms for ECG emotion recognition. In order to address the problem of individuality differences in emotion recognition tasks, we incorporate an improved Convolutional Block Attention Module (CBAM) into the proposed deep convolutional neural network. The deep convolutional neural network is responsible for capturing ECG features. Channel attention in CBAM is responsible for adding weight information to ECG features of different channels and spatial attention is responsible for the weighted representation of ECG features of different regions inside the channel. We used three publicly available datasets, WESAD, DREAMER, and ASCERTAIN, for the ECG emotion recognition task. The new state-of-the-art results are set in three datasets for multi-class classification results, WESAD for tri-class results, and ASCERTAIN for two-category results, respectively. A large number of experiments are performed, providing an interesting analysis of the design of the convolutional structure parameters and the role of the attention mechanism used. We propose to use large convolutional kernels to improve the effective perceptual field of the model and thus fully capture the ECG signal features, which achieves better performance compared to the commonly used small kernels. In addition, channel attention and spatial attention were added to the deep convolutional model separately to explore their contribution levels. We found that in most cases, channel attention contributed to the model at a higher level than spatial attention.&quot;,&quot;publisher&quot;:&quot;Elsevier Ltd&quot;,&quot;volume&quot;:&quot;159&quot;},&quot;isTemporary&quot;:false,&quot;suppress-author&quot;:false,&quot;composite&quot;:false,&quot;author-only&quot;:false}]},{&quot;citationID&quot;:&quot;MENDELEY_CITATION_e4c89f08-3b10-4fcd-b556-33049391e904&quot;,&quot;properties&quot;:{&quot;noteIndex&quot;:0},&quot;isEdited&quot;:false,&quot;manualOverride&quot;:{&quot;isManuallyOverridden&quot;:false,&quot;citeprocText&quot;:&quot;[3]&quot;,&quot;manualOverrideText&quot;:&quot;&quot;},&quot;citationTag&quot;:&quot;MENDELEY_CITATION_v3_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&quot;,&quot;citationItems&quot;:[{&quot;id&quot;:&quot;f181256e-c462-3141-9c36-d033ea173157&quot;,&quot;itemData&quot;:{&quot;type&quot;:&quot;article-journal&quot;,&quot;id&quot;:&quot;f181256e-c462-3141-9c36-d033ea173157&quot;,&quot;title&quot;:&quot;A deep learning-based cardio-vascular disease diagnosis system&quot;,&quot;author&quot;:[{&quot;family&quot;:&quot;Bensenane&quot;,&quot;given&quot;:&quot;Hamdan&quot;,&quot;parse-names&quot;:false,&quot;dropping-particle&quot;:&quot;&quot;,&quot;non-dropping-particle&quot;:&quot;&quot;},{&quot;family&quot;:&quot;Aksa&quot;,&quot;given&quot;:&quot;Djemai&quot;,&quot;parse-names&quot;:false,&quot;dropping-particle&quot;:&quot;&quot;,&quot;non-dropping-particle&quot;:&quot;&quot;},{&quot;family&quot;:&quot;Omari&quot;,&quot;given&quot;:&quot;Walid Fethallah&quot;,&quot;parse-names&quot;:false,&quot;dropping-particle&quot;:&quot;&quot;,&quot;non-dropping-particle&quot;:&quot;&quot;},{&quot;family&quot;:&quot;Rahmoun&quot;,&quot;given&quot;:&quot;Abdellatif&quot;,&quot;parse-names&quot;:false,&quot;dropping-particle&quot;:&quot;&quot;,&quot;non-dropping-particle&quot;:&quot;&quot;}],&quot;container-title&quot;:&quot;Indonesian Journal of Electrical Engineering and Computer Science&quot;,&quot;DOI&quot;:&quot;10.11591/ijeecs.v25.i2.pp963-971&quot;,&quot;ISSN&quot;:&quot;25024760&quot;,&quot;issued&quot;:{&quot;date-parts&quot;:[[2022,2,1]]},&quot;page&quot;:&quot;963-971&quot;,&quot;abstract&quot;:&quot;Recently ehealth technologies are becoming an overwhelming aspect of public health services that provides seamless access to healthcare information. Machine learning tools associated with IoT technology play an important role in developing such health technologies. This paper proposes a decision support system-based system (DSS) to make diagnosis of cardio-vascular diseases. It uses deep learning approaches that classify electrocardiogram (ECG) signals. Thus, a two-stage long-short term memory (LSTM) based neural network architecture, along with an adequate pre-processing of the ECG signals is designed as a diagnosis-aided system for cardiac arrhythmia detection based on an ECG signal analysis. This deep learning based cardio-vascular disease diagnosis system (namely 'DLCVD') is built to meet higher performance requirements in terms of accuracy, specificity, and sensitivity. This must also be capable of an online real-time classification. Experimental results using the Massachusetts Institute of Technology-Beth Israel Hospital (MIT-BIH) arrhythmia database show that DLCVD led to outstanding performance.&quot;,&quot;publisher&quot;:&quot;Institute of Advanced Engineering and Science&quot;,&quot;issue&quot;:&quot;2&quot;,&quot;volume&quot;:&quot;25&quot;,&quot;container-title-short&quot;:&quot;&quot;},&quot;isTemporary&quot;:false,&quot;suppress-author&quot;:false,&quot;composite&quot;:false,&quot;author-only&quot;:false}]}]"/>
    <we:property name="MENDELEY_CITATIONS_LOCALE_CODE" value="&quot;en-US&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1841</TotalTime>
  <Pages>7</Pages>
  <Words>4544</Words>
  <Characters>25903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70</cp:revision>
  <cp:lastPrinted>2011-03-03T08:29:00Z</cp:lastPrinted>
  <dcterms:created xsi:type="dcterms:W3CDTF">2023-09-01T14:34:00Z</dcterms:created>
  <dcterms:modified xsi:type="dcterms:W3CDTF">2025-09-18T14:08:00Z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ca223f77-134a-49e8-a6dc-f581a6a92fae</vt:lpwstr>
  </property>
</Properties>
</file>